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87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0"/>
        <w:gridCol w:w="138"/>
        <w:gridCol w:w="1555"/>
        <w:gridCol w:w="424"/>
        <w:gridCol w:w="707"/>
        <w:gridCol w:w="426"/>
        <w:gridCol w:w="569"/>
        <w:gridCol w:w="712"/>
        <w:gridCol w:w="140"/>
        <w:gridCol w:w="429"/>
        <w:gridCol w:w="567"/>
        <w:gridCol w:w="855"/>
        <w:gridCol w:w="709"/>
        <w:gridCol w:w="423"/>
        <w:gridCol w:w="427"/>
        <w:gridCol w:w="565"/>
        <w:gridCol w:w="146"/>
        <w:gridCol w:w="848"/>
        <w:gridCol w:w="851"/>
        <w:gridCol w:w="142"/>
        <w:gridCol w:w="708"/>
        <w:gridCol w:w="284"/>
        <w:gridCol w:w="425"/>
        <w:gridCol w:w="425"/>
        <w:gridCol w:w="285"/>
        <w:gridCol w:w="566"/>
        <w:gridCol w:w="142"/>
        <w:gridCol w:w="710"/>
        <w:gridCol w:w="709"/>
      </w:tblGrid>
      <w:tr w:rsidR="000658C5" w:rsidRPr="002E282B" w:rsidTr="00D1432E">
        <w:trPr>
          <w:trHeight w:val="430"/>
        </w:trPr>
        <w:tc>
          <w:tcPr>
            <w:tcW w:w="15877" w:type="dxa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1A68" w:rsidRPr="002E282B" w:rsidRDefault="005C1144" w:rsidP="000658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0" w:name="RANGE!A2:S37"/>
            <w:bookmarkStart w:id="1" w:name="_GoBack"/>
            <w:bookmarkEnd w:id="1"/>
            <w:r w:rsidRPr="002E282B">
              <w:rPr>
                <w:rFonts w:ascii="Times New Roman" w:eastAsia="Times New Roman" w:hAnsi="Times New Roman" w:cs="Times New Roman"/>
                <w:sz w:val="28"/>
                <w:szCs w:val="28"/>
              </w:rPr>
              <w:t>Таблица</w:t>
            </w:r>
            <w:r w:rsidR="000658C5" w:rsidRPr="002E28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№ 1</w:t>
            </w:r>
          </w:p>
          <w:bookmarkEnd w:id="0"/>
          <w:p w:rsidR="000658C5" w:rsidRPr="002E282B" w:rsidRDefault="000658C5" w:rsidP="005C11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58C5" w:rsidRPr="002E282B" w:rsidTr="00D1432E">
        <w:trPr>
          <w:trHeight w:val="330"/>
        </w:trPr>
        <w:tc>
          <w:tcPr>
            <w:tcW w:w="15877" w:type="dxa"/>
            <w:gridSpan w:val="29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58C5" w:rsidRPr="002E282B" w:rsidRDefault="000658C5" w:rsidP="00AB5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282B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бюджета</w:t>
            </w:r>
            <w:r w:rsidR="00AB5D9C" w:rsidRPr="002E28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города Батайска</w:t>
            </w:r>
            <w:r w:rsidRPr="002E28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 реализацию муниципальной программы</w:t>
            </w:r>
          </w:p>
          <w:p w:rsidR="0016341E" w:rsidRPr="002E282B" w:rsidRDefault="0016341E" w:rsidP="00AB5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658C5" w:rsidRPr="002E282B" w:rsidTr="00AD37FB">
        <w:trPr>
          <w:trHeight w:val="615"/>
        </w:trPr>
        <w:tc>
          <w:tcPr>
            <w:tcW w:w="1128" w:type="dxa"/>
            <w:gridSpan w:val="2"/>
            <w:vMerge w:val="restart"/>
            <w:shd w:val="clear" w:color="000000" w:fill="FFFFFF"/>
            <w:vAlign w:val="center"/>
            <w:hideMark/>
          </w:tcPr>
          <w:p w:rsidR="000658C5" w:rsidRPr="002E282B" w:rsidRDefault="000658C5" w:rsidP="00065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Статус</w:t>
            </w:r>
          </w:p>
        </w:tc>
        <w:tc>
          <w:tcPr>
            <w:tcW w:w="1979" w:type="dxa"/>
            <w:gridSpan w:val="2"/>
            <w:vMerge w:val="restart"/>
            <w:shd w:val="clear" w:color="000000" w:fill="FFFFFF"/>
            <w:vAlign w:val="center"/>
            <w:hideMark/>
          </w:tcPr>
          <w:p w:rsidR="000658C5" w:rsidRPr="002E282B" w:rsidRDefault="000658C5" w:rsidP="00065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 муниципальной программы, подпрограммы муниципальной программы, основного мероприятия</w:t>
            </w:r>
          </w:p>
        </w:tc>
        <w:tc>
          <w:tcPr>
            <w:tcW w:w="1133" w:type="dxa"/>
            <w:gridSpan w:val="2"/>
            <w:vMerge w:val="restart"/>
            <w:shd w:val="clear" w:color="000000" w:fill="FFFFFF"/>
            <w:vAlign w:val="center"/>
            <w:hideMark/>
          </w:tcPr>
          <w:p w:rsidR="000658C5" w:rsidRPr="002E282B" w:rsidRDefault="000658C5" w:rsidP="0096254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Ответственный исполнитель,  соисполнители</w:t>
            </w:r>
          </w:p>
        </w:tc>
        <w:tc>
          <w:tcPr>
            <w:tcW w:w="2417" w:type="dxa"/>
            <w:gridSpan w:val="5"/>
            <w:shd w:val="clear" w:color="000000" w:fill="FFFFFF"/>
            <w:vAlign w:val="center"/>
            <w:hideMark/>
          </w:tcPr>
          <w:p w:rsidR="000658C5" w:rsidRPr="002E282B" w:rsidRDefault="000658C5" w:rsidP="00065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9220" w:type="dxa"/>
            <w:gridSpan w:val="18"/>
            <w:shd w:val="clear" w:color="000000" w:fill="FFFFFF"/>
            <w:vAlign w:val="center"/>
            <w:hideMark/>
          </w:tcPr>
          <w:p w:rsidR="000658C5" w:rsidRPr="002E282B" w:rsidRDefault="000658C5" w:rsidP="00065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(тыс. рублей), годы</w:t>
            </w:r>
          </w:p>
        </w:tc>
      </w:tr>
      <w:tr w:rsidR="00EF1982" w:rsidRPr="002E282B" w:rsidTr="00AD37FB">
        <w:trPr>
          <w:trHeight w:val="1710"/>
        </w:trPr>
        <w:tc>
          <w:tcPr>
            <w:tcW w:w="1128" w:type="dxa"/>
            <w:gridSpan w:val="2"/>
            <w:vMerge/>
            <w:vAlign w:val="center"/>
            <w:hideMark/>
          </w:tcPr>
          <w:p w:rsidR="000658C5" w:rsidRPr="002E282B" w:rsidRDefault="000658C5" w:rsidP="00065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9" w:type="dxa"/>
            <w:gridSpan w:val="2"/>
            <w:vMerge/>
            <w:vAlign w:val="center"/>
            <w:hideMark/>
          </w:tcPr>
          <w:p w:rsidR="000658C5" w:rsidRPr="002E282B" w:rsidRDefault="000658C5" w:rsidP="00065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gridSpan w:val="2"/>
            <w:vMerge/>
            <w:vAlign w:val="center"/>
            <w:hideMark/>
          </w:tcPr>
          <w:p w:rsidR="000658C5" w:rsidRPr="002E282B" w:rsidRDefault="000658C5" w:rsidP="00065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dxa"/>
            <w:shd w:val="clear" w:color="000000" w:fill="FFFFFF"/>
            <w:vAlign w:val="center"/>
            <w:hideMark/>
          </w:tcPr>
          <w:p w:rsidR="00EF1982" w:rsidRDefault="000658C5" w:rsidP="00065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ГР</w:t>
            </w:r>
          </w:p>
          <w:p w:rsidR="000658C5" w:rsidRPr="002E282B" w:rsidRDefault="000658C5" w:rsidP="00065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БС</w:t>
            </w:r>
          </w:p>
        </w:tc>
        <w:tc>
          <w:tcPr>
            <w:tcW w:w="712" w:type="dxa"/>
            <w:shd w:val="clear" w:color="000000" w:fill="FFFFFF"/>
            <w:vAlign w:val="center"/>
            <w:hideMark/>
          </w:tcPr>
          <w:p w:rsidR="000658C5" w:rsidRPr="002E282B" w:rsidRDefault="000658C5" w:rsidP="00065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Р3Пр</w:t>
            </w:r>
          </w:p>
        </w:tc>
        <w:tc>
          <w:tcPr>
            <w:tcW w:w="569" w:type="dxa"/>
            <w:gridSpan w:val="2"/>
            <w:shd w:val="clear" w:color="000000" w:fill="FFFFFF"/>
            <w:vAlign w:val="center"/>
            <w:hideMark/>
          </w:tcPr>
          <w:p w:rsidR="000658C5" w:rsidRPr="002E282B" w:rsidRDefault="000658C5" w:rsidP="00065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ЦСР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0658C5" w:rsidRPr="002E282B" w:rsidRDefault="000658C5" w:rsidP="00065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ВР</w:t>
            </w:r>
          </w:p>
        </w:tc>
        <w:tc>
          <w:tcPr>
            <w:tcW w:w="855" w:type="dxa"/>
            <w:shd w:val="clear" w:color="000000" w:fill="FFFFFF"/>
            <w:vAlign w:val="center"/>
            <w:hideMark/>
          </w:tcPr>
          <w:p w:rsidR="000658C5" w:rsidRPr="002E282B" w:rsidRDefault="000658C5" w:rsidP="00480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658C5" w:rsidRPr="002E282B" w:rsidRDefault="000658C5" w:rsidP="00480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0658C5" w:rsidRPr="002E282B" w:rsidRDefault="000658C5" w:rsidP="00480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711" w:type="dxa"/>
            <w:gridSpan w:val="2"/>
            <w:shd w:val="clear" w:color="auto" w:fill="auto"/>
            <w:vAlign w:val="center"/>
            <w:hideMark/>
          </w:tcPr>
          <w:p w:rsidR="000658C5" w:rsidRPr="002E110C" w:rsidRDefault="000658C5" w:rsidP="00480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110C">
              <w:rPr>
                <w:rFonts w:ascii="Times New Roman" w:eastAsia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848" w:type="dxa"/>
            <w:shd w:val="clear" w:color="auto" w:fill="auto"/>
            <w:vAlign w:val="center"/>
            <w:hideMark/>
          </w:tcPr>
          <w:p w:rsidR="000658C5" w:rsidRPr="00695A26" w:rsidRDefault="000658C5" w:rsidP="00480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5A26">
              <w:rPr>
                <w:rFonts w:ascii="Times New Roman" w:eastAsia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658C5" w:rsidRPr="00695A26" w:rsidRDefault="000658C5" w:rsidP="00480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5A26">
              <w:rPr>
                <w:rFonts w:ascii="Times New Roman" w:eastAsia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850" w:type="dxa"/>
            <w:gridSpan w:val="2"/>
            <w:shd w:val="clear" w:color="000000" w:fill="FFFFFF"/>
            <w:vAlign w:val="center"/>
            <w:hideMark/>
          </w:tcPr>
          <w:p w:rsidR="000658C5" w:rsidRPr="002E282B" w:rsidRDefault="000658C5" w:rsidP="00480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709" w:type="dxa"/>
            <w:gridSpan w:val="2"/>
            <w:shd w:val="clear" w:color="000000" w:fill="FFFFFF"/>
            <w:vAlign w:val="center"/>
            <w:hideMark/>
          </w:tcPr>
          <w:p w:rsidR="000658C5" w:rsidRPr="002E282B" w:rsidRDefault="000658C5" w:rsidP="00480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710" w:type="dxa"/>
            <w:gridSpan w:val="2"/>
            <w:shd w:val="clear" w:color="000000" w:fill="FFFFFF"/>
            <w:vAlign w:val="center"/>
            <w:hideMark/>
          </w:tcPr>
          <w:p w:rsidR="000658C5" w:rsidRPr="002E282B" w:rsidRDefault="000658C5" w:rsidP="00480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708" w:type="dxa"/>
            <w:gridSpan w:val="2"/>
            <w:shd w:val="clear" w:color="000000" w:fill="FFFFFF"/>
            <w:vAlign w:val="center"/>
            <w:hideMark/>
          </w:tcPr>
          <w:p w:rsidR="000658C5" w:rsidRPr="002E282B" w:rsidRDefault="000658C5" w:rsidP="00480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710" w:type="dxa"/>
            <w:shd w:val="clear" w:color="000000" w:fill="FFFFFF"/>
            <w:vAlign w:val="center"/>
            <w:hideMark/>
          </w:tcPr>
          <w:p w:rsidR="000658C5" w:rsidRPr="002E282B" w:rsidRDefault="000658C5" w:rsidP="00480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0658C5" w:rsidRPr="002E282B" w:rsidRDefault="000658C5" w:rsidP="00480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2030</w:t>
            </w:r>
          </w:p>
        </w:tc>
      </w:tr>
      <w:tr w:rsidR="00EF1982" w:rsidRPr="002E282B" w:rsidTr="00AD37FB">
        <w:trPr>
          <w:trHeight w:val="315"/>
        </w:trPr>
        <w:tc>
          <w:tcPr>
            <w:tcW w:w="1128" w:type="dxa"/>
            <w:gridSpan w:val="2"/>
            <w:shd w:val="clear" w:color="000000" w:fill="FFFFFF"/>
            <w:vAlign w:val="center"/>
            <w:hideMark/>
          </w:tcPr>
          <w:p w:rsidR="000658C5" w:rsidRPr="002E282B" w:rsidRDefault="000658C5" w:rsidP="00065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79" w:type="dxa"/>
            <w:gridSpan w:val="2"/>
            <w:shd w:val="clear" w:color="000000" w:fill="FFFFFF"/>
            <w:vAlign w:val="center"/>
            <w:hideMark/>
          </w:tcPr>
          <w:p w:rsidR="000658C5" w:rsidRPr="002E282B" w:rsidRDefault="000658C5" w:rsidP="00065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3" w:type="dxa"/>
            <w:gridSpan w:val="2"/>
            <w:shd w:val="clear" w:color="000000" w:fill="FFFFFF"/>
            <w:vAlign w:val="center"/>
            <w:hideMark/>
          </w:tcPr>
          <w:p w:rsidR="000658C5" w:rsidRPr="002E282B" w:rsidRDefault="000658C5" w:rsidP="00065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69" w:type="dxa"/>
            <w:shd w:val="clear" w:color="000000" w:fill="FFFFFF"/>
            <w:vAlign w:val="center"/>
            <w:hideMark/>
          </w:tcPr>
          <w:p w:rsidR="000658C5" w:rsidRPr="002E282B" w:rsidRDefault="000658C5" w:rsidP="00065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12" w:type="dxa"/>
            <w:shd w:val="clear" w:color="000000" w:fill="FFFFFF"/>
            <w:vAlign w:val="center"/>
            <w:hideMark/>
          </w:tcPr>
          <w:p w:rsidR="000658C5" w:rsidRPr="002E282B" w:rsidRDefault="000658C5" w:rsidP="00065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69" w:type="dxa"/>
            <w:gridSpan w:val="2"/>
            <w:shd w:val="clear" w:color="000000" w:fill="FFFFFF"/>
            <w:vAlign w:val="center"/>
            <w:hideMark/>
          </w:tcPr>
          <w:p w:rsidR="000658C5" w:rsidRPr="002E282B" w:rsidRDefault="000658C5" w:rsidP="00065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0658C5" w:rsidRPr="002E282B" w:rsidRDefault="000658C5" w:rsidP="00065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5" w:type="dxa"/>
            <w:shd w:val="clear" w:color="000000" w:fill="FFFFFF"/>
            <w:vAlign w:val="center"/>
            <w:hideMark/>
          </w:tcPr>
          <w:p w:rsidR="000658C5" w:rsidRPr="002E282B" w:rsidRDefault="000658C5" w:rsidP="00065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658C5" w:rsidRPr="002E282B" w:rsidRDefault="000658C5" w:rsidP="00065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0658C5" w:rsidRPr="002E282B" w:rsidRDefault="000658C5" w:rsidP="00065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11" w:type="dxa"/>
            <w:gridSpan w:val="2"/>
            <w:shd w:val="clear" w:color="auto" w:fill="auto"/>
            <w:vAlign w:val="center"/>
            <w:hideMark/>
          </w:tcPr>
          <w:p w:rsidR="000658C5" w:rsidRPr="002E110C" w:rsidRDefault="000658C5" w:rsidP="00065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110C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848" w:type="dxa"/>
            <w:shd w:val="clear" w:color="auto" w:fill="auto"/>
            <w:vAlign w:val="center"/>
            <w:hideMark/>
          </w:tcPr>
          <w:p w:rsidR="000658C5" w:rsidRPr="00695A26" w:rsidRDefault="000658C5" w:rsidP="00065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5A26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658C5" w:rsidRPr="00695A26" w:rsidRDefault="000658C5" w:rsidP="00065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5A26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850" w:type="dxa"/>
            <w:gridSpan w:val="2"/>
            <w:shd w:val="clear" w:color="000000" w:fill="FFFFFF"/>
            <w:vAlign w:val="center"/>
            <w:hideMark/>
          </w:tcPr>
          <w:p w:rsidR="000658C5" w:rsidRPr="002E282B" w:rsidRDefault="000658C5" w:rsidP="00065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="00E87C69"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9" w:type="dxa"/>
            <w:gridSpan w:val="2"/>
            <w:shd w:val="clear" w:color="000000" w:fill="FFFFFF"/>
            <w:vAlign w:val="center"/>
            <w:hideMark/>
          </w:tcPr>
          <w:p w:rsidR="000658C5" w:rsidRPr="002E282B" w:rsidRDefault="00E87C69" w:rsidP="00065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  <w:r w:rsidR="000658C5"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0" w:type="dxa"/>
            <w:gridSpan w:val="2"/>
            <w:shd w:val="clear" w:color="000000" w:fill="FFFFFF"/>
            <w:vAlign w:val="center"/>
            <w:hideMark/>
          </w:tcPr>
          <w:p w:rsidR="000658C5" w:rsidRPr="002E282B" w:rsidRDefault="000658C5" w:rsidP="00065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="00E87C69"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708" w:type="dxa"/>
            <w:gridSpan w:val="2"/>
            <w:shd w:val="clear" w:color="000000" w:fill="FFFFFF"/>
            <w:vAlign w:val="center"/>
            <w:hideMark/>
          </w:tcPr>
          <w:p w:rsidR="000658C5" w:rsidRPr="002E282B" w:rsidRDefault="000658C5" w:rsidP="00065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="00E87C69"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710" w:type="dxa"/>
            <w:shd w:val="clear" w:color="000000" w:fill="FFFFFF"/>
            <w:vAlign w:val="center"/>
            <w:hideMark/>
          </w:tcPr>
          <w:p w:rsidR="000658C5" w:rsidRPr="002E282B" w:rsidRDefault="00E87C69" w:rsidP="00065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18</w:t>
            </w:r>
            <w:r w:rsidR="000658C5"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0658C5" w:rsidRPr="002E282B" w:rsidRDefault="000658C5" w:rsidP="00065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E87C69"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EF1982" w:rsidRPr="002E282B" w:rsidTr="00AD37FB">
        <w:trPr>
          <w:trHeight w:val="1385"/>
        </w:trPr>
        <w:tc>
          <w:tcPr>
            <w:tcW w:w="1128" w:type="dxa"/>
            <w:gridSpan w:val="2"/>
            <w:shd w:val="clear" w:color="000000" w:fill="FFFFFF"/>
            <w:vAlign w:val="center"/>
            <w:hideMark/>
          </w:tcPr>
          <w:p w:rsidR="002F3E50" w:rsidRPr="002E282B" w:rsidRDefault="002F3E50" w:rsidP="003E0C51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</w:t>
            </w:r>
          </w:p>
        </w:tc>
        <w:tc>
          <w:tcPr>
            <w:tcW w:w="1979" w:type="dxa"/>
            <w:gridSpan w:val="2"/>
            <w:shd w:val="clear" w:color="000000" w:fill="FFFFFF"/>
            <w:vAlign w:val="center"/>
            <w:hideMark/>
          </w:tcPr>
          <w:p w:rsidR="002F3E50" w:rsidRPr="002E282B" w:rsidRDefault="002F3E50" w:rsidP="00065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качественными жилищно-коммунальными услугами населения города Батайска</w:t>
            </w:r>
          </w:p>
        </w:tc>
        <w:tc>
          <w:tcPr>
            <w:tcW w:w="1133" w:type="dxa"/>
            <w:gridSpan w:val="2"/>
            <w:shd w:val="clear" w:color="000000" w:fill="FFFFFF"/>
            <w:vAlign w:val="center"/>
            <w:hideMark/>
          </w:tcPr>
          <w:p w:rsidR="002F3E50" w:rsidRPr="002E282B" w:rsidRDefault="002F3E50" w:rsidP="0096254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УЖКХ </w:t>
            </w:r>
          </w:p>
          <w:p w:rsidR="002F3E50" w:rsidRPr="002E282B" w:rsidRDefault="002F3E50" w:rsidP="0096254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г. Батайска,  КУИ</w:t>
            </w:r>
          </w:p>
          <w:p w:rsidR="002F3E50" w:rsidRPr="002E282B" w:rsidRDefault="002F3E50" w:rsidP="0096254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г. Батайска</w:t>
            </w:r>
          </w:p>
        </w:tc>
        <w:tc>
          <w:tcPr>
            <w:tcW w:w="569" w:type="dxa"/>
            <w:shd w:val="clear" w:color="000000" w:fill="FFFFFF"/>
            <w:vAlign w:val="center"/>
            <w:hideMark/>
          </w:tcPr>
          <w:p w:rsidR="002F3E50" w:rsidRPr="002E282B" w:rsidRDefault="002F3E50" w:rsidP="00065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910</w:t>
            </w:r>
          </w:p>
          <w:p w:rsidR="00D76D9F" w:rsidRPr="002E282B" w:rsidRDefault="00D76D9F" w:rsidP="00065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712" w:type="dxa"/>
            <w:shd w:val="clear" w:color="000000" w:fill="FFFFFF"/>
            <w:vAlign w:val="center"/>
            <w:hideMark/>
          </w:tcPr>
          <w:p w:rsidR="002F3E50" w:rsidRPr="002E282B" w:rsidRDefault="002F3E50" w:rsidP="00065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0412 0501 0502  0503 0505</w:t>
            </w:r>
          </w:p>
        </w:tc>
        <w:tc>
          <w:tcPr>
            <w:tcW w:w="569" w:type="dxa"/>
            <w:gridSpan w:val="2"/>
            <w:shd w:val="clear" w:color="000000" w:fill="FFFFFF"/>
            <w:vAlign w:val="center"/>
            <w:hideMark/>
          </w:tcPr>
          <w:p w:rsidR="002F3E50" w:rsidRPr="002E282B" w:rsidRDefault="002F3E50" w:rsidP="00C0796B">
            <w:pPr>
              <w:spacing w:after="0" w:line="240" w:lineRule="auto"/>
              <w:ind w:left="-106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0700000000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F3E50" w:rsidRPr="002E282B" w:rsidRDefault="002F3E50" w:rsidP="00065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5" w:type="dxa"/>
            <w:shd w:val="clear" w:color="auto" w:fill="auto"/>
            <w:vAlign w:val="center"/>
            <w:hideMark/>
          </w:tcPr>
          <w:p w:rsidR="002F3E50" w:rsidRPr="002E282B" w:rsidRDefault="002F3E50" w:rsidP="003E0C51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6</w:t>
            </w: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07891,8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2F3E50" w:rsidRPr="002E282B" w:rsidRDefault="003D61C4" w:rsidP="003E0C5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748</w:t>
            </w:r>
            <w:r w:rsidR="00C119C1"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58</w:t>
            </w: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,</w:t>
            </w:r>
            <w:r w:rsidR="00C119C1"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F3E50" w:rsidRPr="002E282B" w:rsidRDefault="00BC5A62" w:rsidP="003E0C5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122754,7</w:t>
            </w:r>
          </w:p>
        </w:tc>
        <w:tc>
          <w:tcPr>
            <w:tcW w:w="711" w:type="dxa"/>
            <w:gridSpan w:val="2"/>
            <w:shd w:val="clear" w:color="auto" w:fill="auto"/>
            <w:vAlign w:val="center"/>
            <w:hideMark/>
          </w:tcPr>
          <w:p w:rsidR="002F3E50" w:rsidRPr="00AD37FB" w:rsidRDefault="005266B4" w:rsidP="008E3F9E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37FB">
              <w:rPr>
                <w:rFonts w:ascii="Times New Roman" w:eastAsia="Times New Roman" w:hAnsi="Times New Roman" w:cs="Times New Roman"/>
                <w:sz w:val="18"/>
                <w:szCs w:val="18"/>
              </w:rPr>
              <w:t>168973,2</w:t>
            </w:r>
          </w:p>
        </w:tc>
        <w:tc>
          <w:tcPr>
            <w:tcW w:w="848" w:type="dxa"/>
            <w:shd w:val="clear" w:color="auto" w:fill="auto"/>
            <w:vAlign w:val="center"/>
            <w:hideMark/>
          </w:tcPr>
          <w:p w:rsidR="00DE39DA" w:rsidRPr="004E478E" w:rsidRDefault="00187D20" w:rsidP="00172585">
            <w:pPr>
              <w:spacing w:after="0" w:line="240" w:lineRule="auto"/>
              <w:ind w:left="-107" w:right="-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172585">
              <w:rPr>
                <w:rFonts w:ascii="Times New Roman" w:eastAsia="Times New Roman" w:hAnsi="Times New Roman" w:cs="Times New Roman"/>
                <w:sz w:val="20"/>
                <w:szCs w:val="20"/>
              </w:rPr>
              <w:t>39165,3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2F3E50" w:rsidRPr="004E478E" w:rsidRDefault="00172585" w:rsidP="00923568">
            <w:pPr>
              <w:spacing w:after="0" w:line="240" w:lineRule="auto"/>
              <w:ind w:left="-107" w:right="-109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223019,9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2F3E50" w:rsidRPr="004E478E" w:rsidRDefault="00172585" w:rsidP="003E0C51">
            <w:pPr>
              <w:spacing w:after="0" w:line="240" w:lineRule="auto"/>
              <w:ind w:left="-107" w:right="-10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93566,0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2F3E50" w:rsidRPr="002E282B" w:rsidRDefault="00172585" w:rsidP="003E0C51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93556,0</w:t>
            </w:r>
          </w:p>
        </w:tc>
        <w:tc>
          <w:tcPr>
            <w:tcW w:w="710" w:type="dxa"/>
            <w:gridSpan w:val="2"/>
            <w:shd w:val="clear" w:color="auto" w:fill="auto"/>
            <w:vAlign w:val="center"/>
            <w:hideMark/>
          </w:tcPr>
          <w:p w:rsidR="002F3E50" w:rsidRPr="002E282B" w:rsidRDefault="007A5F19" w:rsidP="003E0C51">
            <w:pPr>
              <w:spacing w:after="0" w:line="240" w:lineRule="auto"/>
              <w:ind w:left="-109" w:right="-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48047,1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2F3E50" w:rsidRPr="002E282B" w:rsidRDefault="007A5F19" w:rsidP="003E0C51">
            <w:pPr>
              <w:spacing w:after="0" w:line="240" w:lineRule="auto"/>
              <w:ind w:left="-110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48047,1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:rsidR="002F3E50" w:rsidRPr="002E282B" w:rsidRDefault="007A5F19" w:rsidP="003E0C51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48047,1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2F3E50" w:rsidRPr="002E282B" w:rsidRDefault="007A5F19" w:rsidP="003E0C51">
            <w:pPr>
              <w:spacing w:after="0" w:line="240" w:lineRule="auto"/>
              <w:ind w:left="-109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48047,1</w:t>
            </w:r>
          </w:p>
        </w:tc>
      </w:tr>
      <w:tr w:rsidR="00F04E47" w:rsidRPr="002E282B" w:rsidTr="00AD37FB">
        <w:trPr>
          <w:trHeight w:val="980"/>
        </w:trPr>
        <w:tc>
          <w:tcPr>
            <w:tcW w:w="1128" w:type="dxa"/>
            <w:gridSpan w:val="2"/>
            <w:shd w:val="clear" w:color="000000" w:fill="auto"/>
            <w:vAlign w:val="center"/>
            <w:hideMark/>
          </w:tcPr>
          <w:p w:rsidR="0057527E" w:rsidRPr="002E282B" w:rsidRDefault="0057527E" w:rsidP="00065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</w:t>
            </w:r>
          </w:p>
        </w:tc>
        <w:tc>
          <w:tcPr>
            <w:tcW w:w="1979" w:type="dxa"/>
            <w:gridSpan w:val="2"/>
            <w:shd w:val="clear" w:color="000000" w:fill="auto"/>
            <w:vAlign w:val="center"/>
            <w:hideMark/>
          </w:tcPr>
          <w:p w:rsidR="0057527E" w:rsidRPr="002E282B" w:rsidRDefault="0057527E" w:rsidP="00065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Развитие жилищного хозяйства в городе Батайске</w:t>
            </w:r>
          </w:p>
        </w:tc>
        <w:tc>
          <w:tcPr>
            <w:tcW w:w="1133" w:type="dxa"/>
            <w:gridSpan w:val="2"/>
            <w:shd w:val="clear" w:color="000000" w:fill="auto"/>
            <w:vAlign w:val="center"/>
            <w:hideMark/>
          </w:tcPr>
          <w:p w:rsidR="0057527E" w:rsidRPr="002E282B" w:rsidRDefault="0057527E" w:rsidP="0096254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УЖКХ </w:t>
            </w:r>
          </w:p>
          <w:p w:rsidR="0057527E" w:rsidRPr="002E282B" w:rsidRDefault="0057527E" w:rsidP="0096254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г. Батайска, КУИ </w:t>
            </w:r>
          </w:p>
          <w:p w:rsidR="0057527E" w:rsidRPr="002E282B" w:rsidRDefault="0057527E" w:rsidP="0096254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г. Батайска</w:t>
            </w:r>
          </w:p>
        </w:tc>
        <w:tc>
          <w:tcPr>
            <w:tcW w:w="569" w:type="dxa"/>
            <w:shd w:val="clear" w:color="000000" w:fill="auto"/>
            <w:vAlign w:val="center"/>
            <w:hideMark/>
          </w:tcPr>
          <w:p w:rsidR="0057527E" w:rsidRPr="002E282B" w:rsidRDefault="0057527E" w:rsidP="00065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910</w:t>
            </w:r>
          </w:p>
          <w:p w:rsidR="00D76D9F" w:rsidRPr="002E282B" w:rsidRDefault="00D76D9F" w:rsidP="00065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712" w:type="dxa"/>
            <w:shd w:val="clear" w:color="000000" w:fill="auto"/>
            <w:vAlign w:val="center"/>
            <w:hideMark/>
          </w:tcPr>
          <w:p w:rsidR="0057527E" w:rsidRPr="002E282B" w:rsidRDefault="0057527E" w:rsidP="00065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569" w:type="dxa"/>
            <w:gridSpan w:val="2"/>
            <w:shd w:val="clear" w:color="000000" w:fill="auto"/>
            <w:vAlign w:val="center"/>
            <w:hideMark/>
          </w:tcPr>
          <w:p w:rsidR="0057527E" w:rsidRPr="002E282B" w:rsidRDefault="0057527E" w:rsidP="00C0796B">
            <w:pPr>
              <w:spacing w:after="0" w:line="240" w:lineRule="auto"/>
              <w:ind w:left="-106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0710000000</w:t>
            </w:r>
          </w:p>
        </w:tc>
        <w:tc>
          <w:tcPr>
            <w:tcW w:w="567" w:type="dxa"/>
            <w:shd w:val="clear" w:color="000000" w:fill="auto"/>
            <w:vAlign w:val="center"/>
            <w:hideMark/>
          </w:tcPr>
          <w:p w:rsidR="0057527E" w:rsidRPr="002E282B" w:rsidRDefault="0057527E" w:rsidP="00065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</w:t>
            </w:r>
          </w:p>
        </w:tc>
        <w:tc>
          <w:tcPr>
            <w:tcW w:w="855" w:type="dxa"/>
            <w:shd w:val="clear" w:color="000000" w:fill="auto"/>
            <w:vAlign w:val="center"/>
            <w:hideMark/>
          </w:tcPr>
          <w:p w:rsidR="0057527E" w:rsidRPr="005F3203" w:rsidRDefault="0057527E" w:rsidP="005F3203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F320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4021,1</w:t>
            </w:r>
          </w:p>
        </w:tc>
        <w:tc>
          <w:tcPr>
            <w:tcW w:w="709" w:type="dxa"/>
            <w:shd w:val="clear" w:color="000000" w:fill="auto"/>
            <w:vAlign w:val="center"/>
            <w:hideMark/>
          </w:tcPr>
          <w:p w:rsidR="0057527E" w:rsidRPr="002E282B" w:rsidRDefault="003D68AE" w:rsidP="005F3203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2615,0</w:t>
            </w:r>
          </w:p>
        </w:tc>
        <w:tc>
          <w:tcPr>
            <w:tcW w:w="850" w:type="dxa"/>
            <w:gridSpan w:val="2"/>
            <w:shd w:val="clear" w:color="000000" w:fill="auto"/>
            <w:vAlign w:val="center"/>
            <w:hideMark/>
          </w:tcPr>
          <w:p w:rsidR="0057527E" w:rsidRPr="005F3203" w:rsidRDefault="004C599B" w:rsidP="005F3203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F320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3</w:t>
            </w:r>
            <w:r w:rsidR="00B80848" w:rsidRPr="005F320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074</w:t>
            </w:r>
            <w:r w:rsidRPr="005F320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,</w:t>
            </w:r>
            <w:r w:rsidR="00B80848" w:rsidRPr="005F320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711" w:type="dxa"/>
            <w:gridSpan w:val="2"/>
            <w:shd w:val="clear" w:color="000000" w:fill="auto"/>
            <w:vAlign w:val="center"/>
            <w:hideMark/>
          </w:tcPr>
          <w:p w:rsidR="0057527E" w:rsidRPr="004E478E" w:rsidRDefault="005266B4" w:rsidP="008E3F9E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478E">
              <w:rPr>
                <w:rFonts w:ascii="Times New Roman" w:eastAsia="Times New Roman" w:hAnsi="Times New Roman" w:cs="Times New Roman"/>
                <w:sz w:val="20"/>
                <w:szCs w:val="20"/>
              </w:rPr>
              <w:t>4188,3</w:t>
            </w:r>
          </w:p>
        </w:tc>
        <w:tc>
          <w:tcPr>
            <w:tcW w:w="848" w:type="dxa"/>
            <w:shd w:val="clear" w:color="000000" w:fill="auto"/>
            <w:vAlign w:val="center"/>
            <w:hideMark/>
          </w:tcPr>
          <w:p w:rsidR="0057527E" w:rsidRPr="004E478E" w:rsidRDefault="00172585" w:rsidP="00CA0FEF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7821,2</w:t>
            </w:r>
          </w:p>
        </w:tc>
        <w:tc>
          <w:tcPr>
            <w:tcW w:w="851" w:type="dxa"/>
            <w:shd w:val="clear" w:color="000000" w:fill="auto"/>
            <w:vAlign w:val="center"/>
            <w:hideMark/>
          </w:tcPr>
          <w:p w:rsidR="0057527E" w:rsidRPr="004E478E" w:rsidRDefault="00172585" w:rsidP="005F3203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6952,2</w:t>
            </w:r>
          </w:p>
        </w:tc>
        <w:tc>
          <w:tcPr>
            <w:tcW w:w="850" w:type="dxa"/>
            <w:gridSpan w:val="2"/>
            <w:shd w:val="clear" w:color="000000" w:fill="auto"/>
            <w:vAlign w:val="center"/>
            <w:hideMark/>
          </w:tcPr>
          <w:p w:rsidR="0057527E" w:rsidRPr="004E478E" w:rsidRDefault="00172585" w:rsidP="005F3203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4189,4</w:t>
            </w:r>
          </w:p>
        </w:tc>
        <w:tc>
          <w:tcPr>
            <w:tcW w:w="709" w:type="dxa"/>
            <w:gridSpan w:val="2"/>
            <w:shd w:val="clear" w:color="000000" w:fill="auto"/>
            <w:vAlign w:val="center"/>
            <w:hideMark/>
          </w:tcPr>
          <w:p w:rsidR="0057527E" w:rsidRPr="00172585" w:rsidRDefault="00172585" w:rsidP="005F3203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4189,4</w:t>
            </w:r>
          </w:p>
        </w:tc>
        <w:tc>
          <w:tcPr>
            <w:tcW w:w="710" w:type="dxa"/>
            <w:gridSpan w:val="2"/>
            <w:shd w:val="clear" w:color="000000" w:fill="auto"/>
            <w:vAlign w:val="center"/>
            <w:hideMark/>
          </w:tcPr>
          <w:p w:rsidR="0057527E" w:rsidRPr="005F3203" w:rsidRDefault="00D9439E" w:rsidP="005F3203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1649</w:t>
            </w:r>
            <w:r w:rsidR="0057527E" w:rsidRPr="005F320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,0</w:t>
            </w:r>
          </w:p>
        </w:tc>
        <w:tc>
          <w:tcPr>
            <w:tcW w:w="708" w:type="dxa"/>
            <w:gridSpan w:val="2"/>
            <w:shd w:val="clear" w:color="000000" w:fill="auto"/>
            <w:vAlign w:val="center"/>
            <w:hideMark/>
          </w:tcPr>
          <w:p w:rsidR="0057527E" w:rsidRPr="005F3203" w:rsidRDefault="00D9439E" w:rsidP="005F3203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1649</w:t>
            </w:r>
            <w:r w:rsidR="0057527E" w:rsidRPr="005F320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,0</w:t>
            </w:r>
          </w:p>
        </w:tc>
        <w:tc>
          <w:tcPr>
            <w:tcW w:w="710" w:type="dxa"/>
            <w:shd w:val="clear" w:color="000000" w:fill="auto"/>
            <w:vAlign w:val="center"/>
            <w:hideMark/>
          </w:tcPr>
          <w:p w:rsidR="0057527E" w:rsidRPr="005F3203" w:rsidRDefault="00D9439E" w:rsidP="005F3203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1649</w:t>
            </w:r>
            <w:r w:rsidR="0057527E" w:rsidRPr="005F320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,0</w:t>
            </w:r>
          </w:p>
        </w:tc>
        <w:tc>
          <w:tcPr>
            <w:tcW w:w="709" w:type="dxa"/>
            <w:shd w:val="clear" w:color="000000" w:fill="auto"/>
            <w:vAlign w:val="center"/>
            <w:hideMark/>
          </w:tcPr>
          <w:p w:rsidR="0057527E" w:rsidRPr="005F3203" w:rsidRDefault="00D9439E" w:rsidP="005F3203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1649,</w:t>
            </w:r>
            <w:r w:rsidR="0057527E" w:rsidRPr="005F320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</w:tr>
      <w:tr w:rsidR="005266B4" w:rsidRPr="002E282B" w:rsidTr="00AD37FB">
        <w:trPr>
          <w:trHeight w:val="1263"/>
        </w:trPr>
        <w:tc>
          <w:tcPr>
            <w:tcW w:w="1128" w:type="dxa"/>
            <w:gridSpan w:val="2"/>
            <w:shd w:val="clear" w:color="000000" w:fill="FFFFFF"/>
            <w:vAlign w:val="center"/>
            <w:hideMark/>
          </w:tcPr>
          <w:p w:rsidR="005266B4" w:rsidRPr="002E282B" w:rsidRDefault="005266B4" w:rsidP="00065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1.1</w:t>
            </w:r>
          </w:p>
        </w:tc>
        <w:tc>
          <w:tcPr>
            <w:tcW w:w="1979" w:type="dxa"/>
            <w:gridSpan w:val="2"/>
            <w:shd w:val="clear" w:color="000000" w:fill="FFFFFF"/>
            <w:vAlign w:val="center"/>
            <w:hideMark/>
          </w:tcPr>
          <w:p w:rsidR="005266B4" w:rsidRPr="002E282B" w:rsidRDefault="005266B4" w:rsidP="00065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Взносы на капитальный ремонт общедомового имущества в МКД</w:t>
            </w:r>
          </w:p>
        </w:tc>
        <w:tc>
          <w:tcPr>
            <w:tcW w:w="1133" w:type="dxa"/>
            <w:gridSpan w:val="2"/>
            <w:shd w:val="clear" w:color="000000" w:fill="FFFFFF"/>
            <w:vAlign w:val="center"/>
            <w:hideMark/>
          </w:tcPr>
          <w:p w:rsidR="005266B4" w:rsidRPr="002E282B" w:rsidRDefault="005266B4" w:rsidP="0096254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УЖКХ </w:t>
            </w:r>
          </w:p>
          <w:p w:rsidR="005266B4" w:rsidRPr="002E282B" w:rsidRDefault="005266B4" w:rsidP="0096254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г. Батайска,             КУИ </w:t>
            </w:r>
          </w:p>
          <w:p w:rsidR="005266B4" w:rsidRPr="002E282B" w:rsidRDefault="005266B4" w:rsidP="0096254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г. Батайска</w:t>
            </w:r>
          </w:p>
        </w:tc>
        <w:tc>
          <w:tcPr>
            <w:tcW w:w="569" w:type="dxa"/>
            <w:shd w:val="clear" w:color="000000" w:fill="FFFFFF"/>
            <w:vAlign w:val="center"/>
            <w:hideMark/>
          </w:tcPr>
          <w:p w:rsidR="005266B4" w:rsidRPr="002E282B" w:rsidRDefault="005266B4" w:rsidP="00065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910, 914</w:t>
            </w:r>
          </w:p>
        </w:tc>
        <w:tc>
          <w:tcPr>
            <w:tcW w:w="712" w:type="dxa"/>
            <w:shd w:val="clear" w:color="000000" w:fill="FFFFFF"/>
            <w:vAlign w:val="center"/>
            <w:hideMark/>
          </w:tcPr>
          <w:p w:rsidR="005266B4" w:rsidRPr="002E282B" w:rsidRDefault="005266B4" w:rsidP="00065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569" w:type="dxa"/>
            <w:gridSpan w:val="2"/>
            <w:shd w:val="clear" w:color="000000" w:fill="FFFFFF"/>
            <w:vAlign w:val="center"/>
            <w:hideMark/>
          </w:tcPr>
          <w:p w:rsidR="005266B4" w:rsidRPr="002E282B" w:rsidRDefault="005266B4" w:rsidP="00C0796B">
            <w:pPr>
              <w:spacing w:after="0" w:line="240" w:lineRule="auto"/>
              <w:ind w:left="-106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0710020010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5266B4" w:rsidRPr="002E282B" w:rsidRDefault="005266B4" w:rsidP="00937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855" w:type="dxa"/>
            <w:shd w:val="clear" w:color="auto" w:fill="auto"/>
            <w:vAlign w:val="center"/>
            <w:hideMark/>
          </w:tcPr>
          <w:p w:rsidR="005266B4" w:rsidRPr="005F3203" w:rsidRDefault="005266B4" w:rsidP="005F3203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F320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2225,0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266B4" w:rsidRPr="005F3203" w:rsidRDefault="005266B4" w:rsidP="005F3203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F320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</w:t>
            </w: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4</w:t>
            </w:r>
            <w:r w:rsidRPr="005F320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266B4" w:rsidRPr="005F3203" w:rsidRDefault="005266B4" w:rsidP="005F3203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F320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2834,3</w:t>
            </w:r>
          </w:p>
        </w:tc>
        <w:tc>
          <w:tcPr>
            <w:tcW w:w="711" w:type="dxa"/>
            <w:gridSpan w:val="2"/>
            <w:shd w:val="clear" w:color="auto" w:fill="auto"/>
            <w:vAlign w:val="center"/>
            <w:hideMark/>
          </w:tcPr>
          <w:p w:rsidR="005266B4" w:rsidRPr="00EF1982" w:rsidRDefault="009351C6" w:rsidP="005F3203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3400,2</w:t>
            </w:r>
          </w:p>
        </w:tc>
        <w:tc>
          <w:tcPr>
            <w:tcW w:w="848" w:type="dxa"/>
            <w:shd w:val="clear" w:color="auto" w:fill="auto"/>
            <w:vAlign w:val="center"/>
            <w:hideMark/>
          </w:tcPr>
          <w:p w:rsidR="005266B4" w:rsidRPr="005266B4" w:rsidRDefault="00172585" w:rsidP="00AC0994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2262,4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5266B4" w:rsidRPr="005266B4" w:rsidRDefault="00172585" w:rsidP="00AC0994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2995,2</w:t>
            </w:r>
          </w:p>
        </w:tc>
        <w:tc>
          <w:tcPr>
            <w:tcW w:w="850" w:type="dxa"/>
            <w:gridSpan w:val="2"/>
            <w:shd w:val="clear" w:color="000000" w:fill="FFFFFF"/>
            <w:vAlign w:val="center"/>
            <w:hideMark/>
          </w:tcPr>
          <w:p w:rsidR="005266B4" w:rsidRPr="005266B4" w:rsidRDefault="00172585" w:rsidP="00AC0994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2995,2</w:t>
            </w:r>
          </w:p>
        </w:tc>
        <w:tc>
          <w:tcPr>
            <w:tcW w:w="709" w:type="dxa"/>
            <w:gridSpan w:val="2"/>
            <w:shd w:val="clear" w:color="000000" w:fill="FFFFFF"/>
            <w:vAlign w:val="center"/>
            <w:hideMark/>
          </w:tcPr>
          <w:p w:rsidR="005266B4" w:rsidRPr="00172585" w:rsidRDefault="00172585" w:rsidP="005F3203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2995,2</w:t>
            </w:r>
          </w:p>
        </w:tc>
        <w:tc>
          <w:tcPr>
            <w:tcW w:w="710" w:type="dxa"/>
            <w:gridSpan w:val="2"/>
            <w:shd w:val="clear" w:color="000000" w:fill="FFFFFF"/>
            <w:vAlign w:val="center"/>
            <w:hideMark/>
          </w:tcPr>
          <w:p w:rsidR="005266B4" w:rsidRPr="002E282B" w:rsidRDefault="005266B4" w:rsidP="005F3203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1289,0</w:t>
            </w:r>
          </w:p>
        </w:tc>
        <w:tc>
          <w:tcPr>
            <w:tcW w:w="708" w:type="dxa"/>
            <w:gridSpan w:val="2"/>
            <w:shd w:val="clear" w:color="000000" w:fill="FFFFFF"/>
            <w:vAlign w:val="center"/>
            <w:hideMark/>
          </w:tcPr>
          <w:p w:rsidR="005266B4" w:rsidRPr="002E282B" w:rsidRDefault="005266B4" w:rsidP="005F3203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1289,0</w:t>
            </w:r>
          </w:p>
        </w:tc>
        <w:tc>
          <w:tcPr>
            <w:tcW w:w="710" w:type="dxa"/>
            <w:shd w:val="clear" w:color="000000" w:fill="FFFFFF"/>
            <w:vAlign w:val="center"/>
            <w:hideMark/>
          </w:tcPr>
          <w:p w:rsidR="005266B4" w:rsidRPr="002E282B" w:rsidRDefault="005266B4" w:rsidP="005F3203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1289,0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266B4" w:rsidRPr="002E282B" w:rsidRDefault="005266B4" w:rsidP="005F3203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1289,0</w:t>
            </w:r>
          </w:p>
        </w:tc>
      </w:tr>
      <w:tr w:rsidR="00EF1982" w:rsidRPr="002E282B" w:rsidTr="00AD37FB">
        <w:trPr>
          <w:trHeight w:val="782"/>
        </w:trPr>
        <w:tc>
          <w:tcPr>
            <w:tcW w:w="1128" w:type="dxa"/>
            <w:gridSpan w:val="2"/>
            <w:shd w:val="clear" w:color="auto" w:fill="auto"/>
            <w:vAlign w:val="center"/>
            <w:hideMark/>
          </w:tcPr>
          <w:p w:rsidR="0057527E" w:rsidRPr="002E282B" w:rsidRDefault="0057527E" w:rsidP="00065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сновное мероприятие 1.2</w:t>
            </w:r>
          </w:p>
        </w:tc>
        <w:tc>
          <w:tcPr>
            <w:tcW w:w="1979" w:type="dxa"/>
            <w:gridSpan w:val="2"/>
            <w:shd w:val="clear" w:color="auto" w:fill="auto"/>
            <w:vAlign w:val="center"/>
            <w:hideMark/>
          </w:tcPr>
          <w:p w:rsidR="0057527E" w:rsidRPr="002E282B" w:rsidRDefault="0057527E" w:rsidP="00065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Обслуживание информационной базы</w:t>
            </w:r>
          </w:p>
        </w:tc>
        <w:tc>
          <w:tcPr>
            <w:tcW w:w="1133" w:type="dxa"/>
            <w:gridSpan w:val="2"/>
            <w:shd w:val="clear" w:color="000000" w:fill="FFFFFF"/>
            <w:vAlign w:val="center"/>
            <w:hideMark/>
          </w:tcPr>
          <w:p w:rsidR="0057527E" w:rsidRPr="002E282B" w:rsidRDefault="0057527E" w:rsidP="0096254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УЖКХ</w:t>
            </w:r>
          </w:p>
          <w:p w:rsidR="0057527E" w:rsidRPr="002E282B" w:rsidRDefault="0057527E" w:rsidP="0096254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г. Батайска 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57527E" w:rsidRPr="002E282B" w:rsidRDefault="0057527E" w:rsidP="00065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910</w:t>
            </w:r>
          </w:p>
        </w:tc>
        <w:tc>
          <w:tcPr>
            <w:tcW w:w="712" w:type="dxa"/>
            <w:shd w:val="clear" w:color="auto" w:fill="auto"/>
            <w:vAlign w:val="center"/>
            <w:hideMark/>
          </w:tcPr>
          <w:p w:rsidR="0057527E" w:rsidRPr="002E282B" w:rsidRDefault="0057527E" w:rsidP="00065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569" w:type="dxa"/>
            <w:gridSpan w:val="2"/>
            <w:shd w:val="clear" w:color="auto" w:fill="auto"/>
            <w:vAlign w:val="center"/>
            <w:hideMark/>
          </w:tcPr>
          <w:p w:rsidR="0057527E" w:rsidRPr="002E282B" w:rsidRDefault="0057527E" w:rsidP="00C0796B">
            <w:pPr>
              <w:spacing w:after="0" w:line="240" w:lineRule="auto"/>
              <w:ind w:left="-106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0710020010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7527E" w:rsidRPr="005F3203" w:rsidRDefault="0057527E" w:rsidP="005F3203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F320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244</w:t>
            </w:r>
          </w:p>
        </w:tc>
        <w:tc>
          <w:tcPr>
            <w:tcW w:w="855" w:type="dxa"/>
            <w:shd w:val="clear" w:color="auto" w:fill="auto"/>
            <w:vAlign w:val="center"/>
            <w:hideMark/>
          </w:tcPr>
          <w:p w:rsidR="0057527E" w:rsidRPr="005F3203" w:rsidRDefault="0057527E" w:rsidP="005F3203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F320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752,0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7527E" w:rsidRPr="002E282B" w:rsidRDefault="003D68AE" w:rsidP="005F3203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205,0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7527E" w:rsidRPr="002E282B" w:rsidRDefault="000F3B52" w:rsidP="005F3203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F320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240,1</w:t>
            </w:r>
          </w:p>
        </w:tc>
        <w:tc>
          <w:tcPr>
            <w:tcW w:w="711" w:type="dxa"/>
            <w:gridSpan w:val="2"/>
            <w:shd w:val="clear" w:color="auto" w:fill="auto"/>
            <w:vAlign w:val="center"/>
            <w:hideMark/>
          </w:tcPr>
          <w:p w:rsidR="0057527E" w:rsidRPr="00EF1982" w:rsidRDefault="009351C6" w:rsidP="005F3203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48" w:type="dxa"/>
            <w:shd w:val="clear" w:color="auto" w:fill="auto"/>
            <w:vAlign w:val="center"/>
            <w:hideMark/>
          </w:tcPr>
          <w:p w:rsidR="0057527E" w:rsidRPr="00695A26" w:rsidRDefault="00193936" w:rsidP="005F3203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F320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57527E" w:rsidRPr="00695A26" w:rsidRDefault="00193936" w:rsidP="005F3203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695A26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7527E" w:rsidRPr="001E0ABB" w:rsidRDefault="001E0ABB" w:rsidP="005F3203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57527E" w:rsidRPr="005F3203" w:rsidRDefault="00193936" w:rsidP="005F3203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36</w:t>
            </w:r>
            <w:r w:rsidR="0057527E" w:rsidRPr="005F320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0,0</w:t>
            </w:r>
          </w:p>
        </w:tc>
        <w:tc>
          <w:tcPr>
            <w:tcW w:w="710" w:type="dxa"/>
            <w:gridSpan w:val="2"/>
            <w:shd w:val="clear" w:color="auto" w:fill="auto"/>
            <w:vAlign w:val="center"/>
            <w:hideMark/>
          </w:tcPr>
          <w:p w:rsidR="0057527E" w:rsidRPr="005F3203" w:rsidRDefault="00193936" w:rsidP="005F3203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36</w:t>
            </w:r>
            <w:r w:rsidR="0057527E" w:rsidRPr="005F320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0,0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57527E" w:rsidRPr="005F3203" w:rsidRDefault="00193936" w:rsidP="005F3203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36</w:t>
            </w:r>
            <w:r w:rsidR="0057527E" w:rsidRPr="005F320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:rsidR="0057527E" w:rsidRPr="005F3203" w:rsidRDefault="00193936" w:rsidP="005F3203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36</w:t>
            </w:r>
            <w:r w:rsidR="0057527E" w:rsidRPr="005F320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7527E" w:rsidRPr="005F3203" w:rsidRDefault="00193936" w:rsidP="005F3203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36</w:t>
            </w:r>
            <w:r w:rsidR="0057527E" w:rsidRPr="005F320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0,0</w:t>
            </w:r>
          </w:p>
        </w:tc>
      </w:tr>
      <w:tr w:rsidR="00F04E47" w:rsidRPr="002E282B" w:rsidTr="00AD37FB">
        <w:trPr>
          <w:trHeight w:val="278"/>
        </w:trPr>
        <w:tc>
          <w:tcPr>
            <w:tcW w:w="1128" w:type="dxa"/>
            <w:gridSpan w:val="2"/>
            <w:vMerge w:val="restart"/>
            <w:shd w:val="clear" w:color="000000" w:fill="auto"/>
            <w:vAlign w:val="center"/>
            <w:hideMark/>
          </w:tcPr>
          <w:p w:rsidR="0057527E" w:rsidRPr="002E282B" w:rsidRDefault="0057527E" w:rsidP="00911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1.3</w:t>
            </w:r>
          </w:p>
        </w:tc>
        <w:tc>
          <w:tcPr>
            <w:tcW w:w="1979" w:type="dxa"/>
            <w:gridSpan w:val="2"/>
            <w:vMerge w:val="restart"/>
            <w:shd w:val="clear" w:color="000000" w:fill="auto"/>
            <w:vAlign w:val="center"/>
            <w:hideMark/>
          </w:tcPr>
          <w:p w:rsidR="0057527E" w:rsidRPr="002E282B" w:rsidRDefault="0057527E" w:rsidP="00AB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Субсидии некоммерческим  организациям «Ростовский областной фонд содействия капитальному </w:t>
            </w: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ремонту» залесье</w:t>
            </w:r>
          </w:p>
        </w:tc>
        <w:tc>
          <w:tcPr>
            <w:tcW w:w="1133" w:type="dxa"/>
            <w:gridSpan w:val="2"/>
            <w:vMerge w:val="restart"/>
            <w:shd w:val="clear" w:color="000000" w:fill="auto"/>
            <w:vAlign w:val="center"/>
            <w:hideMark/>
          </w:tcPr>
          <w:p w:rsidR="0057527E" w:rsidRPr="002E282B" w:rsidRDefault="0057527E" w:rsidP="0096254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УЖКХ </w:t>
            </w:r>
          </w:p>
          <w:p w:rsidR="0057527E" w:rsidRPr="002E282B" w:rsidRDefault="0057527E" w:rsidP="0096254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г. Батайска </w:t>
            </w:r>
          </w:p>
        </w:tc>
        <w:tc>
          <w:tcPr>
            <w:tcW w:w="569" w:type="dxa"/>
            <w:vMerge w:val="restart"/>
            <w:shd w:val="clear" w:color="000000" w:fill="auto"/>
            <w:vAlign w:val="center"/>
            <w:hideMark/>
          </w:tcPr>
          <w:p w:rsidR="0057527E" w:rsidRPr="002E282B" w:rsidRDefault="0057527E" w:rsidP="00065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910</w:t>
            </w:r>
          </w:p>
        </w:tc>
        <w:tc>
          <w:tcPr>
            <w:tcW w:w="712" w:type="dxa"/>
            <w:vMerge w:val="restart"/>
            <w:shd w:val="clear" w:color="000000" w:fill="auto"/>
            <w:vAlign w:val="center"/>
            <w:hideMark/>
          </w:tcPr>
          <w:p w:rsidR="0057527E" w:rsidRPr="002E282B" w:rsidRDefault="0057527E" w:rsidP="00065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569" w:type="dxa"/>
            <w:gridSpan w:val="2"/>
            <w:shd w:val="clear" w:color="000000" w:fill="auto"/>
            <w:vAlign w:val="center"/>
            <w:hideMark/>
          </w:tcPr>
          <w:p w:rsidR="0057527E" w:rsidRPr="002E282B" w:rsidRDefault="0057527E" w:rsidP="00C0796B">
            <w:pPr>
              <w:spacing w:after="0" w:line="240" w:lineRule="auto"/>
              <w:ind w:left="-106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0710060010</w:t>
            </w:r>
          </w:p>
        </w:tc>
        <w:tc>
          <w:tcPr>
            <w:tcW w:w="567" w:type="dxa"/>
            <w:shd w:val="clear" w:color="000000" w:fill="auto"/>
            <w:vAlign w:val="center"/>
            <w:hideMark/>
          </w:tcPr>
          <w:p w:rsidR="0057527E" w:rsidRPr="002E282B" w:rsidRDefault="0057527E" w:rsidP="00D91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7527E" w:rsidRPr="002E282B" w:rsidRDefault="0057527E" w:rsidP="00D91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240 </w:t>
            </w:r>
          </w:p>
          <w:p w:rsidR="0057527E" w:rsidRPr="002E282B" w:rsidRDefault="0057527E" w:rsidP="00065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  <w:shd w:val="clear" w:color="000000" w:fill="auto"/>
            <w:vAlign w:val="center"/>
            <w:hideMark/>
          </w:tcPr>
          <w:p w:rsidR="0057527E" w:rsidRPr="005F3203" w:rsidRDefault="0057527E" w:rsidP="005F3203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F320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664,2</w:t>
            </w:r>
          </w:p>
        </w:tc>
        <w:tc>
          <w:tcPr>
            <w:tcW w:w="709" w:type="dxa"/>
            <w:shd w:val="clear" w:color="000000" w:fill="auto"/>
            <w:vAlign w:val="center"/>
            <w:hideMark/>
          </w:tcPr>
          <w:p w:rsidR="0057527E" w:rsidRPr="005F3203" w:rsidRDefault="0057527E" w:rsidP="005F3203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F320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0,0</w:t>
            </w:r>
          </w:p>
        </w:tc>
        <w:tc>
          <w:tcPr>
            <w:tcW w:w="850" w:type="dxa"/>
            <w:gridSpan w:val="2"/>
            <w:shd w:val="clear" w:color="000000" w:fill="auto"/>
            <w:vAlign w:val="center"/>
            <w:hideMark/>
          </w:tcPr>
          <w:p w:rsidR="0057527E" w:rsidRPr="005F3203" w:rsidRDefault="0057527E" w:rsidP="005F3203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F320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0,0</w:t>
            </w:r>
          </w:p>
        </w:tc>
        <w:tc>
          <w:tcPr>
            <w:tcW w:w="711" w:type="dxa"/>
            <w:gridSpan w:val="2"/>
            <w:shd w:val="clear" w:color="000000" w:fill="auto"/>
            <w:vAlign w:val="center"/>
            <w:hideMark/>
          </w:tcPr>
          <w:p w:rsidR="0057527E" w:rsidRPr="002E110C" w:rsidRDefault="0057527E" w:rsidP="005F3203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2E110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0,0</w:t>
            </w:r>
          </w:p>
        </w:tc>
        <w:tc>
          <w:tcPr>
            <w:tcW w:w="848" w:type="dxa"/>
            <w:shd w:val="clear" w:color="000000" w:fill="auto"/>
            <w:vAlign w:val="center"/>
            <w:hideMark/>
          </w:tcPr>
          <w:p w:rsidR="0057527E" w:rsidRPr="005F3203" w:rsidRDefault="0057527E" w:rsidP="005F3203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F320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0,0</w:t>
            </w:r>
          </w:p>
        </w:tc>
        <w:tc>
          <w:tcPr>
            <w:tcW w:w="851" w:type="dxa"/>
            <w:shd w:val="clear" w:color="000000" w:fill="auto"/>
            <w:vAlign w:val="center"/>
            <w:hideMark/>
          </w:tcPr>
          <w:p w:rsidR="0057527E" w:rsidRPr="005F3203" w:rsidRDefault="0057527E" w:rsidP="005F3203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F320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0,0</w:t>
            </w:r>
          </w:p>
        </w:tc>
        <w:tc>
          <w:tcPr>
            <w:tcW w:w="850" w:type="dxa"/>
            <w:gridSpan w:val="2"/>
            <w:shd w:val="clear" w:color="000000" w:fill="auto"/>
            <w:vAlign w:val="center"/>
            <w:hideMark/>
          </w:tcPr>
          <w:p w:rsidR="0057527E" w:rsidRPr="005F3203" w:rsidRDefault="0057527E" w:rsidP="005F3203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F320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0,0</w:t>
            </w:r>
          </w:p>
        </w:tc>
        <w:tc>
          <w:tcPr>
            <w:tcW w:w="709" w:type="dxa"/>
            <w:gridSpan w:val="2"/>
            <w:shd w:val="clear" w:color="000000" w:fill="auto"/>
            <w:vAlign w:val="center"/>
            <w:hideMark/>
          </w:tcPr>
          <w:p w:rsidR="0057527E" w:rsidRPr="005F3203" w:rsidRDefault="0057527E" w:rsidP="005F3203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F320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0,0</w:t>
            </w:r>
          </w:p>
        </w:tc>
        <w:tc>
          <w:tcPr>
            <w:tcW w:w="710" w:type="dxa"/>
            <w:gridSpan w:val="2"/>
            <w:shd w:val="clear" w:color="000000" w:fill="auto"/>
            <w:vAlign w:val="center"/>
            <w:hideMark/>
          </w:tcPr>
          <w:p w:rsidR="0057527E" w:rsidRPr="005F3203" w:rsidRDefault="0057527E" w:rsidP="005F3203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F320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0,0</w:t>
            </w:r>
          </w:p>
        </w:tc>
        <w:tc>
          <w:tcPr>
            <w:tcW w:w="708" w:type="dxa"/>
            <w:gridSpan w:val="2"/>
            <w:shd w:val="clear" w:color="000000" w:fill="auto"/>
            <w:vAlign w:val="center"/>
            <w:hideMark/>
          </w:tcPr>
          <w:p w:rsidR="0057527E" w:rsidRPr="005F3203" w:rsidRDefault="0057527E" w:rsidP="005F3203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F320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0,0</w:t>
            </w:r>
          </w:p>
        </w:tc>
        <w:tc>
          <w:tcPr>
            <w:tcW w:w="710" w:type="dxa"/>
            <w:shd w:val="clear" w:color="000000" w:fill="auto"/>
            <w:vAlign w:val="center"/>
            <w:hideMark/>
          </w:tcPr>
          <w:p w:rsidR="0057527E" w:rsidRPr="005F3203" w:rsidRDefault="0057527E" w:rsidP="005F3203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F320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0,0</w:t>
            </w:r>
          </w:p>
        </w:tc>
        <w:tc>
          <w:tcPr>
            <w:tcW w:w="709" w:type="dxa"/>
            <w:shd w:val="clear" w:color="000000" w:fill="auto"/>
            <w:vAlign w:val="center"/>
            <w:hideMark/>
          </w:tcPr>
          <w:p w:rsidR="0057527E" w:rsidRPr="005F3203" w:rsidRDefault="0057527E" w:rsidP="005F3203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F320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0,0</w:t>
            </w:r>
          </w:p>
        </w:tc>
      </w:tr>
      <w:tr w:rsidR="00F04E47" w:rsidRPr="002E282B" w:rsidTr="00AD37FB">
        <w:trPr>
          <w:trHeight w:val="475"/>
        </w:trPr>
        <w:tc>
          <w:tcPr>
            <w:tcW w:w="1128" w:type="dxa"/>
            <w:gridSpan w:val="2"/>
            <w:vMerge/>
            <w:shd w:val="clear" w:color="000000" w:fill="auto"/>
            <w:vAlign w:val="center"/>
            <w:hideMark/>
          </w:tcPr>
          <w:p w:rsidR="0057527E" w:rsidRPr="002E282B" w:rsidRDefault="0057527E" w:rsidP="00911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9" w:type="dxa"/>
            <w:gridSpan w:val="2"/>
            <w:vMerge/>
            <w:shd w:val="clear" w:color="000000" w:fill="auto"/>
            <w:vAlign w:val="center"/>
            <w:hideMark/>
          </w:tcPr>
          <w:p w:rsidR="0057527E" w:rsidRPr="002E282B" w:rsidRDefault="0057527E" w:rsidP="00AB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gridSpan w:val="2"/>
            <w:vMerge/>
            <w:shd w:val="clear" w:color="000000" w:fill="auto"/>
            <w:vAlign w:val="center"/>
            <w:hideMark/>
          </w:tcPr>
          <w:p w:rsidR="0057527E" w:rsidRPr="002E282B" w:rsidRDefault="0057527E" w:rsidP="0096254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dxa"/>
            <w:vMerge/>
            <w:shd w:val="clear" w:color="000000" w:fill="auto"/>
            <w:vAlign w:val="center"/>
            <w:hideMark/>
          </w:tcPr>
          <w:p w:rsidR="0057527E" w:rsidRPr="002E282B" w:rsidRDefault="0057527E" w:rsidP="00065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12" w:type="dxa"/>
            <w:vMerge/>
            <w:shd w:val="clear" w:color="000000" w:fill="auto"/>
            <w:vAlign w:val="center"/>
            <w:hideMark/>
          </w:tcPr>
          <w:p w:rsidR="0057527E" w:rsidRPr="002E282B" w:rsidRDefault="0057527E" w:rsidP="00065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dxa"/>
            <w:gridSpan w:val="2"/>
            <w:shd w:val="clear" w:color="000000" w:fill="auto"/>
            <w:vAlign w:val="center"/>
            <w:hideMark/>
          </w:tcPr>
          <w:p w:rsidR="0057527E" w:rsidRPr="002E282B" w:rsidRDefault="0057527E" w:rsidP="00C0796B">
            <w:pPr>
              <w:spacing w:after="0" w:line="240" w:lineRule="auto"/>
              <w:ind w:left="-106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0710090100</w:t>
            </w:r>
          </w:p>
        </w:tc>
        <w:tc>
          <w:tcPr>
            <w:tcW w:w="567" w:type="dxa"/>
            <w:shd w:val="clear" w:color="000000" w:fill="auto"/>
            <w:vAlign w:val="center"/>
            <w:hideMark/>
          </w:tcPr>
          <w:p w:rsidR="0057527E" w:rsidRPr="002E282B" w:rsidRDefault="0057527E" w:rsidP="00D91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855" w:type="dxa"/>
            <w:shd w:val="clear" w:color="000000" w:fill="auto"/>
            <w:vAlign w:val="center"/>
            <w:hideMark/>
          </w:tcPr>
          <w:p w:rsidR="0057527E" w:rsidRPr="005F3203" w:rsidRDefault="0057527E" w:rsidP="005F3203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F320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379,9</w:t>
            </w:r>
          </w:p>
        </w:tc>
        <w:tc>
          <w:tcPr>
            <w:tcW w:w="709" w:type="dxa"/>
            <w:shd w:val="clear" w:color="000000" w:fill="auto"/>
            <w:vAlign w:val="center"/>
            <w:hideMark/>
          </w:tcPr>
          <w:p w:rsidR="0057527E" w:rsidRPr="005F3203" w:rsidRDefault="0057527E" w:rsidP="005F3203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F320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0,0</w:t>
            </w:r>
          </w:p>
        </w:tc>
        <w:tc>
          <w:tcPr>
            <w:tcW w:w="850" w:type="dxa"/>
            <w:gridSpan w:val="2"/>
            <w:shd w:val="clear" w:color="000000" w:fill="auto"/>
            <w:vAlign w:val="center"/>
            <w:hideMark/>
          </w:tcPr>
          <w:p w:rsidR="0057527E" w:rsidRPr="005F3203" w:rsidRDefault="0057527E" w:rsidP="005F3203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F320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0,0</w:t>
            </w:r>
          </w:p>
        </w:tc>
        <w:tc>
          <w:tcPr>
            <w:tcW w:w="711" w:type="dxa"/>
            <w:gridSpan w:val="2"/>
            <w:shd w:val="clear" w:color="000000" w:fill="auto"/>
            <w:vAlign w:val="center"/>
            <w:hideMark/>
          </w:tcPr>
          <w:p w:rsidR="0057527E" w:rsidRPr="002E110C" w:rsidRDefault="0057527E" w:rsidP="005F3203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2E110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0,0</w:t>
            </w:r>
          </w:p>
        </w:tc>
        <w:tc>
          <w:tcPr>
            <w:tcW w:w="848" w:type="dxa"/>
            <w:shd w:val="clear" w:color="000000" w:fill="auto"/>
            <w:vAlign w:val="center"/>
            <w:hideMark/>
          </w:tcPr>
          <w:p w:rsidR="0057527E" w:rsidRPr="005F3203" w:rsidRDefault="0057527E" w:rsidP="005F3203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F320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0,0</w:t>
            </w:r>
          </w:p>
        </w:tc>
        <w:tc>
          <w:tcPr>
            <w:tcW w:w="851" w:type="dxa"/>
            <w:shd w:val="clear" w:color="000000" w:fill="auto"/>
            <w:vAlign w:val="center"/>
            <w:hideMark/>
          </w:tcPr>
          <w:p w:rsidR="0057527E" w:rsidRPr="005F3203" w:rsidRDefault="0057527E" w:rsidP="005F3203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F320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0,0</w:t>
            </w:r>
          </w:p>
        </w:tc>
        <w:tc>
          <w:tcPr>
            <w:tcW w:w="850" w:type="dxa"/>
            <w:gridSpan w:val="2"/>
            <w:shd w:val="clear" w:color="000000" w:fill="auto"/>
            <w:vAlign w:val="center"/>
            <w:hideMark/>
          </w:tcPr>
          <w:p w:rsidR="0057527E" w:rsidRPr="005F3203" w:rsidRDefault="0057527E" w:rsidP="005F3203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F320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0,0</w:t>
            </w:r>
          </w:p>
        </w:tc>
        <w:tc>
          <w:tcPr>
            <w:tcW w:w="709" w:type="dxa"/>
            <w:gridSpan w:val="2"/>
            <w:shd w:val="clear" w:color="000000" w:fill="auto"/>
            <w:vAlign w:val="center"/>
            <w:hideMark/>
          </w:tcPr>
          <w:p w:rsidR="0057527E" w:rsidRPr="005F3203" w:rsidRDefault="0057527E" w:rsidP="005F3203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F320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0,0</w:t>
            </w:r>
          </w:p>
        </w:tc>
        <w:tc>
          <w:tcPr>
            <w:tcW w:w="710" w:type="dxa"/>
            <w:gridSpan w:val="2"/>
            <w:shd w:val="clear" w:color="000000" w:fill="auto"/>
            <w:vAlign w:val="center"/>
            <w:hideMark/>
          </w:tcPr>
          <w:p w:rsidR="0057527E" w:rsidRPr="005F3203" w:rsidRDefault="0057527E" w:rsidP="005F3203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F320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0,0</w:t>
            </w:r>
          </w:p>
        </w:tc>
        <w:tc>
          <w:tcPr>
            <w:tcW w:w="708" w:type="dxa"/>
            <w:gridSpan w:val="2"/>
            <w:shd w:val="clear" w:color="000000" w:fill="auto"/>
            <w:vAlign w:val="center"/>
            <w:hideMark/>
          </w:tcPr>
          <w:p w:rsidR="0057527E" w:rsidRPr="005F3203" w:rsidRDefault="0057527E" w:rsidP="005F3203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F320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0,0</w:t>
            </w:r>
          </w:p>
        </w:tc>
        <w:tc>
          <w:tcPr>
            <w:tcW w:w="710" w:type="dxa"/>
            <w:shd w:val="clear" w:color="000000" w:fill="auto"/>
            <w:vAlign w:val="center"/>
            <w:hideMark/>
          </w:tcPr>
          <w:p w:rsidR="0057527E" w:rsidRPr="005F3203" w:rsidRDefault="0057527E" w:rsidP="005F3203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F320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0,0</w:t>
            </w:r>
          </w:p>
        </w:tc>
        <w:tc>
          <w:tcPr>
            <w:tcW w:w="709" w:type="dxa"/>
            <w:shd w:val="clear" w:color="000000" w:fill="auto"/>
            <w:vAlign w:val="center"/>
            <w:hideMark/>
          </w:tcPr>
          <w:p w:rsidR="0057527E" w:rsidRPr="005F3203" w:rsidRDefault="0057527E" w:rsidP="005F3203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F320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0,0</w:t>
            </w:r>
          </w:p>
        </w:tc>
      </w:tr>
      <w:tr w:rsidR="00EF1982" w:rsidRPr="002E282B" w:rsidTr="00AD37FB">
        <w:trPr>
          <w:trHeight w:val="475"/>
        </w:trPr>
        <w:tc>
          <w:tcPr>
            <w:tcW w:w="1128" w:type="dxa"/>
            <w:gridSpan w:val="2"/>
            <w:shd w:val="clear" w:color="000000" w:fill="auto"/>
            <w:vAlign w:val="center"/>
          </w:tcPr>
          <w:p w:rsidR="009E0C23" w:rsidRPr="002E282B" w:rsidRDefault="009E0C23" w:rsidP="009E0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Основное мероприятие 1.4</w:t>
            </w:r>
          </w:p>
        </w:tc>
        <w:tc>
          <w:tcPr>
            <w:tcW w:w="1979" w:type="dxa"/>
            <w:gridSpan w:val="2"/>
            <w:shd w:val="clear" w:color="000000" w:fill="auto"/>
            <w:vAlign w:val="center"/>
          </w:tcPr>
          <w:p w:rsidR="009E0C23" w:rsidRPr="002E282B" w:rsidRDefault="009E0C23" w:rsidP="009E0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Ремонт </w:t>
            </w:r>
            <w:r w:rsidR="008E094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 содержание </w:t>
            </w: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Муниципального жилья</w:t>
            </w:r>
          </w:p>
        </w:tc>
        <w:tc>
          <w:tcPr>
            <w:tcW w:w="1133" w:type="dxa"/>
            <w:gridSpan w:val="2"/>
            <w:shd w:val="clear" w:color="000000" w:fill="auto"/>
            <w:vAlign w:val="center"/>
          </w:tcPr>
          <w:p w:rsidR="009E0C23" w:rsidRPr="002E282B" w:rsidRDefault="009E0C23" w:rsidP="0096254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УЖКХ </w:t>
            </w:r>
          </w:p>
          <w:p w:rsidR="009E0C23" w:rsidRPr="002E282B" w:rsidRDefault="009E0C23" w:rsidP="0096254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г. Батайска</w:t>
            </w:r>
          </w:p>
        </w:tc>
        <w:tc>
          <w:tcPr>
            <w:tcW w:w="569" w:type="dxa"/>
            <w:shd w:val="clear" w:color="auto" w:fill="auto"/>
            <w:vAlign w:val="center"/>
          </w:tcPr>
          <w:p w:rsidR="009E0C23" w:rsidRPr="002E282B" w:rsidRDefault="009E0C23" w:rsidP="009E0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910</w:t>
            </w:r>
          </w:p>
        </w:tc>
        <w:tc>
          <w:tcPr>
            <w:tcW w:w="712" w:type="dxa"/>
            <w:shd w:val="clear" w:color="auto" w:fill="auto"/>
            <w:vAlign w:val="center"/>
          </w:tcPr>
          <w:p w:rsidR="009E0C23" w:rsidRPr="002E282B" w:rsidRDefault="009E0C23" w:rsidP="009E0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569" w:type="dxa"/>
            <w:gridSpan w:val="2"/>
            <w:shd w:val="clear" w:color="auto" w:fill="auto"/>
            <w:vAlign w:val="center"/>
          </w:tcPr>
          <w:p w:rsidR="009E0C23" w:rsidRPr="002E282B" w:rsidRDefault="009E0C23" w:rsidP="00C0796B">
            <w:pPr>
              <w:spacing w:after="0" w:line="240" w:lineRule="auto"/>
              <w:ind w:left="-106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0710020010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E0C23" w:rsidRPr="002E282B" w:rsidRDefault="009E0C23" w:rsidP="009E0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855" w:type="dxa"/>
            <w:shd w:val="clear" w:color="000000" w:fill="auto"/>
            <w:vAlign w:val="center"/>
          </w:tcPr>
          <w:p w:rsidR="009E0C23" w:rsidRPr="005F3203" w:rsidRDefault="00AE0FAD" w:rsidP="005F3203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F320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0,0</w:t>
            </w:r>
          </w:p>
        </w:tc>
        <w:tc>
          <w:tcPr>
            <w:tcW w:w="709" w:type="dxa"/>
            <w:shd w:val="clear" w:color="000000" w:fill="auto"/>
            <w:vAlign w:val="center"/>
          </w:tcPr>
          <w:p w:rsidR="009E0C23" w:rsidRPr="005F3203" w:rsidRDefault="00AE0FAD" w:rsidP="005F3203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F320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0,0</w:t>
            </w:r>
          </w:p>
        </w:tc>
        <w:tc>
          <w:tcPr>
            <w:tcW w:w="850" w:type="dxa"/>
            <w:gridSpan w:val="2"/>
            <w:shd w:val="clear" w:color="000000" w:fill="auto"/>
            <w:vAlign w:val="center"/>
          </w:tcPr>
          <w:p w:rsidR="009E0C23" w:rsidRPr="005F3203" w:rsidRDefault="00AE0FAD" w:rsidP="005F3203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F320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0,0</w:t>
            </w:r>
          </w:p>
        </w:tc>
        <w:tc>
          <w:tcPr>
            <w:tcW w:w="711" w:type="dxa"/>
            <w:gridSpan w:val="2"/>
            <w:shd w:val="clear" w:color="000000" w:fill="auto"/>
            <w:vAlign w:val="center"/>
          </w:tcPr>
          <w:p w:rsidR="000C5D23" w:rsidRPr="00EF1982" w:rsidRDefault="009351C6" w:rsidP="005F3203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788,1</w:t>
            </w:r>
          </w:p>
        </w:tc>
        <w:tc>
          <w:tcPr>
            <w:tcW w:w="848" w:type="dxa"/>
            <w:shd w:val="clear" w:color="000000" w:fill="auto"/>
            <w:vAlign w:val="center"/>
          </w:tcPr>
          <w:p w:rsidR="009E0C23" w:rsidRPr="00B0796E" w:rsidRDefault="00923568" w:rsidP="005F3203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5178,9</w:t>
            </w:r>
          </w:p>
        </w:tc>
        <w:tc>
          <w:tcPr>
            <w:tcW w:w="851" w:type="dxa"/>
            <w:shd w:val="clear" w:color="000000" w:fill="auto"/>
            <w:vAlign w:val="center"/>
          </w:tcPr>
          <w:p w:rsidR="009E0C23" w:rsidRPr="00B0796E" w:rsidRDefault="00172585" w:rsidP="005F3203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2762,8</w:t>
            </w:r>
          </w:p>
        </w:tc>
        <w:tc>
          <w:tcPr>
            <w:tcW w:w="850" w:type="dxa"/>
            <w:gridSpan w:val="2"/>
            <w:shd w:val="clear" w:color="000000" w:fill="auto"/>
            <w:vAlign w:val="center"/>
          </w:tcPr>
          <w:p w:rsidR="009E0C23" w:rsidRPr="00B0796E" w:rsidRDefault="00172585" w:rsidP="005F3203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gridSpan w:val="2"/>
            <w:shd w:val="clear" w:color="000000" w:fill="auto"/>
            <w:vAlign w:val="center"/>
          </w:tcPr>
          <w:p w:rsidR="009E0C23" w:rsidRPr="005F3203" w:rsidRDefault="00AE0FAD" w:rsidP="005F3203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F320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0,0</w:t>
            </w:r>
          </w:p>
        </w:tc>
        <w:tc>
          <w:tcPr>
            <w:tcW w:w="710" w:type="dxa"/>
            <w:gridSpan w:val="2"/>
            <w:shd w:val="clear" w:color="000000" w:fill="auto"/>
            <w:vAlign w:val="center"/>
          </w:tcPr>
          <w:p w:rsidR="009E0C23" w:rsidRPr="005F3203" w:rsidRDefault="00AE0FAD" w:rsidP="005F3203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F320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0,0</w:t>
            </w:r>
          </w:p>
        </w:tc>
        <w:tc>
          <w:tcPr>
            <w:tcW w:w="708" w:type="dxa"/>
            <w:gridSpan w:val="2"/>
            <w:shd w:val="clear" w:color="000000" w:fill="auto"/>
            <w:vAlign w:val="center"/>
          </w:tcPr>
          <w:p w:rsidR="009E0C23" w:rsidRPr="005F3203" w:rsidRDefault="00AE0FAD" w:rsidP="005F3203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F320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0,0</w:t>
            </w:r>
          </w:p>
        </w:tc>
        <w:tc>
          <w:tcPr>
            <w:tcW w:w="710" w:type="dxa"/>
            <w:shd w:val="clear" w:color="000000" w:fill="auto"/>
            <w:vAlign w:val="center"/>
          </w:tcPr>
          <w:p w:rsidR="009E0C23" w:rsidRPr="005F3203" w:rsidRDefault="00AE0FAD" w:rsidP="005F3203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F320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0,0</w:t>
            </w:r>
          </w:p>
        </w:tc>
        <w:tc>
          <w:tcPr>
            <w:tcW w:w="709" w:type="dxa"/>
            <w:shd w:val="clear" w:color="000000" w:fill="auto"/>
            <w:vAlign w:val="center"/>
          </w:tcPr>
          <w:p w:rsidR="009E0C23" w:rsidRPr="005F3203" w:rsidRDefault="00AE0FAD" w:rsidP="005F3203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F320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0,0</w:t>
            </w:r>
          </w:p>
        </w:tc>
      </w:tr>
      <w:tr w:rsidR="00EF1982" w:rsidRPr="002E282B" w:rsidTr="00AD37FB">
        <w:trPr>
          <w:trHeight w:val="475"/>
        </w:trPr>
        <w:tc>
          <w:tcPr>
            <w:tcW w:w="1128" w:type="dxa"/>
            <w:gridSpan w:val="2"/>
            <w:shd w:val="clear" w:color="000000" w:fill="auto"/>
            <w:vAlign w:val="center"/>
          </w:tcPr>
          <w:p w:rsidR="00EF1982" w:rsidRPr="002E282B" w:rsidRDefault="00EF1982" w:rsidP="00EF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1.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79" w:type="dxa"/>
            <w:gridSpan w:val="2"/>
            <w:shd w:val="clear" w:color="000000" w:fill="auto"/>
            <w:vAlign w:val="center"/>
          </w:tcPr>
          <w:p w:rsidR="00EF1982" w:rsidRPr="002E282B" w:rsidRDefault="00EF1982" w:rsidP="009E0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Оплата коммунальных услуг за муниципальное жильё</w:t>
            </w:r>
          </w:p>
        </w:tc>
        <w:tc>
          <w:tcPr>
            <w:tcW w:w="1133" w:type="dxa"/>
            <w:gridSpan w:val="2"/>
            <w:shd w:val="clear" w:color="000000" w:fill="auto"/>
            <w:vAlign w:val="center"/>
          </w:tcPr>
          <w:p w:rsidR="00EF1982" w:rsidRPr="002E282B" w:rsidRDefault="00EF1982" w:rsidP="00EF19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УЖКХ </w:t>
            </w:r>
          </w:p>
          <w:p w:rsidR="00EF1982" w:rsidRPr="002E282B" w:rsidRDefault="00EF1982" w:rsidP="00EF19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г. Батайска</w:t>
            </w:r>
          </w:p>
        </w:tc>
        <w:tc>
          <w:tcPr>
            <w:tcW w:w="569" w:type="dxa"/>
            <w:shd w:val="clear" w:color="auto" w:fill="auto"/>
            <w:vAlign w:val="center"/>
          </w:tcPr>
          <w:p w:rsidR="00EF1982" w:rsidRPr="002E282B" w:rsidRDefault="00EF1982" w:rsidP="009E0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910</w:t>
            </w:r>
          </w:p>
        </w:tc>
        <w:tc>
          <w:tcPr>
            <w:tcW w:w="712" w:type="dxa"/>
            <w:shd w:val="clear" w:color="auto" w:fill="auto"/>
            <w:vAlign w:val="center"/>
          </w:tcPr>
          <w:p w:rsidR="00EF1982" w:rsidRPr="002E282B" w:rsidRDefault="00EF1982" w:rsidP="009E0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569" w:type="dxa"/>
            <w:gridSpan w:val="2"/>
            <w:shd w:val="clear" w:color="auto" w:fill="auto"/>
            <w:vAlign w:val="center"/>
          </w:tcPr>
          <w:p w:rsidR="00EF1982" w:rsidRPr="002E282B" w:rsidRDefault="00EF1982" w:rsidP="00C0796B">
            <w:pPr>
              <w:spacing w:after="0" w:line="240" w:lineRule="auto"/>
              <w:ind w:left="-106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0710020010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F1982" w:rsidRPr="002E282B" w:rsidRDefault="00EF1982" w:rsidP="009E0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247</w:t>
            </w:r>
          </w:p>
        </w:tc>
        <w:tc>
          <w:tcPr>
            <w:tcW w:w="855" w:type="dxa"/>
            <w:shd w:val="clear" w:color="000000" w:fill="auto"/>
            <w:vAlign w:val="center"/>
          </w:tcPr>
          <w:p w:rsidR="00EF1982" w:rsidRPr="00EF1982" w:rsidRDefault="00EF1982" w:rsidP="005F3203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000000" w:fill="auto"/>
            <w:vAlign w:val="center"/>
          </w:tcPr>
          <w:p w:rsidR="00EF1982" w:rsidRPr="00EF1982" w:rsidRDefault="00EF1982" w:rsidP="005F3203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shd w:val="clear" w:color="000000" w:fill="auto"/>
            <w:vAlign w:val="center"/>
          </w:tcPr>
          <w:p w:rsidR="00EF1982" w:rsidRPr="00EF1982" w:rsidRDefault="00EF1982" w:rsidP="005F3203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11" w:type="dxa"/>
            <w:gridSpan w:val="2"/>
            <w:shd w:val="clear" w:color="000000" w:fill="auto"/>
            <w:vAlign w:val="center"/>
          </w:tcPr>
          <w:p w:rsidR="00EF1982" w:rsidRDefault="005266B4" w:rsidP="005F3203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48" w:type="dxa"/>
            <w:shd w:val="clear" w:color="000000" w:fill="auto"/>
            <w:vAlign w:val="center"/>
          </w:tcPr>
          <w:p w:rsidR="00EF1982" w:rsidRPr="00EF1982" w:rsidRDefault="00CA0FEF" w:rsidP="005F3203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379,9</w:t>
            </w:r>
          </w:p>
        </w:tc>
        <w:tc>
          <w:tcPr>
            <w:tcW w:w="851" w:type="dxa"/>
            <w:shd w:val="clear" w:color="000000" w:fill="auto"/>
            <w:vAlign w:val="center"/>
          </w:tcPr>
          <w:p w:rsidR="00EF1982" w:rsidRPr="00EF1982" w:rsidRDefault="00172585" w:rsidP="005F3203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668,5</w:t>
            </w:r>
          </w:p>
        </w:tc>
        <w:tc>
          <w:tcPr>
            <w:tcW w:w="850" w:type="dxa"/>
            <w:gridSpan w:val="2"/>
            <w:shd w:val="clear" w:color="000000" w:fill="auto"/>
            <w:vAlign w:val="center"/>
          </w:tcPr>
          <w:p w:rsidR="00EF1982" w:rsidRPr="00EF1982" w:rsidRDefault="00172585" w:rsidP="005F3203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668,5</w:t>
            </w:r>
          </w:p>
        </w:tc>
        <w:tc>
          <w:tcPr>
            <w:tcW w:w="709" w:type="dxa"/>
            <w:gridSpan w:val="2"/>
            <w:shd w:val="clear" w:color="000000" w:fill="auto"/>
            <w:vAlign w:val="center"/>
          </w:tcPr>
          <w:p w:rsidR="00EF1982" w:rsidRPr="00EF1982" w:rsidRDefault="00172585" w:rsidP="005F3203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668,5</w:t>
            </w:r>
          </w:p>
        </w:tc>
        <w:tc>
          <w:tcPr>
            <w:tcW w:w="710" w:type="dxa"/>
            <w:gridSpan w:val="2"/>
            <w:shd w:val="clear" w:color="000000" w:fill="auto"/>
            <w:vAlign w:val="center"/>
          </w:tcPr>
          <w:p w:rsidR="00EF1982" w:rsidRPr="00EF1982" w:rsidRDefault="00EF1982" w:rsidP="005F3203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gridSpan w:val="2"/>
            <w:shd w:val="clear" w:color="000000" w:fill="auto"/>
            <w:vAlign w:val="center"/>
          </w:tcPr>
          <w:p w:rsidR="00EF1982" w:rsidRPr="00EF1982" w:rsidRDefault="00EF1982" w:rsidP="005F3203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10" w:type="dxa"/>
            <w:shd w:val="clear" w:color="000000" w:fill="auto"/>
            <w:vAlign w:val="center"/>
          </w:tcPr>
          <w:p w:rsidR="00EF1982" w:rsidRPr="00EF1982" w:rsidRDefault="00EF1982" w:rsidP="005F3203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000000" w:fill="auto"/>
            <w:vAlign w:val="center"/>
          </w:tcPr>
          <w:p w:rsidR="00EF1982" w:rsidRPr="00EF1982" w:rsidRDefault="00EF1982" w:rsidP="005F3203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172585" w:rsidRPr="002E282B" w:rsidTr="00AD37FB">
        <w:trPr>
          <w:trHeight w:val="475"/>
        </w:trPr>
        <w:tc>
          <w:tcPr>
            <w:tcW w:w="1128" w:type="dxa"/>
            <w:gridSpan w:val="2"/>
            <w:shd w:val="clear" w:color="000000" w:fill="auto"/>
            <w:vAlign w:val="center"/>
          </w:tcPr>
          <w:p w:rsidR="00172585" w:rsidRPr="002E282B" w:rsidRDefault="00172585" w:rsidP="00172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1.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79" w:type="dxa"/>
            <w:gridSpan w:val="2"/>
            <w:shd w:val="clear" w:color="000000" w:fill="auto"/>
            <w:vAlign w:val="center"/>
          </w:tcPr>
          <w:p w:rsidR="00172585" w:rsidRPr="002E282B" w:rsidRDefault="00172585" w:rsidP="00172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Оплата услуг расчетно кассового центра</w:t>
            </w:r>
          </w:p>
        </w:tc>
        <w:tc>
          <w:tcPr>
            <w:tcW w:w="1133" w:type="dxa"/>
            <w:gridSpan w:val="2"/>
            <w:shd w:val="clear" w:color="000000" w:fill="auto"/>
            <w:vAlign w:val="center"/>
          </w:tcPr>
          <w:p w:rsidR="00172585" w:rsidRPr="002E282B" w:rsidRDefault="00172585" w:rsidP="0017258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УЖКХ </w:t>
            </w:r>
          </w:p>
          <w:p w:rsidR="00172585" w:rsidRPr="002E282B" w:rsidRDefault="00172585" w:rsidP="0017258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г. Батайска</w:t>
            </w:r>
          </w:p>
        </w:tc>
        <w:tc>
          <w:tcPr>
            <w:tcW w:w="569" w:type="dxa"/>
            <w:shd w:val="clear" w:color="auto" w:fill="auto"/>
            <w:vAlign w:val="center"/>
          </w:tcPr>
          <w:p w:rsidR="00172585" w:rsidRPr="002E282B" w:rsidRDefault="00172585" w:rsidP="00172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910</w:t>
            </w:r>
          </w:p>
        </w:tc>
        <w:tc>
          <w:tcPr>
            <w:tcW w:w="712" w:type="dxa"/>
            <w:shd w:val="clear" w:color="auto" w:fill="auto"/>
            <w:vAlign w:val="center"/>
          </w:tcPr>
          <w:p w:rsidR="00172585" w:rsidRPr="002E282B" w:rsidRDefault="00172585" w:rsidP="00172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569" w:type="dxa"/>
            <w:gridSpan w:val="2"/>
            <w:shd w:val="clear" w:color="auto" w:fill="auto"/>
            <w:vAlign w:val="center"/>
          </w:tcPr>
          <w:p w:rsidR="00172585" w:rsidRPr="002E282B" w:rsidRDefault="00172585" w:rsidP="00172585">
            <w:pPr>
              <w:spacing w:after="0" w:line="240" w:lineRule="auto"/>
              <w:ind w:left="-106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0710020010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72585" w:rsidRPr="002E282B" w:rsidRDefault="00172585" w:rsidP="00172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855" w:type="dxa"/>
            <w:shd w:val="clear" w:color="000000" w:fill="auto"/>
            <w:vAlign w:val="center"/>
          </w:tcPr>
          <w:p w:rsidR="00172585" w:rsidRPr="00EF1982" w:rsidRDefault="00172585" w:rsidP="00172585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000000" w:fill="auto"/>
            <w:vAlign w:val="center"/>
          </w:tcPr>
          <w:p w:rsidR="00172585" w:rsidRPr="00EF1982" w:rsidRDefault="00172585" w:rsidP="00172585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shd w:val="clear" w:color="000000" w:fill="auto"/>
            <w:vAlign w:val="center"/>
          </w:tcPr>
          <w:p w:rsidR="00172585" w:rsidRPr="00EF1982" w:rsidRDefault="00172585" w:rsidP="00172585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11" w:type="dxa"/>
            <w:gridSpan w:val="2"/>
            <w:shd w:val="clear" w:color="000000" w:fill="auto"/>
            <w:vAlign w:val="center"/>
          </w:tcPr>
          <w:p w:rsidR="00172585" w:rsidRDefault="00172585" w:rsidP="00172585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48" w:type="dxa"/>
            <w:shd w:val="clear" w:color="000000" w:fill="auto"/>
            <w:vAlign w:val="center"/>
          </w:tcPr>
          <w:p w:rsidR="00172585" w:rsidRPr="00EF1982" w:rsidRDefault="001A5743" w:rsidP="00172585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000000" w:fill="auto"/>
            <w:vAlign w:val="center"/>
          </w:tcPr>
          <w:p w:rsidR="00172585" w:rsidRPr="00EF1982" w:rsidRDefault="001A5743" w:rsidP="00172585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525,7</w:t>
            </w:r>
          </w:p>
        </w:tc>
        <w:tc>
          <w:tcPr>
            <w:tcW w:w="850" w:type="dxa"/>
            <w:gridSpan w:val="2"/>
            <w:shd w:val="clear" w:color="000000" w:fill="auto"/>
            <w:vAlign w:val="center"/>
          </w:tcPr>
          <w:p w:rsidR="00172585" w:rsidRPr="00EF1982" w:rsidRDefault="001A5743" w:rsidP="00172585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525,7</w:t>
            </w:r>
          </w:p>
        </w:tc>
        <w:tc>
          <w:tcPr>
            <w:tcW w:w="709" w:type="dxa"/>
            <w:gridSpan w:val="2"/>
            <w:shd w:val="clear" w:color="000000" w:fill="auto"/>
            <w:vAlign w:val="center"/>
          </w:tcPr>
          <w:p w:rsidR="00172585" w:rsidRPr="00EF1982" w:rsidRDefault="001A5743" w:rsidP="00172585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525,7</w:t>
            </w:r>
          </w:p>
        </w:tc>
        <w:tc>
          <w:tcPr>
            <w:tcW w:w="710" w:type="dxa"/>
            <w:gridSpan w:val="2"/>
            <w:shd w:val="clear" w:color="000000" w:fill="auto"/>
            <w:vAlign w:val="center"/>
          </w:tcPr>
          <w:p w:rsidR="00172585" w:rsidRPr="00EF1982" w:rsidRDefault="00172585" w:rsidP="00172585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gridSpan w:val="2"/>
            <w:shd w:val="clear" w:color="000000" w:fill="auto"/>
            <w:vAlign w:val="center"/>
          </w:tcPr>
          <w:p w:rsidR="00172585" w:rsidRPr="00EF1982" w:rsidRDefault="00172585" w:rsidP="00172585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10" w:type="dxa"/>
            <w:shd w:val="clear" w:color="000000" w:fill="auto"/>
            <w:vAlign w:val="center"/>
          </w:tcPr>
          <w:p w:rsidR="00172585" w:rsidRPr="00EF1982" w:rsidRDefault="00172585" w:rsidP="00172585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000000" w:fill="auto"/>
            <w:vAlign w:val="center"/>
          </w:tcPr>
          <w:p w:rsidR="00172585" w:rsidRPr="00EF1982" w:rsidRDefault="00172585" w:rsidP="00172585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172585" w:rsidRPr="002E282B" w:rsidTr="00AD37FB">
        <w:trPr>
          <w:trHeight w:val="1174"/>
        </w:trPr>
        <w:tc>
          <w:tcPr>
            <w:tcW w:w="1128" w:type="dxa"/>
            <w:gridSpan w:val="2"/>
            <w:shd w:val="clear" w:color="000000" w:fill="auto"/>
            <w:vAlign w:val="center"/>
            <w:hideMark/>
          </w:tcPr>
          <w:p w:rsidR="00172585" w:rsidRPr="002E282B" w:rsidRDefault="00172585" w:rsidP="009E0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</w:t>
            </w:r>
          </w:p>
        </w:tc>
        <w:tc>
          <w:tcPr>
            <w:tcW w:w="1979" w:type="dxa"/>
            <w:gridSpan w:val="2"/>
            <w:shd w:val="clear" w:color="000000" w:fill="auto"/>
            <w:vAlign w:val="center"/>
            <w:hideMark/>
          </w:tcPr>
          <w:p w:rsidR="00172585" w:rsidRPr="002E282B" w:rsidRDefault="00172585" w:rsidP="009E0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Комплексное развитие инженерной инфраструктуры города Батайска</w:t>
            </w:r>
          </w:p>
        </w:tc>
        <w:tc>
          <w:tcPr>
            <w:tcW w:w="1133" w:type="dxa"/>
            <w:gridSpan w:val="2"/>
            <w:shd w:val="clear" w:color="000000" w:fill="auto"/>
            <w:vAlign w:val="center"/>
            <w:hideMark/>
          </w:tcPr>
          <w:p w:rsidR="00172585" w:rsidRPr="002E282B" w:rsidRDefault="00172585" w:rsidP="0096254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УЖКХ</w:t>
            </w:r>
          </w:p>
          <w:p w:rsidR="00172585" w:rsidRPr="002E282B" w:rsidRDefault="00172585" w:rsidP="0096254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г. Батайска </w:t>
            </w:r>
          </w:p>
        </w:tc>
        <w:tc>
          <w:tcPr>
            <w:tcW w:w="569" w:type="dxa"/>
            <w:shd w:val="clear" w:color="000000" w:fill="auto"/>
            <w:vAlign w:val="center"/>
            <w:hideMark/>
          </w:tcPr>
          <w:p w:rsidR="00172585" w:rsidRPr="002E282B" w:rsidRDefault="00172585" w:rsidP="009E0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910</w:t>
            </w:r>
          </w:p>
        </w:tc>
        <w:tc>
          <w:tcPr>
            <w:tcW w:w="712" w:type="dxa"/>
            <w:shd w:val="clear" w:color="000000" w:fill="auto"/>
            <w:vAlign w:val="center"/>
            <w:hideMark/>
          </w:tcPr>
          <w:p w:rsidR="00172585" w:rsidRPr="002E282B" w:rsidRDefault="00172585" w:rsidP="009E0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569" w:type="dxa"/>
            <w:gridSpan w:val="2"/>
            <w:shd w:val="clear" w:color="000000" w:fill="auto"/>
            <w:vAlign w:val="center"/>
            <w:hideMark/>
          </w:tcPr>
          <w:p w:rsidR="00172585" w:rsidRPr="002E282B" w:rsidRDefault="00172585" w:rsidP="00C0796B">
            <w:pPr>
              <w:spacing w:after="0" w:line="240" w:lineRule="auto"/>
              <w:ind w:left="-106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0720000000</w:t>
            </w:r>
          </w:p>
        </w:tc>
        <w:tc>
          <w:tcPr>
            <w:tcW w:w="567" w:type="dxa"/>
            <w:shd w:val="clear" w:color="000000" w:fill="auto"/>
            <w:vAlign w:val="center"/>
            <w:hideMark/>
          </w:tcPr>
          <w:p w:rsidR="00172585" w:rsidRPr="002E282B" w:rsidRDefault="00172585" w:rsidP="009E0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5" w:type="dxa"/>
            <w:shd w:val="clear" w:color="000000" w:fill="auto"/>
            <w:vAlign w:val="center"/>
            <w:hideMark/>
          </w:tcPr>
          <w:p w:rsidR="00172585" w:rsidRPr="002E282B" w:rsidRDefault="00172585" w:rsidP="005F3203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571</w:t>
            </w:r>
            <w:r w:rsidRPr="005F320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4</w:t>
            </w: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03</w:t>
            </w:r>
            <w:r w:rsidRPr="005F320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,</w:t>
            </w: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6</w:t>
            </w:r>
          </w:p>
        </w:tc>
        <w:tc>
          <w:tcPr>
            <w:tcW w:w="709" w:type="dxa"/>
            <w:shd w:val="clear" w:color="000000" w:fill="auto"/>
            <w:vAlign w:val="center"/>
            <w:hideMark/>
          </w:tcPr>
          <w:p w:rsidR="00172585" w:rsidRPr="002E282B" w:rsidRDefault="00172585" w:rsidP="005F3203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99,6</w:t>
            </w:r>
          </w:p>
        </w:tc>
        <w:tc>
          <w:tcPr>
            <w:tcW w:w="850" w:type="dxa"/>
            <w:gridSpan w:val="2"/>
            <w:shd w:val="clear" w:color="000000" w:fill="auto"/>
            <w:vAlign w:val="center"/>
            <w:hideMark/>
          </w:tcPr>
          <w:p w:rsidR="00172585" w:rsidRPr="00F17CF5" w:rsidRDefault="00172585" w:rsidP="005F3203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64356,2</w:t>
            </w:r>
          </w:p>
        </w:tc>
        <w:tc>
          <w:tcPr>
            <w:tcW w:w="711" w:type="dxa"/>
            <w:gridSpan w:val="2"/>
            <w:shd w:val="clear" w:color="000000" w:fill="auto"/>
            <w:vAlign w:val="center"/>
            <w:hideMark/>
          </w:tcPr>
          <w:p w:rsidR="00172585" w:rsidRPr="004E478E" w:rsidRDefault="00172585" w:rsidP="005266B4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478E">
              <w:rPr>
                <w:rFonts w:ascii="Times New Roman" w:eastAsia="Times New Roman" w:hAnsi="Times New Roman" w:cs="Times New Roman"/>
                <w:sz w:val="20"/>
                <w:szCs w:val="20"/>
              </w:rPr>
              <w:t>32190,5</w:t>
            </w:r>
          </w:p>
        </w:tc>
        <w:tc>
          <w:tcPr>
            <w:tcW w:w="848" w:type="dxa"/>
            <w:shd w:val="clear" w:color="000000" w:fill="auto"/>
            <w:vAlign w:val="center"/>
            <w:hideMark/>
          </w:tcPr>
          <w:p w:rsidR="00172585" w:rsidRPr="00DB482E" w:rsidRDefault="00172585" w:rsidP="005F3203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20325,7</w:t>
            </w:r>
          </w:p>
        </w:tc>
        <w:tc>
          <w:tcPr>
            <w:tcW w:w="851" w:type="dxa"/>
            <w:shd w:val="clear" w:color="000000" w:fill="auto"/>
            <w:vAlign w:val="center"/>
            <w:hideMark/>
          </w:tcPr>
          <w:p w:rsidR="00172585" w:rsidRPr="004E478E" w:rsidRDefault="00172585" w:rsidP="00CB61BE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3586,9</w:t>
            </w:r>
          </w:p>
        </w:tc>
        <w:tc>
          <w:tcPr>
            <w:tcW w:w="850" w:type="dxa"/>
            <w:gridSpan w:val="2"/>
            <w:shd w:val="clear" w:color="000000" w:fill="auto"/>
            <w:vAlign w:val="center"/>
            <w:hideMark/>
          </w:tcPr>
          <w:p w:rsidR="00172585" w:rsidRPr="004E478E" w:rsidRDefault="00172585" w:rsidP="005F3203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0,0</w:t>
            </w:r>
          </w:p>
        </w:tc>
        <w:tc>
          <w:tcPr>
            <w:tcW w:w="709" w:type="dxa"/>
            <w:gridSpan w:val="2"/>
            <w:shd w:val="clear" w:color="000000" w:fill="auto"/>
            <w:vAlign w:val="center"/>
            <w:hideMark/>
          </w:tcPr>
          <w:p w:rsidR="00172585" w:rsidRPr="005F3203" w:rsidRDefault="00172585" w:rsidP="005F3203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F320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0,0</w:t>
            </w:r>
          </w:p>
        </w:tc>
        <w:tc>
          <w:tcPr>
            <w:tcW w:w="710" w:type="dxa"/>
            <w:gridSpan w:val="2"/>
            <w:shd w:val="clear" w:color="000000" w:fill="auto"/>
            <w:vAlign w:val="center"/>
            <w:hideMark/>
          </w:tcPr>
          <w:p w:rsidR="00172585" w:rsidRPr="005F3203" w:rsidRDefault="00172585" w:rsidP="005F3203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F320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0,0</w:t>
            </w:r>
          </w:p>
        </w:tc>
        <w:tc>
          <w:tcPr>
            <w:tcW w:w="708" w:type="dxa"/>
            <w:gridSpan w:val="2"/>
            <w:shd w:val="clear" w:color="000000" w:fill="auto"/>
            <w:vAlign w:val="center"/>
            <w:hideMark/>
          </w:tcPr>
          <w:p w:rsidR="00172585" w:rsidRPr="005F3203" w:rsidRDefault="00172585" w:rsidP="005F3203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F320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0,0</w:t>
            </w:r>
          </w:p>
        </w:tc>
        <w:tc>
          <w:tcPr>
            <w:tcW w:w="710" w:type="dxa"/>
            <w:shd w:val="clear" w:color="000000" w:fill="auto"/>
            <w:vAlign w:val="center"/>
            <w:hideMark/>
          </w:tcPr>
          <w:p w:rsidR="00172585" w:rsidRPr="005F3203" w:rsidRDefault="00172585" w:rsidP="005F3203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F320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0,0</w:t>
            </w:r>
          </w:p>
        </w:tc>
        <w:tc>
          <w:tcPr>
            <w:tcW w:w="709" w:type="dxa"/>
            <w:shd w:val="clear" w:color="000000" w:fill="auto"/>
            <w:vAlign w:val="center"/>
            <w:hideMark/>
          </w:tcPr>
          <w:p w:rsidR="00172585" w:rsidRPr="005F3203" w:rsidRDefault="00172585" w:rsidP="005F3203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F320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0,0</w:t>
            </w:r>
          </w:p>
        </w:tc>
      </w:tr>
      <w:tr w:rsidR="00172585" w:rsidRPr="002E282B" w:rsidTr="00AD37FB">
        <w:trPr>
          <w:trHeight w:val="1890"/>
        </w:trPr>
        <w:tc>
          <w:tcPr>
            <w:tcW w:w="1128" w:type="dxa"/>
            <w:gridSpan w:val="2"/>
            <w:shd w:val="clear" w:color="000000" w:fill="FFFFFF"/>
            <w:vAlign w:val="center"/>
            <w:hideMark/>
          </w:tcPr>
          <w:p w:rsidR="00172585" w:rsidRPr="002E282B" w:rsidRDefault="00172585" w:rsidP="009E0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2.1</w:t>
            </w:r>
          </w:p>
        </w:tc>
        <w:tc>
          <w:tcPr>
            <w:tcW w:w="1979" w:type="dxa"/>
            <w:gridSpan w:val="2"/>
            <w:shd w:val="clear" w:color="000000" w:fill="FFFFFF"/>
            <w:vAlign w:val="center"/>
            <w:hideMark/>
          </w:tcPr>
          <w:p w:rsidR="00172585" w:rsidRPr="002E282B" w:rsidRDefault="00172585" w:rsidP="009E0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Строительство, ремонт, реконструкция объектов электрических сетей наружного (уличного) освещения</w:t>
            </w:r>
          </w:p>
        </w:tc>
        <w:tc>
          <w:tcPr>
            <w:tcW w:w="1133" w:type="dxa"/>
            <w:gridSpan w:val="2"/>
            <w:shd w:val="clear" w:color="000000" w:fill="FFFFFF"/>
            <w:vAlign w:val="center"/>
            <w:hideMark/>
          </w:tcPr>
          <w:p w:rsidR="00172585" w:rsidRPr="002E282B" w:rsidRDefault="00172585" w:rsidP="0096254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УЖКХ </w:t>
            </w:r>
          </w:p>
          <w:p w:rsidR="00172585" w:rsidRPr="002E282B" w:rsidRDefault="00172585" w:rsidP="0096254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г. Батайска </w:t>
            </w:r>
          </w:p>
        </w:tc>
        <w:tc>
          <w:tcPr>
            <w:tcW w:w="569" w:type="dxa"/>
            <w:shd w:val="clear" w:color="000000" w:fill="FFFFFF"/>
            <w:vAlign w:val="center"/>
            <w:hideMark/>
          </w:tcPr>
          <w:p w:rsidR="00172585" w:rsidRPr="002E282B" w:rsidRDefault="00172585" w:rsidP="009E0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910</w:t>
            </w:r>
          </w:p>
        </w:tc>
        <w:tc>
          <w:tcPr>
            <w:tcW w:w="712" w:type="dxa"/>
            <w:shd w:val="clear" w:color="000000" w:fill="FFFFFF"/>
            <w:vAlign w:val="center"/>
            <w:hideMark/>
          </w:tcPr>
          <w:p w:rsidR="00172585" w:rsidRPr="002E282B" w:rsidRDefault="00172585" w:rsidP="009E0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569" w:type="dxa"/>
            <w:gridSpan w:val="2"/>
            <w:shd w:val="clear" w:color="000000" w:fill="FFFFFF"/>
            <w:vAlign w:val="center"/>
            <w:hideMark/>
          </w:tcPr>
          <w:p w:rsidR="00172585" w:rsidRPr="002E282B" w:rsidRDefault="00172585" w:rsidP="00C0796B">
            <w:pPr>
              <w:spacing w:after="0" w:line="240" w:lineRule="auto"/>
              <w:ind w:left="-106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0720020010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172585" w:rsidRPr="002E282B" w:rsidRDefault="00172585" w:rsidP="009E0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855" w:type="dxa"/>
            <w:shd w:val="clear" w:color="auto" w:fill="auto"/>
            <w:vAlign w:val="center"/>
            <w:hideMark/>
          </w:tcPr>
          <w:p w:rsidR="00172585" w:rsidRPr="005F3203" w:rsidRDefault="00172585" w:rsidP="005F3203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F320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719,7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172585" w:rsidRPr="005F3203" w:rsidRDefault="00172585" w:rsidP="005F3203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F320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99,6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172585" w:rsidRPr="005F3203" w:rsidRDefault="00172585" w:rsidP="005F3203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F320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0,0</w:t>
            </w:r>
          </w:p>
        </w:tc>
        <w:tc>
          <w:tcPr>
            <w:tcW w:w="711" w:type="dxa"/>
            <w:gridSpan w:val="2"/>
            <w:shd w:val="clear" w:color="auto" w:fill="auto"/>
            <w:vAlign w:val="center"/>
            <w:hideMark/>
          </w:tcPr>
          <w:p w:rsidR="00172585" w:rsidRPr="002E110C" w:rsidRDefault="00172585" w:rsidP="005F3203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2E110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0,0</w:t>
            </w:r>
          </w:p>
        </w:tc>
        <w:tc>
          <w:tcPr>
            <w:tcW w:w="848" w:type="dxa"/>
            <w:shd w:val="clear" w:color="auto" w:fill="auto"/>
            <w:vAlign w:val="center"/>
            <w:hideMark/>
          </w:tcPr>
          <w:p w:rsidR="00172585" w:rsidRPr="005F3203" w:rsidRDefault="00172585" w:rsidP="005F3203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F320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0,0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172585" w:rsidRPr="005F3203" w:rsidRDefault="00172585" w:rsidP="005F3203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F320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0,0</w:t>
            </w:r>
          </w:p>
        </w:tc>
        <w:tc>
          <w:tcPr>
            <w:tcW w:w="850" w:type="dxa"/>
            <w:gridSpan w:val="2"/>
            <w:shd w:val="clear" w:color="000000" w:fill="FFFFFF"/>
            <w:vAlign w:val="center"/>
            <w:hideMark/>
          </w:tcPr>
          <w:p w:rsidR="00172585" w:rsidRPr="005F3203" w:rsidRDefault="00172585" w:rsidP="005F3203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F320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0,0</w:t>
            </w:r>
          </w:p>
        </w:tc>
        <w:tc>
          <w:tcPr>
            <w:tcW w:w="709" w:type="dxa"/>
            <w:gridSpan w:val="2"/>
            <w:shd w:val="clear" w:color="000000" w:fill="FFFFFF"/>
            <w:vAlign w:val="center"/>
            <w:hideMark/>
          </w:tcPr>
          <w:p w:rsidR="00172585" w:rsidRPr="005F3203" w:rsidRDefault="00172585" w:rsidP="005F3203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F320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0,0</w:t>
            </w:r>
          </w:p>
        </w:tc>
        <w:tc>
          <w:tcPr>
            <w:tcW w:w="710" w:type="dxa"/>
            <w:gridSpan w:val="2"/>
            <w:shd w:val="clear" w:color="000000" w:fill="FFFFFF"/>
            <w:vAlign w:val="center"/>
            <w:hideMark/>
          </w:tcPr>
          <w:p w:rsidR="00172585" w:rsidRPr="005F3203" w:rsidRDefault="00172585" w:rsidP="005F3203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F320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0,0</w:t>
            </w:r>
          </w:p>
        </w:tc>
        <w:tc>
          <w:tcPr>
            <w:tcW w:w="708" w:type="dxa"/>
            <w:gridSpan w:val="2"/>
            <w:shd w:val="clear" w:color="000000" w:fill="FFFFFF"/>
            <w:vAlign w:val="center"/>
            <w:hideMark/>
          </w:tcPr>
          <w:p w:rsidR="00172585" w:rsidRPr="005F3203" w:rsidRDefault="00172585" w:rsidP="005F3203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F320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0,0</w:t>
            </w:r>
          </w:p>
        </w:tc>
        <w:tc>
          <w:tcPr>
            <w:tcW w:w="710" w:type="dxa"/>
            <w:shd w:val="clear" w:color="000000" w:fill="FFFFFF"/>
            <w:vAlign w:val="center"/>
            <w:hideMark/>
          </w:tcPr>
          <w:p w:rsidR="00172585" w:rsidRPr="005F3203" w:rsidRDefault="00172585" w:rsidP="005F3203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F320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0,0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172585" w:rsidRPr="005F3203" w:rsidRDefault="00172585" w:rsidP="005F3203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F320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0,0</w:t>
            </w:r>
          </w:p>
        </w:tc>
      </w:tr>
      <w:tr w:rsidR="00172585" w:rsidRPr="002E282B" w:rsidTr="00AD37FB">
        <w:trPr>
          <w:trHeight w:val="902"/>
        </w:trPr>
        <w:tc>
          <w:tcPr>
            <w:tcW w:w="1128" w:type="dxa"/>
            <w:gridSpan w:val="2"/>
            <w:shd w:val="clear" w:color="000000" w:fill="FFFFFF"/>
            <w:vAlign w:val="center"/>
            <w:hideMark/>
          </w:tcPr>
          <w:p w:rsidR="00172585" w:rsidRPr="002E282B" w:rsidRDefault="00172585" w:rsidP="009E0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2.2</w:t>
            </w:r>
          </w:p>
        </w:tc>
        <w:tc>
          <w:tcPr>
            <w:tcW w:w="1979" w:type="dxa"/>
            <w:gridSpan w:val="2"/>
            <w:shd w:val="clear" w:color="000000" w:fill="FFFFFF"/>
            <w:vAlign w:val="center"/>
            <w:hideMark/>
          </w:tcPr>
          <w:p w:rsidR="00172585" w:rsidRPr="002E282B" w:rsidRDefault="00172585" w:rsidP="002E110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Комплексное развитие моногородов и промышленных зон</w:t>
            </w:r>
          </w:p>
        </w:tc>
        <w:tc>
          <w:tcPr>
            <w:tcW w:w="1133" w:type="dxa"/>
            <w:gridSpan w:val="2"/>
            <w:shd w:val="clear" w:color="000000" w:fill="FFFFFF"/>
            <w:vAlign w:val="center"/>
            <w:hideMark/>
          </w:tcPr>
          <w:p w:rsidR="00172585" w:rsidRPr="002E282B" w:rsidRDefault="00172585" w:rsidP="0096254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УЖКХ</w:t>
            </w:r>
          </w:p>
          <w:p w:rsidR="00172585" w:rsidRPr="002E282B" w:rsidRDefault="00172585" w:rsidP="0096254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г. Батайска </w:t>
            </w:r>
          </w:p>
        </w:tc>
        <w:tc>
          <w:tcPr>
            <w:tcW w:w="569" w:type="dxa"/>
            <w:shd w:val="clear" w:color="000000" w:fill="FFFFFF"/>
            <w:vAlign w:val="center"/>
            <w:hideMark/>
          </w:tcPr>
          <w:p w:rsidR="00172585" w:rsidRPr="002E282B" w:rsidRDefault="00172585" w:rsidP="009E0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910</w:t>
            </w:r>
          </w:p>
        </w:tc>
        <w:tc>
          <w:tcPr>
            <w:tcW w:w="712" w:type="dxa"/>
            <w:shd w:val="clear" w:color="000000" w:fill="FFFFFF"/>
            <w:vAlign w:val="center"/>
            <w:hideMark/>
          </w:tcPr>
          <w:p w:rsidR="00172585" w:rsidRPr="002E282B" w:rsidRDefault="00172585" w:rsidP="009E0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569" w:type="dxa"/>
            <w:gridSpan w:val="2"/>
            <w:shd w:val="clear" w:color="000000" w:fill="FFFFFF"/>
            <w:vAlign w:val="center"/>
            <w:hideMark/>
          </w:tcPr>
          <w:p w:rsidR="00172585" w:rsidRPr="002E282B" w:rsidRDefault="00172585" w:rsidP="00C0796B">
            <w:pPr>
              <w:spacing w:after="0" w:line="240" w:lineRule="auto"/>
              <w:ind w:left="-106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0720071230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172585" w:rsidRPr="002E282B" w:rsidRDefault="00172585" w:rsidP="009E0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414</w:t>
            </w:r>
          </w:p>
        </w:tc>
        <w:tc>
          <w:tcPr>
            <w:tcW w:w="855" w:type="dxa"/>
            <w:shd w:val="clear" w:color="auto" w:fill="auto"/>
            <w:vAlign w:val="center"/>
            <w:hideMark/>
          </w:tcPr>
          <w:p w:rsidR="00172585" w:rsidRPr="002E110C" w:rsidRDefault="00172585" w:rsidP="002E110C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2E110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112905,3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172585" w:rsidRPr="002E110C" w:rsidRDefault="00172585" w:rsidP="002E110C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2E110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0,0</w:t>
            </w:r>
          </w:p>
        </w:tc>
        <w:tc>
          <w:tcPr>
            <w:tcW w:w="850" w:type="dxa"/>
            <w:gridSpan w:val="2"/>
            <w:shd w:val="clear" w:color="000000" w:fill="FFFFFF"/>
            <w:vAlign w:val="center"/>
            <w:hideMark/>
          </w:tcPr>
          <w:p w:rsidR="00172585" w:rsidRPr="002E110C" w:rsidRDefault="00172585" w:rsidP="002E110C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2E110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0,0</w:t>
            </w:r>
          </w:p>
        </w:tc>
        <w:tc>
          <w:tcPr>
            <w:tcW w:w="711" w:type="dxa"/>
            <w:gridSpan w:val="2"/>
            <w:shd w:val="clear" w:color="000000" w:fill="FFFFFF"/>
            <w:vAlign w:val="center"/>
            <w:hideMark/>
          </w:tcPr>
          <w:p w:rsidR="00172585" w:rsidRPr="002E110C" w:rsidRDefault="00172585" w:rsidP="002E110C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2E110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0,0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172585" w:rsidRPr="002E110C" w:rsidRDefault="00172585" w:rsidP="002E110C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2E110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0,0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172585" w:rsidRPr="002E110C" w:rsidRDefault="00172585" w:rsidP="002E110C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2E110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0,0</w:t>
            </w:r>
          </w:p>
        </w:tc>
        <w:tc>
          <w:tcPr>
            <w:tcW w:w="850" w:type="dxa"/>
            <w:gridSpan w:val="2"/>
            <w:shd w:val="clear" w:color="000000" w:fill="FFFFFF"/>
            <w:vAlign w:val="center"/>
            <w:hideMark/>
          </w:tcPr>
          <w:p w:rsidR="00172585" w:rsidRPr="002E110C" w:rsidRDefault="00172585" w:rsidP="002E110C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2E110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0,0</w:t>
            </w:r>
          </w:p>
        </w:tc>
        <w:tc>
          <w:tcPr>
            <w:tcW w:w="709" w:type="dxa"/>
            <w:gridSpan w:val="2"/>
            <w:shd w:val="clear" w:color="000000" w:fill="FFFFFF"/>
            <w:vAlign w:val="center"/>
            <w:hideMark/>
          </w:tcPr>
          <w:p w:rsidR="00172585" w:rsidRPr="002E110C" w:rsidRDefault="00172585" w:rsidP="002E110C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2E110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0,0</w:t>
            </w:r>
          </w:p>
        </w:tc>
        <w:tc>
          <w:tcPr>
            <w:tcW w:w="710" w:type="dxa"/>
            <w:gridSpan w:val="2"/>
            <w:shd w:val="clear" w:color="000000" w:fill="FFFFFF"/>
            <w:vAlign w:val="center"/>
            <w:hideMark/>
          </w:tcPr>
          <w:p w:rsidR="00172585" w:rsidRPr="002E110C" w:rsidRDefault="00172585" w:rsidP="002E110C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2E110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0,0</w:t>
            </w:r>
          </w:p>
        </w:tc>
        <w:tc>
          <w:tcPr>
            <w:tcW w:w="708" w:type="dxa"/>
            <w:gridSpan w:val="2"/>
            <w:shd w:val="clear" w:color="000000" w:fill="FFFFFF"/>
            <w:vAlign w:val="center"/>
            <w:hideMark/>
          </w:tcPr>
          <w:p w:rsidR="00172585" w:rsidRPr="002E110C" w:rsidRDefault="00172585" w:rsidP="002E110C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2E110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0,0</w:t>
            </w:r>
          </w:p>
        </w:tc>
        <w:tc>
          <w:tcPr>
            <w:tcW w:w="710" w:type="dxa"/>
            <w:shd w:val="clear" w:color="000000" w:fill="FFFFFF"/>
            <w:vAlign w:val="center"/>
            <w:hideMark/>
          </w:tcPr>
          <w:p w:rsidR="00172585" w:rsidRPr="002E110C" w:rsidRDefault="00172585" w:rsidP="002E110C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2E110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0,0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172585" w:rsidRPr="002E110C" w:rsidRDefault="00172585" w:rsidP="002E110C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2E110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0,0</w:t>
            </w:r>
          </w:p>
        </w:tc>
      </w:tr>
      <w:tr w:rsidR="00172585" w:rsidRPr="002E282B" w:rsidTr="00CB61BE">
        <w:trPr>
          <w:trHeight w:val="640"/>
        </w:trPr>
        <w:tc>
          <w:tcPr>
            <w:tcW w:w="1128" w:type="dxa"/>
            <w:gridSpan w:val="2"/>
            <w:vMerge w:val="restart"/>
            <w:shd w:val="clear" w:color="000000" w:fill="FFFFFF"/>
            <w:vAlign w:val="center"/>
            <w:hideMark/>
          </w:tcPr>
          <w:p w:rsidR="00172585" w:rsidRPr="002E282B" w:rsidRDefault="00172585" w:rsidP="009E0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2.3</w:t>
            </w:r>
          </w:p>
        </w:tc>
        <w:tc>
          <w:tcPr>
            <w:tcW w:w="1979" w:type="dxa"/>
            <w:gridSpan w:val="2"/>
            <w:vMerge w:val="restart"/>
            <w:shd w:val="clear" w:color="000000" w:fill="FFFFFF"/>
            <w:vAlign w:val="center"/>
            <w:hideMark/>
          </w:tcPr>
          <w:p w:rsidR="00172585" w:rsidRPr="002E282B" w:rsidRDefault="00172585" w:rsidP="009E0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Строительство и реконструкция объектов водопроводно-канализационного хозяйства</w:t>
            </w:r>
          </w:p>
        </w:tc>
        <w:tc>
          <w:tcPr>
            <w:tcW w:w="1133" w:type="dxa"/>
            <w:gridSpan w:val="2"/>
            <w:vMerge w:val="restart"/>
            <w:shd w:val="clear" w:color="000000" w:fill="FFFFFF"/>
            <w:vAlign w:val="center"/>
            <w:hideMark/>
          </w:tcPr>
          <w:p w:rsidR="00172585" w:rsidRPr="002E282B" w:rsidRDefault="00172585" w:rsidP="009E0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УЖКХ </w:t>
            </w:r>
          </w:p>
          <w:p w:rsidR="00172585" w:rsidRPr="002E282B" w:rsidRDefault="00172585" w:rsidP="009E0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г. Батайска </w:t>
            </w:r>
          </w:p>
        </w:tc>
        <w:tc>
          <w:tcPr>
            <w:tcW w:w="569" w:type="dxa"/>
            <w:shd w:val="clear" w:color="000000" w:fill="FFFFFF"/>
            <w:vAlign w:val="center"/>
            <w:hideMark/>
          </w:tcPr>
          <w:p w:rsidR="00172585" w:rsidRPr="002E282B" w:rsidRDefault="00172585" w:rsidP="009E0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910</w:t>
            </w:r>
          </w:p>
        </w:tc>
        <w:tc>
          <w:tcPr>
            <w:tcW w:w="712" w:type="dxa"/>
            <w:shd w:val="clear" w:color="000000" w:fill="FFFFFF"/>
            <w:vAlign w:val="center"/>
            <w:hideMark/>
          </w:tcPr>
          <w:p w:rsidR="00172585" w:rsidRPr="002E282B" w:rsidRDefault="00172585" w:rsidP="009E0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569" w:type="dxa"/>
            <w:gridSpan w:val="2"/>
            <w:shd w:val="clear" w:color="auto" w:fill="auto"/>
            <w:noWrap/>
            <w:vAlign w:val="center"/>
            <w:hideMark/>
          </w:tcPr>
          <w:p w:rsidR="00172585" w:rsidRPr="002E282B" w:rsidRDefault="00172585" w:rsidP="00C0796B">
            <w:pPr>
              <w:spacing w:after="0" w:line="240" w:lineRule="auto"/>
              <w:ind w:left="-106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0720040040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172585" w:rsidRPr="002E282B" w:rsidRDefault="00172585" w:rsidP="009E0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855" w:type="dxa"/>
            <w:shd w:val="clear" w:color="auto" w:fill="auto"/>
            <w:noWrap/>
            <w:vAlign w:val="center"/>
            <w:hideMark/>
          </w:tcPr>
          <w:p w:rsidR="00172585" w:rsidRPr="002E110C" w:rsidRDefault="00172585" w:rsidP="002E110C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2E110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448812,7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172585" w:rsidRPr="002E110C" w:rsidRDefault="00172585" w:rsidP="002E110C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2E110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0,0</w:t>
            </w:r>
          </w:p>
        </w:tc>
        <w:tc>
          <w:tcPr>
            <w:tcW w:w="850" w:type="dxa"/>
            <w:gridSpan w:val="2"/>
            <w:shd w:val="clear" w:color="000000" w:fill="FFFFFF"/>
            <w:vAlign w:val="center"/>
            <w:hideMark/>
          </w:tcPr>
          <w:p w:rsidR="00172585" w:rsidRPr="00F17CF5" w:rsidRDefault="00172585" w:rsidP="002E110C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12066,9</w:t>
            </w:r>
          </w:p>
        </w:tc>
        <w:tc>
          <w:tcPr>
            <w:tcW w:w="711" w:type="dxa"/>
            <w:gridSpan w:val="2"/>
            <w:shd w:val="clear" w:color="000000" w:fill="FFFFFF"/>
            <w:vAlign w:val="center"/>
            <w:hideMark/>
          </w:tcPr>
          <w:p w:rsidR="00172585" w:rsidRPr="002E110C" w:rsidRDefault="00172585" w:rsidP="002E110C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2E110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0,0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172585" w:rsidRPr="002E110C" w:rsidRDefault="00172585" w:rsidP="002E110C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2E110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0,0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172585" w:rsidRPr="002E110C" w:rsidRDefault="00172585" w:rsidP="002E110C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2E110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0,0</w:t>
            </w:r>
          </w:p>
        </w:tc>
        <w:tc>
          <w:tcPr>
            <w:tcW w:w="850" w:type="dxa"/>
            <w:gridSpan w:val="2"/>
            <w:shd w:val="clear" w:color="000000" w:fill="FFFFFF"/>
            <w:vAlign w:val="center"/>
            <w:hideMark/>
          </w:tcPr>
          <w:p w:rsidR="00172585" w:rsidRPr="002E110C" w:rsidRDefault="00172585" w:rsidP="002E110C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2E110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0,0</w:t>
            </w:r>
          </w:p>
        </w:tc>
        <w:tc>
          <w:tcPr>
            <w:tcW w:w="709" w:type="dxa"/>
            <w:gridSpan w:val="2"/>
            <w:shd w:val="clear" w:color="000000" w:fill="FFFFFF"/>
            <w:vAlign w:val="center"/>
            <w:hideMark/>
          </w:tcPr>
          <w:p w:rsidR="00172585" w:rsidRPr="002E110C" w:rsidRDefault="00172585" w:rsidP="002E110C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2E110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0,0</w:t>
            </w:r>
          </w:p>
        </w:tc>
        <w:tc>
          <w:tcPr>
            <w:tcW w:w="710" w:type="dxa"/>
            <w:gridSpan w:val="2"/>
            <w:shd w:val="clear" w:color="000000" w:fill="FFFFFF"/>
            <w:vAlign w:val="center"/>
            <w:hideMark/>
          </w:tcPr>
          <w:p w:rsidR="00172585" w:rsidRPr="002E110C" w:rsidRDefault="00172585" w:rsidP="002E110C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2E110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0,0</w:t>
            </w:r>
          </w:p>
        </w:tc>
        <w:tc>
          <w:tcPr>
            <w:tcW w:w="708" w:type="dxa"/>
            <w:gridSpan w:val="2"/>
            <w:shd w:val="clear" w:color="000000" w:fill="FFFFFF"/>
            <w:vAlign w:val="center"/>
            <w:hideMark/>
          </w:tcPr>
          <w:p w:rsidR="00172585" w:rsidRPr="002E110C" w:rsidRDefault="00172585" w:rsidP="002E110C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2E110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0,0</w:t>
            </w:r>
          </w:p>
        </w:tc>
        <w:tc>
          <w:tcPr>
            <w:tcW w:w="710" w:type="dxa"/>
            <w:shd w:val="clear" w:color="000000" w:fill="FFFFFF"/>
            <w:vAlign w:val="center"/>
            <w:hideMark/>
          </w:tcPr>
          <w:p w:rsidR="00172585" w:rsidRPr="002E110C" w:rsidRDefault="00172585" w:rsidP="002E110C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2E110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0,0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172585" w:rsidRPr="002E110C" w:rsidRDefault="00172585" w:rsidP="002E110C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2E110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0,0</w:t>
            </w:r>
          </w:p>
        </w:tc>
      </w:tr>
      <w:tr w:rsidR="00172585" w:rsidRPr="002E282B" w:rsidTr="00AD37FB">
        <w:trPr>
          <w:trHeight w:val="834"/>
        </w:trPr>
        <w:tc>
          <w:tcPr>
            <w:tcW w:w="1128" w:type="dxa"/>
            <w:gridSpan w:val="2"/>
            <w:vMerge/>
            <w:shd w:val="clear" w:color="000000" w:fill="FFFFFF"/>
            <w:vAlign w:val="center"/>
          </w:tcPr>
          <w:p w:rsidR="00172585" w:rsidRPr="002E282B" w:rsidRDefault="00172585" w:rsidP="009E0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9" w:type="dxa"/>
            <w:gridSpan w:val="2"/>
            <w:vMerge/>
            <w:shd w:val="clear" w:color="000000" w:fill="FFFFFF"/>
            <w:vAlign w:val="center"/>
          </w:tcPr>
          <w:p w:rsidR="00172585" w:rsidRPr="002E282B" w:rsidRDefault="00172585" w:rsidP="009E0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gridSpan w:val="2"/>
            <w:vMerge/>
            <w:shd w:val="clear" w:color="000000" w:fill="FFFFFF"/>
            <w:vAlign w:val="center"/>
          </w:tcPr>
          <w:p w:rsidR="00172585" w:rsidRPr="002E282B" w:rsidRDefault="00172585" w:rsidP="009E0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dxa"/>
            <w:shd w:val="clear" w:color="000000" w:fill="FFFFFF"/>
            <w:vAlign w:val="center"/>
          </w:tcPr>
          <w:p w:rsidR="00172585" w:rsidRPr="002E282B" w:rsidRDefault="00172585" w:rsidP="009E0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910</w:t>
            </w:r>
          </w:p>
        </w:tc>
        <w:tc>
          <w:tcPr>
            <w:tcW w:w="712" w:type="dxa"/>
            <w:shd w:val="clear" w:color="000000" w:fill="FFFFFF"/>
            <w:vAlign w:val="center"/>
          </w:tcPr>
          <w:p w:rsidR="00172585" w:rsidRPr="002E282B" w:rsidRDefault="00172585" w:rsidP="009E0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569" w:type="dxa"/>
            <w:gridSpan w:val="2"/>
            <w:shd w:val="clear" w:color="auto" w:fill="auto"/>
            <w:noWrap/>
            <w:vAlign w:val="center"/>
          </w:tcPr>
          <w:p w:rsidR="00172585" w:rsidRPr="002E282B" w:rsidRDefault="00172585" w:rsidP="00C0796B">
            <w:pPr>
              <w:spacing w:after="0" w:line="240" w:lineRule="auto"/>
              <w:ind w:left="-106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072 00S3190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172585" w:rsidRPr="002E282B" w:rsidRDefault="00172585" w:rsidP="009E0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855" w:type="dxa"/>
            <w:shd w:val="clear" w:color="auto" w:fill="auto"/>
            <w:noWrap/>
            <w:vAlign w:val="center"/>
          </w:tcPr>
          <w:p w:rsidR="00172585" w:rsidRPr="002E110C" w:rsidRDefault="00172585" w:rsidP="002E110C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2E110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0,0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172585" w:rsidRPr="002E110C" w:rsidRDefault="00172585" w:rsidP="002E110C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2E110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0,0</w:t>
            </w:r>
          </w:p>
        </w:tc>
        <w:tc>
          <w:tcPr>
            <w:tcW w:w="850" w:type="dxa"/>
            <w:gridSpan w:val="2"/>
            <w:shd w:val="clear" w:color="000000" w:fill="FFFFFF"/>
            <w:vAlign w:val="center"/>
          </w:tcPr>
          <w:p w:rsidR="00172585" w:rsidRPr="002E110C" w:rsidRDefault="00172585" w:rsidP="002E110C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2E110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0,0</w:t>
            </w:r>
          </w:p>
        </w:tc>
        <w:tc>
          <w:tcPr>
            <w:tcW w:w="711" w:type="dxa"/>
            <w:gridSpan w:val="2"/>
            <w:shd w:val="clear" w:color="000000" w:fill="FFFFFF"/>
            <w:vAlign w:val="center"/>
          </w:tcPr>
          <w:p w:rsidR="00172585" w:rsidRPr="002E110C" w:rsidRDefault="00172585" w:rsidP="002E110C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2E110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0,0</w:t>
            </w:r>
          </w:p>
        </w:tc>
        <w:tc>
          <w:tcPr>
            <w:tcW w:w="848" w:type="dxa"/>
            <w:shd w:val="clear" w:color="000000" w:fill="FFFFFF"/>
            <w:vAlign w:val="center"/>
          </w:tcPr>
          <w:p w:rsidR="00172585" w:rsidRPr="002E110C" w:rsidRDefault="00172585" w:rsidP="002E110C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2E110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0,0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:rsidR="00172585" w:rsidRPr="002E110C" w:rsidRDefault="00172585" w:rsidP="002E110C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2E110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0,0</w:t>
            </w:r>
          </w:p>
        </w:tc>
        <w:tc>
          <w:tcPr>
            <w:tcW w:w="850" w:type="dxa"/>
            <w:gridSpan w:val="2"/>
            <w:shd w:val="clear" w:color="000000" w:fill="FFFFFF"/>
            <w:vAlign w:val="center"/>
          </w:tcPr>
          <w:p w:rsidR="00172585" w:rsidRPr="002E110C" w:rsidRDefault="00172585" w:rsidP="002E110C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2E110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0,0</w:t>
            </w:r>
          </w:p>
        </w:tc>
        <w:tc>
          <w:tcPr>
            <w:tcW w:w="709" w:type="dxa"/>
            <w:gridSpan w:val="2"/>
            <w:shd w:val="clear" w:color="000000" w:fill="FFFFFF"/>
            <w:vAlign w:val="center"/>
          </w:tcPr>
          <w:p w:rsidR="00172585" w:rsidRPr="002E110C" w:rsidRDefault="00172585" w:rsidP="002E110C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2E110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0,0</w:t>
            </w:r>
          </w:p>
        </w:tc>
        <w:tc>
          <w:tcPr>
            <w:tcW w:w="710" w:type="dxa"/>
            <w:gridSpan w:val="2"/>
            <w:shd w:val="clear" w:color="000000" w:fill="FFFFFF"/>
            <w:vAlign w:val="center"/>
          </w:tcPr>
          <w:p w:rsidR="00172585" w:rsidRPr="002E110C" w:rsidRDefault="00172585" w:rsidP="002E110C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2E110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0,0</w:t>
            </w:r>
          </w:p>
        </w:tc>
        <w:tc>
          <w:tcPr>
            <w:tcW w:w="708" w:type="dxa"/>
            <w:gridSpan w:val="2"/>
            <w:shd w:val="clear" w:color="000000" w:fill="FFFFFF"/>
            <w:vAlign w:val="center"/>
          </w:tcPr>
          <w:p w:rsidR="00172585" w:rsidRPr="002E110C" w:rsidRDefault="00172585" w:rsidP="002E110C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2E110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0,0</w:t>
            </w:r>
          </w:p>
        </w:tc>
        <w:tc>
          <w:tcPr>
            <w:tcW w:w="710" w:type="dxa"/>
            <w:shd w:val="clear" w:color="000000" w:fill="FFFFFF"/>
            <w:vAlign w:val="center"/>
          </w:tcPr>
          <w:p w:rsidR="00172585" w:rsidRPr="002E110C" w:rsidRDefault="00172585" w:rsidP="002E110C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2E110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0,0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172585" w:rsidRPr="002E110C" w:rsidRDefault="00172585" w:rsidP="002E110C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2E110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0,0</w:t>
            </w:r>
          </w:p>
        </w:tc>
      </w:tr>
      <w:tr w:rsidR="00172585" w:rsidRPr="002E282B" w:rsidTr="00AD37FB">
        <w:trPr>
          <w:trHeight w:val="630"/>
        </w:trPr>
        <w:tc>
          <w:tcPr>
            <w:tcW w:w="1128" w:type="dxa"/>
            <w:gridSpan w:val="2"/>
            <w:vMerge/>
            <w:shd w:val="clear" w:color="000000" w:fill="FFFFFF"/>
            <w:vAlign w:val="center"/>
            <w:hideMark/>
          </w:tcPr>
          <w:p w:rsidR="00172585" w:rsidRPr="002E282B" w:rsidRDefault="00172585" w:rsidP="009E0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9" w:type="dxa"/>
            <w:gridSpan w:val="2"/>
            <w:vMerge/>
            <w:shd w:val="clear" w:color="000000" w:fill="FFFFFF"/>
            <w:vAlign w:val="center"/>
            <w:hideMark/>
          </w:tcPr>
          <w:p w:rsidR="00172585" w:rsidRPr="002E282B" w:rsidRDefault="00172585" w:rsidP="009E0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gridSpan w:val="2"/>
            <w:vMerge/>
            <w:shd w:val="clear" w:color="000000" w:fill="FFFFFF"/>
            <w:vAlign w:val="center"/>
            <w:hideMark/>
          </w:tcPr>
          <w:p w:rsidR="00172585" w:rsidRPr="002E282B" w:rsidRDefault="00172585" w:rsidP="009E0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dxa"/>
            <w:shd w:val="clear" w:color="000000" w:fill="FFFFFF"/>
            <w:vAlign w:val="center"/>
            <w:hideMark/>
          </w:tcPr>
          <w:p w:rsidR="00172585" w:rsidRPr="002E282B" w:rsidRDefault="00172585" w:rsidP="009E0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910</w:t>
            </w:r>
          </w:p>
        </w:tc>
        <w:tc>
          <w:tcPr>
            <w:tcW w:w="712" w:type="dxa"/>
            <w:shd w:val="clear" w:color="000000" w:fill="FFFFFF"/>
            <w:vAlign w:val="center"/>
            <w:hideMark/>
          </w:tcPr>
          <w:p w:rsidR="00172585" w:rsidRPr="002E282B" w:rsidRDefault="00172585" w:rsidP="009E0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569" w:type="dxa"/>
            <w:gridSpan w:val="2"/>
            <w:shd w:val="clear" w:color="auto" w:fill="auto"/>
            <w:noWrap/>
            <w:vAlign w:val="center"/>
            <w:hideMark/>
          </w:tcPr>
          <w:p w:rsidR="00172585" w:rsidRPr="002E282B" w:rsidRDefault="00172585" w:rsidP="00C0796B">
            <w:pPr>
              <w:spacing w:after="0" w:line="240" w:lineRule="auto"/>
              <w:ind w:left="-106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07200</w:t>
            </w: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S</w:t>
            </w: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172585" w:rsidRPr="002E282B" w:rsidRDefault="00172585" w:rsidP="009E0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410</w:t>
            </w:r>
          </w:p>
        </w:tc>
        <w:tc>
          <w:tcPr>
            <w:tcW w:w="855" w:type="dxa"/>
            <w:shd w:val="clear" w:color="auto" w:fill="auto"/>
            <w:noWrap/>
            <w:vAlign w:val="center"/>
            <w:hideMark/>
          </w:tcPr>
          <w:p w:rsidR="00172585" w:rsidRPr="002E110C" w:rsidRDefault="00172585" w:rsidP="002E110C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2E110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0,0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172585" w:rsidRPr="002E110C" w:rsidRDefault="00172585" w:rsidP="002E110C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2E110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0,0</w:t>
            </w:r>
          </w:p>
        </w:tc>
        <w:tc>
          <w:tcPr>
            <w:tcW w:w="850" w:type="dxa"/>
            <w:gridSpan w:val="2"/>
            <w:shd w:val="clear" w:color="000000" w:fill="FFFFFF"/>
            <w:vAlign w:val="center"/>
            <w:hideMark/>
          </w:tcPr>
          <w:p w:rsidR="00172585" w:rsidRPr="002E110C" w:rsidRDefault="00172585" w:rsidP="002E110C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2E110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39000,1</w:t>
            </w:r>
          </w:p>
        </w:tc>
        <w:tc>
          <w:tcPr>
            <w:tcW w:w="711" w:type="dxa"/>
            <w:gridSpan w:val="2"/>
            <w:shd w:val="clear" w:color="000000" w:fill="FFFFFF"/>
            <w:vAlign w:val="center"/>
            <w:hideMark/>
          </w:tcPr>
          <w:p w:rsidR="00172585" w:rsidRPr="002E110C" w:rsidRDefault="00172585" w:rsidP="002E110C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31304,3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172585" w:rsidRPr="002E110C" w:rsidRDefault="00172585" w:rsidP="002E110C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172585" w:rsidRPr="002E110C" w:rsidRDefault="00172585" w:rsidP="002E110C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2E110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0,0</w:t>
            </w:r>
          </w:p>
        </w:tc>
        <w:tc>
          <w:tcPr>
            <w:tcW w:w="850" w:type="dxa"/>
            <w:gridSpan w:val="2"/>
            <w:shd w:val="clear" w:color="000000" w:fill="FFFFFF"/>
            <w:vAlign w:val="center"/>
            <w:hideMark/>
          </w:tcPr>
          <w:p w:rsidR="00172585" w:rsidRPr="002E110C" w:rsidRDefault="00172585" w:rsidP="002E110C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2E110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0,0</w:t>
            </w:r>
          </w:p>
        </w:tc>
        <w:tc>
          <w:tcPr>
            <w:tcW w:w="709" w:type="dxa"/>
            <w:gridSpan w:val="2"/>
            <w:shd w:val="clear" w:color="000000" w:fill="FFFFFF"/>
            <w:vAlign w:val="center"/>
            <w:hideMark/>
          </w:tcPr>
          <w:p w:rsidR="00172585" w:rsidRPr="002E110C" w:rsidRDefault="00172585" w:rsidP="002E110C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2E110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0,0</w:t>
            </w:r>
          </w:p>
        </w:tc>
        <w:tc>
          <w:tcPr>
            <w:tcW w:w="710" w:type="dxa"/>
            <w:gridSpan w:val="2"/>
            <w:shd w:val="clear" w:color="000000" w:fill="FFFFFF"/>
            <w:vAlign w:val="center"/>
            <w:hideMark/>
          </w:tcPr>
          <w:p w:rsidR="00172585" w:rsidRPr="002E110C" w:rsidRDefault="00172585" w:rsidP="002E110C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2E110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0,0</w:t>
            </w:r>
          </w:p>
        </w:tc>
        <w:tc>
          <w:tcPr>
            <w:tcW w:w="708" w:type="dxa"/>
            <w:gridSpan w:val="2"/>
            <w:shd w:val="clear" w:color="000000" w:fill="FFFFFF"/>
            <w:vAlign w:val="center"/>
            <w:hideMark/>
          </w:tcPr>
          <w:p w:rsidR="00172585" w:rsidRPr="002E110C" w:rsidRDefault="00172585" w:rsidP="002E110C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2E110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0,0</w:t>
            </w:r>
          </w:p>
        </w:tc>
        <w:tc>
          <w:tcPr>
            <w:tcW w:w="710" w:type="dxa"/>
            <w:shd w:val="clear" w:color="000000" w:fill="FFFFFF"/>
            <w:vAlign w:val="center"/>
            <w:hideMark/>
          </w:tcPr>
          <w:p w:rsidR="00172585" w:rsidRPr="002E110C" w:rsidRDefault="00172585" w:rsidP="002E110C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2E110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0,0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172585" w:rsidRPr="002E110C" w:rsidRDefault="00172585" w:rsidP="002E110C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2E110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0,0</w:t>
            </w:r>
          </w:p>
        </w:tc>
      </w:tr>
      <w:tr w:rsidR="00172585" w:rsidRPr="002E282B" w:rsidTr="00AD37FB">
        <w:trPr>
          <w:trHeight w:val="630"/>
        </w:trPr>
        <w:tc>
          <w:tcPr>
            <w:tcW w:w="1128" w:type="dxa"/>
            <w:gridSpan w:val="2"/>
            <w:vMerge/>
            <w:shd w:val="clear" w:color="000000" w:fill="FFFFFF"/>
            <w:vAlign w:val="center"/>
          </w:tcPr>
          <w:p w:rsidR="00172585" w:rsidRPr="002E282B" w:rsidRDefault="00172585" w:rsidP="009E0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9" w:type="dxa"/>
            <w:gridSpan w:val="2"/>
            <w:vMerge/>
            <w:shd w:val="clear" w:color="000000" w:fill="FFFFFF"/>
            <w:vAlign w:val="center"/>
          </w:tcPr>
          <w:p w:rsidR="00172585" w:rsidRPr="002E282B" w:rsidRDefault="00172585" w:rsidP="009E0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gridSpan w:val="2"/>
            <w:vMerge/>
            <w:shd w:val="clear" w:color="000000" w:fill="FFFFFF"/>
            <w:vAlign w:val="center"/>
          </w:tcPr>
          <w:p w:rsidR="00172585" w:rsidRPr="002E282B" w:rsidRDefault="00172585" w:rsidP="009E0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dxa"/>
            <w:shd w:val="clear" w:color="000000" w:fill="FFFFFF"/>
            <w:vAlign w:val="center"/>
          </w:tcPr>
          <w:p w:rsidR="00172585" w:rsidRPr="002E282B" w:rsidRDefault="00172585" w:rsidP="009E0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910</w:t>
            </w:r>
          </w:p>
        </w:tc>
        <w:tc>
          <w:tcPr>
            <w:tcW w:w="712" w:type="dxa"/>
            <w:shd w:val="clear" w:color="000000" w:fill="FFFFFF"/>
            <w:vAlign w:val="center"/>
          </w:tcPr>
          <w:p w:rsidR="00172585" w:rsidRPr="002E282B" w:rsidRDefault="00172585" w:rsidP="009E0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569" w:type="dxa"/>
            <w:gridSpan w:val="2"/>
            <w:shd w:val="clear" w:color="auto" w:fill="auto"/>
            <w:noWrap/>
            <w:vAlign w:val="center"/>
          </w:tcPr>
          <w:p w:rsidR="00172585" w:rsidRPr="002E282B" w:rsidRDefault="00172585" w:rsidP="00C0796B">
            <w:pPr>
              <w:spacing w:after="0" w:line="240" w:lineRule="auto"/>
              <w:ind w:left="-106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072F552430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172585" w:rsidRPr="002E110C" w:rsidRDefault="00172585" w:rsidP="002E110C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2E110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410</w:t>
            </w:r>
          </w:p>
        </w:tc>
        <w:tc>
          <w:tcPr>
            <w:tcW w:w="855" w:type="dxa"/>
            <w:shd w:val="clear" w:color="auto" w:fill="auto"/>
            <w:noWrap/>
            <w:vAlign w:val="center"/>
          </w:tcPr>
          <w:p w:rsidR="00172585" w:rsidRPr="002E110C" w:rsidRDefault="00172585" w:rsidP="002E110C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2E110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0,0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172585" w:rsidRPr="002E110C" w:rsidRDefault="00172585" w:rsidP="009E0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2E110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0,0</w:t>
            </w:r>
          </w:p>
        </w:tc>
        <w:tc>
          <w:tcPr>
            <w:tcW w:w="850" w:type="dxa"/>
            <w:gridSpan w:val="2"/>
            <w:shd w:val="clear" w:color="000000" w:fill="FFFFFF"/>
            <w:vAlign w:val="center"/>
          </w:tcPr>
          <w:p w:rsidR="00172585" w:rsidRPr="002E110C" w:rsidRDefault="00172585" w:rsidP="009E0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2E110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0,0</w:t>
            </w:r>
          </w:p>
        </w:tc>
        <w:tc>
          <w:tcPr>
            <w:tcW w:w="711" w:type="dxa"/>
            <w:gridSpan w:val="2"/>
            <w:shd w:val="clear" w:color="000000" w:fill="FFFFFF"/>
            <w:vAlign w:val="center"/>
          </w:tcPr>
          <w:p w:rsidR="00172585" w:rsidRPr="002E110C" w:rsidRDefault="00172585" w:rsidP="009E0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val="en-US"/>
              </w:rPr>
            </w:pPr>
            <w:r w:rsidRPr="002E110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0,0</w:t>
            </w:r>
          </w:p>
        </w:tc>
        <w:tc>
          <w:tcPr>
            <w:tcW w:w="848" w:type="dxa"/>
            <w:shd w:val="clear" w:color="000000" w:fill="FFFFFF"/>
            <w:vAlign w:val="center"/>
          </w:tcPr>
          <w:p w:rsidR="00172585" w:rsidRPr="002E110C" w:rsidRDefault="00172585" w:rsidP="009E0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2E110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0,0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:rsidR="00172585" w:rsidRPr="005266B4" w:rsidRDefault="00172585" w:rsidP="002E110C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shd w:val="clear" w:color="000000" w:fill="FFFFFF"/>
            <w:vAlign w:val="center"/>
          </w:tcPr>
          <w:p w:rsidR="00172585" w:rsidRPr="005266B4" w:rsidRDefault="00172585" w:rsidP="005266B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0,0</w:t>
            </w:r>
          </w:p>
        </w:tc>
        <w:tc>
          <w:tcPr>
            <w:tcW w:w="709" w:type="dxa"/>
            <w:gridSpan w:val="2"/>
            <w:shd w:val="clear" w:color="000000" w:fill="FFFFFF"/>
            <w:vAlign w:val="center"/>
          </w:tcPr>
          <w:p w:rsidR="00172585" w:rsidRPr="002E110C" w:rsidRDefault="00172585" w:rsidP="009E0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2E110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0,0</w:t>
            </w:r>
          </w:p>
        </w:tc>
        <w:tc>
          <w:tcPr>
            <w:tcW w:w="710" w:type="dxa"/>
            <w:gridSpan w:val="2"/>
            <w:shd w:val="clear" w:color="000000" w:fill="FFFFFF"/>
            <w:vAlign w:val="center"/>
          </w:tcPr>
          <w:p w:rsidR="00172585" w:rsidRPr="002E110C" w:rsidRDefault="00172585" w:rsidP="009E0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2E110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0,0</w:t>
            </w:r>
          </w:p>
        </w:tc>
        <w:tc>
          <w:tcPr>
            <w:tcW w:w="708" w:type="dxa"/>
            <w:gridSpan w:val="2"/>
            <w:shd w:val="clear" w:color="000000" w:fill="FFFFFF"/>
            <w:vAlign w:val="center"/>
          </w:tcPr>
          <w:p w:rsidR="00172585" w:rsidRPr="002E110C" w:rsidRDefault="00172585" w:rsidP="009E0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2E110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0,0</w:t>
            </w:r>
          </w:p>
        </w:tc>
        <w:tc>
          <w:tcPr>
            <w:tcW w:w="710" w:type="dxa"/>
            <w:shd w:val="clear" w:color="000000" w:fill="FFFFFF"/>
            <w:vAlign w:val="center"/>
          </w:tcPr>
          <w:p w:rsidR="00172585" w:rsidRPr="002E110C" w:rsidRDefault="00172585" w:rsidP="009E0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2E110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0,0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172585" w:rsidRPr="002E110C" w:rsidRDefault="00172585" w:rsidP="009E0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2E110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0,0</w:t>
            </w:r>
          </w:p>
        </w:tc>
      </w:tr>
      <w:tr w:rsidR="00172585" w:rsidRPr="002E282B" w:rsidTr="00AD37FB">
        <w:trPr>
          <w:trHeight w:val="1575"/>
        </w:trPr>
        <w:tc>
          <w:tcPr>
            <w:tcW w:w="1128" w:type="dxa"/>
            <w:gridSpan w:val="2"/>
            <w:shd w:val="clear" w:color="000000" w:fill="auto"/>
            <w:vAlign w:val="center"/>
            <w:hideMark/>
          </w:tcPr>
          <w:p w:rsidR="00172585" w:rsidRPr="002E282B" w:rsidRDefault="00172585" w:rsidP="009E0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Основное мероприятие 2.4</w:t>
            </w:r>
          </w:p>
        </w:tc>
        <w:tc>
          <w:tcPr>
            <w:tcW w:w="1979" w:type="dxa"/>
            <w:gridSpan w:val="2"/>
            <w:shd w:val="clear" w:color="000000" w:fill="auto"/>
            <w:vAlign w:val="center"/>
            <w:hideMark/>
          </w:tcPr>
          <w:p w:rsidR="00172585" w:rsidRPr="00CB61BE" w:rsidRDefault="00172585" w:rsidP="00466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00149">
              <w:rPr>
                <w:rFonts w:ascii="Times New Roman" w:eastAsia="Times New Roman" w:hAnsi="Times New Roman" w:cs="Times New Roman"/>
                <w:sz w:val="18"/>
                <w:szCs w:val="18"/>
              </w:rPr>
              <w:t>«Технологическое присоединение к централизованной системе холодного водоснабжения жилой застройки п. Залесье г. Батайска»</w:t>
            </w:r>
          </w:p>
        </w:tc>
        <w:tc>
          <w:tcPr>
            <w:tcW w:w="1133" w:type="dxa"/>
            <w:gridSpan w:val="2"/>
            <w:shd w:val="clear" w:color="000000" w:fill="auto"/>
            <w:vAlign w:val="center"/>
            <w:hideMark/>
          </w:tcPr>
          <w:p w:rsidR="00172585" w:rsidRPr="002E282B" w:rsidRDefault="00172585" w:rsidP="006E321E">
            <w:pPr>
              <w:spacing w:line="240" w:lineRule="auto"/>
              <w:ind w:left="-100" w:right="-11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УЖКХ </w:t>
            </w:r>
          </w:p>
          <w:p w:rsidR="00172585" w:rsidRPr="002E282B" w:rsidRDefault="00172585" w:rsidP="006E321E">
            <w:pPr>
              <w:spacing w:line="240" w:lineRule="auto"/>
              <w:ind w:left="-100" w:right="-11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г. Батайска</w:t>
            </w:r>
          </w:p>
        </w:tc>
        <w:tc>
          <w:tcPr>
            <w:tcW w:w="569" w:type="dxa"/>
            <w:shd w:val="clear" w:color="000000" w:fill="auto"/>
            <w:vAlign w:val="center"/>
            <w:hideMark/>
          </w:tcPr>
          <w:p w:rsidR="00172585" w:rsidRPr="002E282B" w:rsidRDefault="00172585" w:rsidP="009E0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910</w:t>
            </w:r>
          </w:p>
        </w:tc>
        <w:tc>
          <w:tcPr>
            <w:tcW w:w="712" w:type="dxa"/>
            <w:shd w:val="clear" w:color="000000" w:fill="auto"/>
            <w:vAlign w:val="center"/>
            <w:hideMark/>
          </w:tcPr>
          <w:p w:rsidR="00172585" w:rsidRPr="002E282B" w:rsidRDefault="00172585" w:rsidP="009E0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569" w:type="dxa"/>
            <w:gridSpan w:val="2"/>
            <w:shd w:val="clear" w:color="000000" w:fill="auto"/>
            <w:vAlign w:val="center"/>
            <w:hideMark/>
          </w:tcPr>
          <w:p w:rsidR="00172585" w:rsidRPr="002E282B" w:rsidRDefault="00172585" w:rsidP="00CB61BE">
            <w:pPr>
              <w:spacing w:after="0" w:line="240" w:lineRule="auto"/>
              <w:ind w:left="-106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07200</w:t>
            </w: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S4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20</w:t>
            </w:r>
          </w:p>
        </w:tc>
        <w:tc>
          <w:tcPr>
            <w:tcW w:w="567" w:type="dxa"/>
            <w:shd w:val="clear" w:color="000000" w:fill="auto"/>
            <w:vAlign w:val="center"/>
            <w:hideMark/>
          </w:tcPr>
          <w:p w:rsidR="00172585" w:rsidRPr="002E282B" w:rsidRDefault="00172585" w:rsidP="00013E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855" w:type="dxa"/>
            <w:shd w:val="clear" w:color="000000" w:fill="auto"/>
            <w:vAlign w:val="center"/>
            <w:hideMark/>
          </w:tcPr>
          <w:p w:rsidR="00172585" w:rsidRPr="002E282B" w:rsidRDefault="00172585" w:rsidP="009C0DD9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896</w:t>
            </w:r>
            <w:r w:rsidRPr="009C0DD9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5,</w:t>
            </w: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9</w:t>
            </w:r>
          </w:p>
        </w:tc>
        <w:tc>
          <w:tcPr>
            <w:tcW w:w="709" w:type="dxa"/>
            <w:shd w:val="clear" w:color="000000" w:fill="auto"/>
            <w:vAlign w:val="center"/>
            <w:hideMark/>
          </w:tcPr>
          <w:p w:rsidR="00172585" w:rsidRPr="009C0DD9" w:rsidRDefault="00172585" w:rsidP="009C0DD9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9C0DD9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0,0</w:t>
            </w:r>
          </w:p>
        </w:tc>
        <w:tc>
          <w:tcPr>
            <w:tcW w:w="850" w:type="dxa"/>
            <w:gridSpan w:val="2"/>
            <w:shd w:val="clear" w:color="000000" w:fill="auto"/>
            <w:vAlign w:val="center"/>
            <w:hideMark/>
          </w:tcPr>
          <w:p w:rsidR="00172585" w:rsidRPr="003558C6" w:rsidRDefault="00172585" w:rsidP="009C0DD9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3558C6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13289,2</w:t>
            </w:r>
          </w:p>
        </w:tc>
        <w:tc>
          <w:tcPr>
            <w:tcW w:w="711" w:type="dxa"/>
            <w:gridSpan w:val="2"/>
            <w:shd w:val="clear" w:color="000000" w:fill="auto"/>
            <w:vAlign w:val="center"/>
            <w:hideMark/>
          </w:tcPr>
          <w:p w:rsidR="00172585" w:rsidRPr="009C0DD9" w:rsidRDefault="00172585" w:rsidP="009C0DD9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9C0DD9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0,0</w:t>
            </w:r>
          </w:p>
        </w:tc>
        <w:tc>
          <w:tcPr>
            <w:tcW w:w="848" w:type="dxa"/>
            <w:shd w:val="clear" w:color="000000" w:fill="auto"/>
            <w:vAlign w:val="center"/>
            <w:hideMark/>
          </w:tcPr>
          <w:p w:rsidR="00172585" w:rsidRPr="00DB482E" w:rsidRDefault="00172585" w:rsidP="009C0DD9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20325,7</w:t>
            </w:r>
          </w:p>
        </w:tc>
        <w:tc>
          <w:tcPr>
            <w:tcW w:w="851" w:type="dxa"/>
            <w:shd w:val="clear" w:color="000000" w:fill="auto"/>
            <w:vAlign w:val="center"/>
            <w:hideMark/>
          </w:tcPr>
          <w:p w:rsidR="00172585" w:rsidRPr="00DB482E" w:rsidRDefault="00172585" w:rsidP="009C0DD9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3586,9</w:t>
            </w:r>
          </w:p>
        </w:tc>
        <w:tc>
          <w:tcPr>
            <w:tcW w:w="850" w:type="dxa"/>
            <w:gridSpan w:val="2"/>
            <w:shd w:val="clear" w:color="000000" w:fill="auto"/>
            <w:vAlign w:val="center"/>
            <w:hideMark/>
          </w:tcPr>
          <w:p w:rsidR="00172585" w:rsidRPr="009C0DD9" w:rsidRDefault="00172585" w:rsidP="009C0DD9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9C0DD9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0,0</w:t>
            </w:r>
          </w:p>
        </w:tc>
        <w:tc>
          <w:tcPr>
            <w:tcW w:w="709" w:type="dxa"/>
            <w:gridSpan w:val="2"/>
            <w:shd w:val="clear" w:color="000000" w:fill="auto"/>
            <w:vAlign w:val="center"/>
            <w:hideMark/>
          </w:tcPr>
          <w:p w:rsidR="00172585" w:rsidRPr="009C0DD9" w:rsidRDefault="00172585" w:rsidP="009C0DD9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9C0DD9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0,0</w:t>
            </w:r>
          </w:p>
        </w:tc>
        <w:tc>
          <w:tcPr>
            <w:tcW w:w="710" w:type="dxa"/>
            <w:gridSpan w:val="2"/>
            <w:shd w:val="clear" w:color="000000" w:fill="auto"/>
            <w:vAlign w:val="center"/>
            <w:hideMark/>
          </w:tcPr>
          <w:p w:rsidR="00172585" w:rsidRPr="009C0DD9" w:rsidRDefault="00172585" w:rsidP="009C0DD9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9C0DD9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0,0</w:t>
            </w:r>
          </w:p>
        </w:tc>
        <w:tc>
          <w:tcPr>
            <w:tcW w:w="708" w:type="dxa"/>
            <w:gridSpan w:val="2"/>
            <w:shd w:val="clear" w:color="000000" w:fill="auto"/>
            <w:vAlign w:val="center"/>
            <w:hideMark/>
          </w:tcPr>
          <w:p w:rsidR="00172585" w:rsidRPr="009C0DD9" w:rsidRDefault="00172585" w:rsidP="009C0DD9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9C0DD9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0,0</w:t>
            </w:r>
          </w:p>
        </w:tc>
        <w:tc>
          <w:tcPr>
            <w:tcW w:w="710" w:type="dxa"/>
            <w:shd w:val="clear" w:color="000000" w:fill="auto"/>
            <w:vAlign w:val="center"/>
            <w:hideMark/>
          </w:tcPr>
          <w:p w:rsidR="00172585" w:rsidRPr="009C0DD9" w:rsidRDefault="00172585" w:rsidP="009C0DD9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9C0DD9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0,0</w:t>
            </w:r>
          </w:p>
        </w:tc>
        <w:tc>
          <w:tcPr>
            <w:tcW w:w="709" w:type="dxa"/>
            <w:shd w:val="clear" w:color="000000" w:fill="auto"/>
            <w:vAlign w:val="center"/>
            <w:hideMark/>
          </w:tcPr>
          <w:p w:rsidR="00172585" w:rsidRPr="009C0DD9" w:rsidRDefault="00172585" w:rsidP="009C0DD9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9C0DD9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0,0</w:t>
            </w:r>
          </w:p>
        </w:tc>
      </w:tr>
      <w:tr w:rsidR="00172585" w:rsidRPr="002E282B" w:rsidTr="00AD37FB">
        <w:trPr>
          <w:trHeight w:val="1287"/>
        </w:trPr>
        <w:tc>
          <w:tcPr>
            <w:tcW w:w="1128" w:type="dxa"/>
            <w:gridSpan w:val="2"/>
            <w:shd w:val="clear" w:color="000000" w:fill="auto"/>
            <w:vAlign w:val="center"/>
            <w:hideMark/>
          </w:tcPr>
          <w:p w:rsidR="00172585" w:rsidRPr="002E282B" w:rsidRDefault="00172585" w:rsidP="009E0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2.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79" w:type="dxa"/>
            <w:gridSpan w:val="2"/>
            <w:shd w:val="clear" w:color="000000" w:fill="auto"/>
            <w:vAlign w:val="center"/>
            <w:hideMark/>
          </w:tcPr>
          <w:p w:rsidR="00172585" w:rsidRPr="002E282B" w:rsidRDefault="00172585" w:rsidP="009E0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на закупку контейнеров для раздельного накопления ТКО</w:t>
            </w:r>
          </w:p>
        </w:tc>
        <w:tc>
          <w:tcPr>
            <w:tcW w:w="1133" w:type="dxa"/>
            <w:gridSpan w:val="2"/>
            <w:shd w:val="clear" w:color="000000" w:fill="auto"/>
            <w:vAlign w:val="center"/>
            <w:hideMark/>
          </w:tcPr>
          <w:p w:rsidR="00172585" w:rsidRPr="002E282B" w:rsidRDefault="00172585" w:rsidP="006E321E">
            <w:pPr>
              <w:spacing w:line="240" w:lineRule="auto"/>
              <w:ind w:left="-100" w:right="-11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УЖКХ </w:t>
            </w:r>
          </w:p>
          <w:p w:rsidR="00172585" w:rsidRPr="002E282B" w:rsidRDefault="00172585" w:rsidP="006E321E">
            <w:pPr>
              <w:spacing w:line="240" w:lineRule="auto"/>
              <w:ind w:left="-100" w:right="-11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г. Батайска</w:t>
            </w:r>
          </w:p>
        </w:tc>
        <w:tc>
          <w:tcPr>
            <w:tcW w:w="569" w:type="dxa"/>
            <w:shd w:val="clear" w:color="000000" w:fill="auto"/>
            <w:vAlign w:val="center"/>
            <w:hideMark/>
          </w:tcPr>
          <w:p w:rsidR="00172585" w:rsidRPr="002E282B" w:rsidRDefault="00172585" w:rsidP="009E0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910</w:t>
            </w:r>
          </w:p>
        </w:tc>
        <w:tc>
          <w:tcPr>
            <w:tcW w:w="712" w:type="dxa"/>
            <w:shd w:val="clear" w:color="000000" w:fill="auto"/>
            <w:vAlign w:val="center"/>
            <w:hideMark/>
          </w:tcPr>
          <w:p w:rsidR="00172585" w:rsidRPr="002E282B" w:rsidRDefault="00172585" w:rsidP="009E0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569" w:type="dxa"/>
            <w:gridSpan w:val="2"/>
            <w:shd w:val="clear" w:color="000000" w:fill="auto"/>
            <w:vAlign w:val="center"/>
            <w:hideMark/>
          </w:tcPr>
          <w:p w:rsidR="00172585" w:rsidRPr="00EF1982" w:rsidRDefault="00172585" w:rsidP="00C0796B">
            <w:pPr>
              <w:spacing w:after="0" w:line="240" w:lineRule="auto"/>
              <w:ind w:left="-106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G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252690</w:t>
            </w:r>
          </w:p>
        </w:tc>
        <w:tc>
          <w:tcPr>
            <w:tcW w:w="567" w:type="dxa"/>
            <w:shd w:val="clear" w:color="000000" w:fill="auto"/>
            <w:vAlign w:val="center"/>
            <w:hideMark/>
          </w:tcPr>
          <w:p w:rsidR="00172585" w:rsidRPr="002E282B" w:rsidRDefault="00172585" w:rsidP="009E0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855" w:type="dxa"/>
            <w:shd w:val="clear" w:color="000000" w:fill="auto"/>
            <w:vAlign w:val="center"/>
            <w:hideMark/>
          </w:tcPr>
          <w:p w:rsidR="00172585" w:rsidRPr="00EF1982" w:rsidRDefault="00172585" w:rsidP="009C0DD9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000000" w:fill="auto"/>
            <w:vAlign w:val="center"/>
            <w:hideMark/>
          </w:tcPr>
          <w:p w:rsidR="00172585" w:rsidRPr="00EF1982" w:rsidRDefault="00172585" w:rsidP="009C0DD9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shd w:val="clear" w:color="000000" w:fill="auto"/>
            <w:vAlign w:val="center"/>
            <w:hideMark/>
          </w:tcPr>
          <w:p w:rsidR="00172585" w:rsidRPr="00EF1982" w:rsidRDefault="00172585" w:rsidP="009C0DD9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11" w:type="dxa"/>
            <w:gridSpan w:val="2"/>
            <w:shd w:val="clear" w:color="000000" w:fill="auto"/>
            <w:vAlign w:val="center"/>
            <w:hideMark/>
          </w:tcPr>
          <w:p w:rsidR="00172585" w:rsidRPr="00EF1982" w:rsidRDefault="00172585" w:rsidP="005266B4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886,2</w:t>
            </w:r>
          </w:p>
        </w:tc>
        <w:tc>
          <w:tcPr>
            <w:tcW w:w="848" w:type="dxa"/>
            <w:shd w:val="clear" w:color="000000" w:fill="auto"/>
            <w:vAlign w:val="center"/>
            <w:hideMark/>
          </w:tcPr>
          <w:p w:rsidR="00172585" w:rsidRPr="00EF1982" w:rsidRDefault="00172585" w:rsidP="009C0DD9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000000" w:fill="auto"/>
            <w:vAlign w:val="center"/>
            <w:hideMark/>
          </w:tcPr>
          <w:p w:rsidR="00172585" w:rsidRPr="00EF1982" w:rsidRDefault="00172585" w:rsidP="009C0DD9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shd w:val="clear" w:color="000000" w:fill="auto"/>
            <w:vAlign w:val="center"/>
            <w:hideMark/>
          </w:tcPr>
          <w:p w:rsidR="00172585" w:rsidRPr="00EF1982" w:rsidRDefault="00172585" w:rsidP="009C0DD9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gridSpan w:val="2"/>
            <w:shd w:val="clear" w:color="000000" w:fill="auto"/>
            <w:vAlign w:val="center"/>
            <w:hideMark/>
          </w:tcPr>
          <w:p w:rsidR="00172585" w:rsidRPr="00EF1982" w:rsidRDefault="00172585" w:rsidP="009C0DD9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10" w:type="dxa"/>
            <w:gridSpan w:val="2"/>
            <w:shd w:val="clear" w:color="000000" w:fill="auto"/>
            <w:vAlign w:val="center"/>
            <w:hideMark/>
          </w:tcPr>
          <w:p w:rsidR="00172585" w:rsidRPr="00EF1982" w:rsidRDefault="00172585" w:rsidP="009C0DD9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gridSpan w:val="2"/>
            <w:shd w:val="clear" w:color="000000" w:fill="auto"/>
            <w:vAlign w:val="center"/>
            <w:hideMark/>
          </w:tcPr>
          <w:p w:rsidR="00172585" w:rsidRPr="00EF1982" w:rsidRDefault="00172585" w:rsidP="009C0DD9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10" w:type="dxa"/>
            <w:shd w:val="clear" w:color="000000" w:fill="auto"/>
            <w:vAlign w:val="center"/>
            <w:hideMark/>
          </w:tcPr>
          <w:p w:rsidR="00172585" w:rsidRPr="00EF1982" w:rsidRDefault="00172585" w:rsidP="009C0DD9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000000" w:fill="auto"/>
            <w:vAlign w:val="center"/>
            <w:hideMark/>
          </w:tcPr>
          <w:p w:rsidR="00172585" w:rsidRPr="00EF1982" w:rsidRDefault="00172585" w:rsidP="009C0DD9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172585" w:rsidRPr="002E282B" w:rsidTr="00AD37FB">
        <w:trPr>
          <w:trHeight w:val="1270"/>
        </w:trPr>
        <w:tc>
          <w:tcPr>
            <w:tcW w:w="1128" w:type="dxa"/>
            <w:gridSpan w:val="2"/>
            <w:shd w:val="clear" w:color="000000" w:fill="auto"/>
            <w:vAlign w:val="center"/>
            <w:hideMark/>
          </w:tcPr>
          <w:p w:rsidR="00172585" w:rsidRPr="002E282B" w:rsidRDefault="00172585" w:rsidP="009E0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</w:t>
            </w:r>
          </w:p>
        </w:tc>
        <w:tc>
          <w:tcPr>
            <w:tcW w:w="1979" w:type="dxa"/>
            <w:gridSpan w:val="2"/>
            <w:shd w:val="clear" w:color="000000" w:fill="auto"/>
            <w:vAlign w:val="center"/>
            <w:hideMark/>
          </w:tcPr>
          <w:p w:rsidR="00172585" w:rsidRPr="002E282B" w:rsidRDefault="00172585" w:rsidP="009E0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Ремонт жилищного фонда и имущества муниципального образования «город Батайск»</w:t>
            </w:r>
          </w:p>
        </w:tc>
        <w:tc>
          <w:tcPr>
            <w:tcW w:w="1133" w:type="dxa"/>
            <w:gridSpan w:val="2"/>
            <w:shd w:val="clear" w:color="000000" w:fill="auto"/>
            <w:vAlign w:val="center"/>
            <w:hideMark/>
          </w:tcPr>
          <w:p w:rsidR="00172585" w:rsidRPr="002E282B" w:rsidRDefault="00172585" w:rsidP="006E321E">
            <w:pPr>
              <w:spacing w:after="0" w:line="240" w:lineRule="auto"/>
              <w:ind w:left="-100" w:right="-11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УЖКХ </w:t>
            </w:r>
          </w:p>
          <w:p w:rsidR="00172585" w:rsidRPr="002E282B" w:rsidRDefault="00172585" w:rsidP="006E321E">
            <w:pPr>
              <w:spacing w:after="0" w:line="240" w:lineRule="auto"/>
              <w:ind w:left="-100" w:right="-11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г. Батайска, КУИ </w:t>
            </w:r>
          </w:p>
          <w:p w:rsidR="00172585" w:rsidRPr="002E282B" w:rsidRDefault="00172585" w:rsidP="006E321E">
            <w:pPr>
              <w:spacing w:after="0" w:line="240" w:lineRule="auto"/>
              <w:ind w:left="-100" w:right="-11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г. Батайска</w:t>
            </w:r>
          </w:p>
        </w:tc>
        <w:tc>
          <w:tcPr>
            <w:tcW w:w="569" w:type="dxa"/>
            <w:shd w:val="clear" w:color="000000" w:fill="auto"/>
            <w:vAlign w:val="center"/>
            <w:hideMark/>
          </w:tcPr>
          <w:p w:rsidR="00172585" w:rsidRPr="002E282B" w:rsidRDefault="00172585" w:rsidP="009E0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910</w:t>
            </w:r>
          </w:p>
          <w:p w:rsidR="00172585" w:rsidRPr="002E282B" w:rsidRDefault="00172585" w:rsidP="009E0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712" w:type="dxa"/>
            <w:shd w:val="clear" w:color="000000" w:fill="auto"/>
            <w:vAlign w:val="center"/>
            <w:hideMark/>
          </w:tcPr>
          <w:p w:rsidR="00172585" w:rsidRPr="002E282B" w:rsidRDefault="00172585" w:rsidP="009E0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0502   0412 0505 0503</w:t>
            </w:r>
          </w:p>
        </w:tc>
        <w:tc>
          <w:tcPr>
            <w:tcW w:w="569" w:type="dxa"/>
            <w:gridSpan w:val="2"/>
            <w:shd w:val="clear" w:color="000000" w:fill="auto"/>
            <w:vAlign w:val="center"/>
            <w:hideMark/>
          </w:tcPr>
          <w:p w:rsidR="00172585" w:rsidRPr="002E282B" w:rsidRDefault="00172585" w:rsidP="00C0796B">
            <w:pPr>
              <w:spacing w:after="0" w:line="240" w:lineRule="auto"/>
              <w:ind w:left="-106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0730000000</w:t>
            </w:r>
          </w:p>
        </w:tc>
        <w:tc>
          <w:tcPr>
            <w:tcW w:w="567" w:type="dxa"/>
            <w:shd w:val="clear" w:color="000000" w:fill="auto"/>
            <w:vAlign w:val="center"/>
            <w:hideMark/>
          </w:tcPr>
          <w:p w:rsidR="00172585" w:rsidRPr="002E282B" w:rsidRDefault="00172585" w:rsidP="009E0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</w:t>
            </w:r>
          </w:p>
        </w:tc>
        <w:tc>
          <w:tcPr>
            <w:tcW w:w="855" w:type="dxa"/>
            <w:shd w:val="clear" w:color="000000" w:fill="auto"/>
            <w:vAlign w:val="center"/>
            <w:hideMark/>
          </w:tcPr>
          <w:p w:rsidR="00172585" w:rsidRPr="009C0DD9" w:rsidRDefault="00172585" w:rsidP="009C0DD9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9C0DD9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32467,1</w:t>
            </w:r>
          </w:p>
        </w:tc>
        <w:tc>
          <w:tcPr>
            <w:tcW w:w="709" w:type="dxa"/>
            <w:shd w:val="clear" w:color="000000" w:fill="auto"/>
            <w:vAlign w:val="center"/>
            <w:hideMark/>
          </w:tcPr>
          <w:p w:rsidR="00172585" w:rsidRPr="009C0DD9" w:rsidRDefault="00172585" w:rsidP="009C0DD9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7214</w:t>
            </w:r>
            <w:r w:rsidRPr="009C0DD9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4</w:t>
            </w: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,</w:t>
            </w:r>
            <w:r w:rsidRPr="009C0DD9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850" w:type="dxa"/>
            <w:gridSpan w:val="2"/>
            <w:shd w:val="clear" w:color="000000" w:fill="auto"/>
            <w:vAlign w:val="center"/>
            <w:hideMark/>
          </w:tcPr>
          <w:p w:rsidR="00172585" w:rsidRPr="009C0DD9" w:rsidRDefault="00172585" w:rsidP="009C0DD9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9C0DD9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55324,1</w:t>
            </w:r>
          </w:p>
        </w:tc>
        <w:tc>
          <w:tcPr>
            <w:tcW w:w="711" w:type="dxa"/>
            <w:gridSpan w:val="2"/>
            <w:shd w:val="clear" w:color="000000" w:fill="auto"/>
            <w:vAlign w:val="center"/>
            <w:hideMark/>
          </w:tcPr>
          <w:p w:rsidR="00172585" w:rsidRPr="00AD37FB" w:rsidRDefault="00172585" w:rsidP="008E3F9E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37FB">
              <w:rPr>
                <w:rFonts w:ascii="Times New Roman" w:eastAsia="Times New Roman" w:hAnsi="Times New Roman" w:cs="Times New Roman"/>
                <w:sz w:val="18"/>
                <w:szCs w:val="18"/>
              </w:rPr>
              <w:t>132594,4</w:t>
            </w:r>
          </w:p>
        </w:tc>
        <w:tc>
          <w:tcPr>
            <w:tcW w:w="848" w:type="dxa"/>
            <w:shd w:val="clear" w:color="000000" w:fill="auto"/>
            <w:vAlign w:val="center"/>
            <w:hideMark/>
          </w:tcPr>
          <w:p w:rsidR="00172585" w:rsidRPr="004E478E" w:rsidRDefault="00172585" w:rsidP="009C0DD9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211018,4</w:t>
            </w:r>
          </w:p>
        </w:tc>
        <w:tc>
          <w:tcPr>
            <w:tcW w:w="851" w:type="dxa"/>
            <w:shd w:val="clear" w:color="000000" w:fill="auto"/>
            <w:vAlign w:val="center"/>
            <w:hideMark/>
          </w:tcPr>
          <w:p w:rsidR="00172585" w:rsidRPr="004E478E" w:rsidRDefault="00172585" w:rsidP="00923568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212480,8</w:t>
            </w:r>
          </w:p>
        </w:tc>
        <w:tc>
          <w:tcPr>
            <w:tcW w:w="850" w:type="dxa"/>
            <w:gridSpan w:val="2"/>
            <w:shd w:val="clear" w:color="000000" w:fill="auto"/>
            <w:vAlign w:val="center"/>
            <w:hideMark/>
          </w:tcPr>
          <w:p w:rsidR="00172585" w:rsidRPr="004E478E" w:rsidRDefault="00172585" w:rsidP="009C0DD9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89376,6</w:t>
            </w:r>
          </w:p>
        </w:tc>
        <w:tc>
          <w:tcPr>
            <w:tcW w:w="709" w:type="dxa"/>
            <w:gridSpan w:val="2"/>
            <w:shd w:val="clear" w:color="000000" w:fill="auto"/>
            <w:vAlign w:val="center"/>
            <w:hideMark/>
          </w:tcPr>
          <w:p w:rsidR="00172585" w:rsidRPr="00172585" w:rsidRDefault="00172585" w:rsidP="009C0DD9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89376,6</w:t>
            </w:r>
          </w:p>
        </w:tc>
        <w:tc>
          <w:tcPr>
            <w:tcW w:w="710" w:type="dxa"/>
            <w:gridSpan w:val="2"/>
            <w:shd w:val="clear" w:color="000000" w:fill="auto"/>
            <w:vAlign w:val="center"/>
            <w:hideMark/>
          </w:tcPr>
          <w:p w:rsidR="00172585" w:rsidRPr="009C0DD9" w:rsidRDefault="00172585" w:rsidP="009C0DD9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9C0DD9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46398,1</w:t>
            </w:r>
          </w:p>
        </w:tc>
        <w:tc>
          <w:tcPr>
            <w:tcW w:w="708" w:type="dxa"/>
            <w:gridSpan w:val="2"/>
            <w:shd w:val="clear" w:color="000000" w:fill="auto"/>
            <w:vAlign w:val="center"/>
            <w:hideMark/>
          </w:tcPr>
          <w:p w:rsidR="00172585" w:rsidRPr="009C0DD9" w:rsidRDefault="00172585" w:rsidP="009C0DD9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9C0DD9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46398,1</w:t>
            </w:r>
          </w:p>
        </w:tc>
        <w:tc>
          <w:tcPr>
            <w:tcW w:w="710" w:type="dxa"/>
            <w:shd w:val="clear" w:color="000000" w:fill="auto"/>
            <w:vAlign w:val="center"/>
            <w:hideMark/>
          </w:tcPr>
          <w:p w:rsidR="00172585" w:rsidRPr="009C0DD9" w:rsidRDefault="00172585" w:rsidP="009C0DD9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9C0DD9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46398,1</w:t>
            </w:r>
          </w:p>
        </w:tc>
        <w:tc>
          <w:tcPr>
            <w:tcW w:w="709" w:type="dxa"/>
            <w:shd w:val="clear" w:color="000000" w:fill="auto"/>
            <w:vAlign w:val="center"/>
            <w:hideMark/>
          </w:tcPr>
          <w:p w:rsidR="00172585" w:rsidRPr="009C0DD9" w:rsidRDefault="00172585" w:rsidP="009C0DD9">
            <w:pPr>
              <w:spacing w:after="0" w:line="240" w:lineRule="auto"/>
              <w:ind w:left="-103" w:right="-108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9C0DD9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46398,1</w:t>
            </w:r>
          </w:p>
        </w:tc>
      </w:tr>
      <w:tr w:rsidR="00172585" w:rsidRPr="002E282B" w:rsidTr="00AD37FB">
        <w:trPr>
          <w:trHeight w:val="1112"/>
        </w:trPr>
        <w:tc>
          <w:tcPr>
            <w:tcW w:w="1128" w:type="dxa"/>
            <w:gridSpan w:val="2"/>
            <w:shd w:val="clear" w:color="000000" w:fill="FFFFFF"/>
            <w:vAlign w:val="center"/>
            <w:hideMark/>
          </w:tcPr>
          <w:p w:rsidR="00172585" w:rsidRPr="002E282B" w:rsidRDefault="00172585" w:rsidP="009E0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3.1</w:t>
            </w:r>
          </w:p>
        </w:tc>
        <w:tc>
          <w:tcPr>
            <w:tcW w:w="1979" w:type="dxa"/>
            <w:gridSpan w:val="2"/>
            <w:shd w:val="clear" w:color="000000" w:fill="FFFFFF"/>
            <w:vAlign w:val="center"/>
            <w:hideMark/>
          </w:tcPr>
          <w:p w:rsidR="00172585" w:rsidRPr="002E282B" w:rsidRDefault="00172585" w:rsidP="009E0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Содержание и текущий ремонт объектов, муниципального имущества</w:t>
            </w:r>
          </w:p>
        </w:tc>
        <w:tc>
          <w:tcPr>
            <w:tcW w:w="1133" w:type="dxa"/>
            <w:gridSpan w:val="2"/>
            <w:shd w:val="clear" w:color="000000" w:fill="FFFFFF"/>
            <w:vAlign w:val="center"/>
            <w:hideMark/>
          </w:tcPr>
          <w:p w:rsidR="00172585" w:rsidRPr="002E282B" w:rsidRDefault="00172585" w:rsidP="006E321E">
            <w:pPr>
              <w:spacing w:after="0" w:line="240" w:lineRule="auto"/>
              <w:ind w:left="-100" w:right="-11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УЖКХ </w:t>
            </w:r>
          </w:p>
          <w:p w:rsidR="00172585" w:rsidRPr="002E282B" w:rsidRDefault="00172585" w:rsidP="006E321E">
            <w:pPr>
              <w:spacing w:after="0" w:line="240" w:lineRule="auto"/>
              <w:ind w:left="-100" w:right="-11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г. Батайска, </w:t>
            </w:r>
          </w:p>
          <w:p w:rsidR="00172585" w:rsidRPr="002E282B" w:rsidRDefault="00172585" w:rsidP="006E321E">
            <w:pPr>
              <w:spacing w:after="0" w:line="240" w:lineRule="auto"/>
              <w:ind w:left="-100" w:right="-11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КУИ </w:t>
            </w:r>
          </w:p>
          <w:p w:rsidR="00172585" w:rsidRPr="002E282B" w:rsidRDefault="00172585" w:rsidP="006E321E">
            <w:pPr>
              <w:spacing w:after="0" w:line="240" w:lineRule="auto"/>
              <w:ind w:left="-100" w:right="-11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г. Батайска</w:t>
            </w:r>
          </w:p>
        </w:tc>
        <w:tc>
          <w:tcPr>
            <w:tcW w:w="569" w:type="dxa"/>
            <w:shd w:val="clear" w:color="000000" w:fill="FFFFFF"/>
            <w:vAlign w:val="center"/>
            <w:hideMark/>
          </w:tcPr>
          <w:p w:rsidR="00172585" w:rsidRPr="002E282B" w:rsidRDefault="00172585" w:rsidP="009E0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910</w:t>
            </w:r>
          </w:p>
          <w:p w:rsidR="00172585" w:rsidRPr="002E282B" w:rsidRDefault="00172585" w:rsidP="009E0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712" w:type="dxa"/>
            <w:shd w:val="clear" w:color="000000" w:fill="FFFFFF"/>
            <w:vAlign w:val="center"/>
            <w:hideMark/>
          </w:tcPr>
          <w:p w:rsidR="00172585" w:rsidRPr="002E282B" w:rsidRDefault="00172585" w:rsidP="009E0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0501</w:t>
            </w:r>
          </w:p>
          <w:p w:rsidR="00172585" w:rsidRPr="002E282B" w:rsidRDefault="00172585" w:rsidP="009E0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569" w:type="dxa"/>
            <w:gridSpan w:val="2"/>
            <w:shd w:val="clear" w:color="000000" w:fill="FFFFFF"/>
            <w:vAlign w:val="center"/>
            <w:hideMark/>
          </w:tcPr>
          <w:p w:rsidR="00172585" w:rsidRPr="002E282B" w:rsidRDefault="00172585" w:rsidP="00C0796B">
            <w:pPr>
              <w:spacing w:after="0" w:line="240" w:lineRule="auto"/>
              <w:ind w:left="-106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0730020010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172585" w:rsidRPr="002E282B" w:rsidRDefault="00172585" w:rsidP="009E0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855" w:type="dxa"/>
            <w:shd w:val="clear" w:color="auto" w:fill="auto"/>
            <w:vAlign w:val="center"/>
            <w:hideMark/>
          </w:tcPr>
          <w:p w:rsidR="00172585" w:rsidRPr="009C0DD9" w:rsidRDefault="00172585" w:rsidP="009C0DD9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9C0DD9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2326,9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72585" w:rsidRPr="002E282B" w:rsidRDefault="00172585" w:rsidP="009C0DD9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2279,0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172585" w:rsidRPr="009C0DD9" w:rsidRDefault="00172585" w:rsidP="009C0DD9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9C0DD9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4295,3</w:t>
            </w:r>
          </w:p>
        </w:tc>
        <w:tc>
          <w:tcPr>
            <w:tcW w:w="711" w:type="dxa"/>
            <w:gridSpan w:val="2"/>
            <w:shd w:val="clear" w:color="auto" w:fill="auto"/>
            <w:vAlign w:val="center"/>
            <w:hideMark/>
          </w:tcPr>
          <w:p w:rsidR="00172585" w:rsidRPr="000F7497" w:rsidRDefault="00172585" w:rsidP="008E3F9E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3691,6</w:t>
            </w:r>
          </w:p>
        </w:tc>
        <w:tc>
          <w:tcPr>
            <w:tcW w:w="848" w:type="dxa"/>
            <w:shd w:val="clear" w:color="auto" w:fill="auto"/>
            <w:vAlign w:val="center"/>
            <w:hideMark/>
          </w:tcPr>
          <w:p w:rsidR="00172585" w:rsidRPr="005266B4" w:rsidRDefault="00172585" w:rsidP="009C0DD9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4810,9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72585" w:rsidRPr="005266B4" w:rsidRDefault="00172585" w:rsidP="009C0DD9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2680,6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172585" w:rsidRPr="005266B4" w:rsidRDefault="00172585" w:rsidP="009C0DD9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2465,5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172585" w:rsidRPr="00172585" w:rsidRDefault="00172585" w:rsidP="009C0DD9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2465,5</w:t>
            </w:r>
          </w:p>
        </w:tc>
        <w:tc>
          <w:tcPr>
            <w:tcW w:w="710" w:type="dxa"/>
            <w:gridSpan w:val="2"/>
            <w:shd w:val="clear" w:color="auto" w:fill="auto"/>
            <w:vAlign w:val="center"/>
            <w:hideMark/>
          </w:tcPr>
          <w:p w:rsidR="00172585" w:rsidRPr="009C0DD9" w:rsidRDefault="00172585" w:rsidP="009C0DD9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9C0DD9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98</w:t>
            </w:r>
            <w:r w:rsidRPr="009C0DD9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4</w:t>
            </w: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,</w:t>
            </w:r>
            <w:r w:rsidRPr="009C0DD9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72585" w:rsidRPr="009C0DD9" w:rsidRDefault="00172585" w:rsidP="009C0DD9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9C0DD9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98</w:t>
            </w:r>
            <w:r w:rsidRPr="009C0DD9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4</w:t>
            </w: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,</w:t>
            </w:r>
            <w:r w:rsidRPr="009C0DD9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:rsidR="00172585" w:rsidRPr="009C0DD9" w:rsidRDefault="00172585" w:rsidP="009C0DD9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9C0DD9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98</w:t>
            </w:r>
            <w:r w:rsidRPr="009C0DD9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4</w:t>
            </w: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,</w:t>
            </w:r>
            <w:r w:rsidRPr="009C0DD9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172585" w:rsidRPr="009C0DD9" w:rsidRDefault="00172585" w:rsidP="009C0DD9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98</w:t>
            </w:r>
            <w:r w:rsidRPr="009C0DD9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4</w:t>
            </w: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,</w:t>
            </w:r>
            <w:r w:rsidRPr="009C0DD9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5</w:t>
            </w:r>
          </w:p>
        </w:tc>
      </w:tr>
      <w:tr w:rsidR="00172585" w:rsidRPr="002E282B" w:rsidTr="00AD37FB">
        <w:trPr>
          <w:trHeight w:val="771"/>
        </w:trPr>
        <w:tc>
          <w:tcPr>
            <w:tcW w:w="1128" w:type="dxa"/>
            <w:gridSpan w:val="2"/>
            <w:vMerge w:val="restart"/>
            <w:shd w:val="clear" w:color="000000" w:fill="FFFFFF"/>
            <w:vAlign w:val="center"/>
            <w:hideMark/>
          </w:tcPr>
          <w:p w:rsidR="00172585" w:rsidRPr="002E282B" w:rsidRDefault="00172585" w:rsidP="009E0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3.2</w:t>
            </w:r>
          </w:p>
        </w:tc>
        <w:tc>
          <w:tcPr>
            <w:tcW w:w="1979" w:type="dxa"/>
            <w:gridSpan w:val="2"/>
            <w:vMerge w:val="restart"/>
            <w:shd w:val="clear" w:color="000000" w:fill="FFFFFF"/>
            <w:vAlign w:val="center"/>
            <w:hideMark/>
          </w:tcPr>
          <w:p w:rsidR="00172585" w:rsidRPr="002E282B" w:rsidRDefault="00172585" w:rsidP="009E0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Содержание и обследование насосной станции </w:t>
            </w:r>
          </w:p>
        </w:tc>
        <w:tc>
          <w:tcPr>
            <w:tcW w:w="1133" w:type="dxa"/>
            <w:gridSpan w:val="2"/>
            <w:vMerge w:val="restart"/>
            <w:shd w:val="clear" w:color="000000" w:fill="FFFFFF"/>
            <w:vAlign w:val="center"/>
            <w:hideMark/>
          </w:tcPr>
          <w:p w:rsidR="00172585" w:rsidRPr="002E282B" w:rsidRDefault="00172585" w:rsidP="006E321E">
            <w:pPr>
              <w:spacing w:after="0" w:line="240" w:lineRule="auto"/>
              <w:ind w:left="-100" w:right="-11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УЖКХ </w:t>
            </w:r>
          </w:p>
          <w:p w:rsidR="00172585" w:rsidRPr="002E282B" w:rsidRDefault="00172585" w:rsidP="006E321E">
            <w:pPr>
              <w:spacing w:after="0" w:line="240" w:lineRule="auto"/>
              <w:ind w:left="-100" w:right="-11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г. Батайска</w:t>
            </w:r>
          </w:p>
        </w:tc>
        <w:tc>
          <w:tcPr>
            <w:tcW w:w="569" w:type="dxa"/>
            <w:vMerge w:val="restart"/>
            <w:shd w:val="clear" w:color="000000" w:fill="FFFFFF"/>
            <w:vAlign w:val="center"/>
            <w:hideMark/>
          </w:tcPr>
          <w:p w:rsidR="00172585" w:rsidRPr="002E282B" w:rsidRDefault="00172585" w:rsidP="009E0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910</w:t>
            </w:r>
          </w:p>
        </w:tc>
        <w:tc>
          <w:tcPr>
            <w:tcW w:w="712" w:type="dxa"/>
            <w:vMerge w:val="restart"/>
            <w:shd w:val="clear" w:color="000000" w:fill="FFFFFF"/>
            <w:vAlign w:val="center"/>
            <w:hideMark/>
          </w:tcPr>
          <w:p w:rsidR="00172585" w:rsidRPr="002E282B" w:rsidRDefault="00172585" w:rsidP="009E0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569" w:type="dxa"/>
            <w:gridSpan w:val="2"/>
            <w:shd w:val="clear" w:color="000000" w:fill="FFFFFF"/>
            <w:vAlign w:val="center"/>
            <w:hideMark/>
          </w:tcPr>
          <w:p w:rsidR="00172585" w:rsidRPr="002E282B" w:rsidRDefault="00172585" w:rsidP="00C0796B">
            <w:pPr>
              <w:spacing w:after="0" w:line="240" w:lineRule="auto"/>
              <w:ind w:left="-106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0730020010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172585" w:rsidRPr="002E282B" w:rsidRDefault="00172585" w:rsidP="009E0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855" w:type="dxa"/>
            <w:shd w:val="clear" w:color="auto" w:fill="auto"/>
            <w:vAlign w:val="center"/>
            <w:hideMark/>
          </w:tcPr>
          <w:p w:rsidR="00172585" w:rsidRPr="009C0DD9" w:rsidRDefault="00172585" w:rsidP="009C0DD9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9C0DD9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2000,0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72585" w:rsidRPr="009C0DD9" w:rsidRDefault="00172585" w:rsidP="009C0DD9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9C0DD9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1235,7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172585" w:rsidRPr="002E282B" w:rsidRDefault="00172585" w:rsidP="009C0DD9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1547,8</w:t>
            </w:r>
          </w:p>
        </w:tc>
        <w:tc>
          <w:tcPr>
            <w:tcW w:w="711" w:type="dxa"/>
            <w:gridSpan w:val="2"/>
            <w:shd w:val="clear" w:color="auto" w:fill="auto"/>
            <w:vAlign w:val="center"/>
            <w:hideMark/>
          </w:tcPr>
          <w:p w:rsidR="00172585" w:rsidRPr="003B2749" w:rsidRDefault="00172585" w:rsidP="009C0DD9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1600,0</w:t>
            </w:r>
          </w:p>
        </w:tc>
        <w:tc>
          <w:tcPr>
            <w:tcW w:w="848" w:type="dxa"/>
            <w:shd w:val="clear" w:color="auto" w:fill="auto"/>
            <w:vAlign w:val="center"/>
            <w:hideMark/>
          </w:tcPr>
          <w:p w:rsidR="00172585" w:rsidRPr="005266B4" w:rsidRDefault="00172585" w:rsidP="009C0DD9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2155,2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72585" w:rsidRPr="005266B4" w:rsidRDefault="00172585" w:rsidP="009C0DD9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2586,4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172585" w:rsidRPr="005266B4" w:rsidRDefault="00172585" w:rsidP="009C0DD9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2586,4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172585" w:rsidRPr="00172585" w:rsidRDefault="00172585" w:rsidP="009C0DD9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2586,4</w:t>
            </w:r>
          </w:p>
        </w:tc>
        <w:tc>
          <w:tcPr>
            <w:tcW w:w="710" w:type="dxa"/>
            <w:gridSpan w:val="2"/>
            <w:shd w:val="clear" w:color="auto" w:fill="auto"/>
            <w:vAlign w:val="center"/>
            <w:hideMark/>
          </w:tcPr>
          <w:p w:rsidR="00172585" w:rsidRPr="009C0DD9" w:rsidRDefault="00172585" w:rsidP="009C0DD9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9C0DD9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547</w:t>
            </w:r>
            <w:r w:rsidRPr="009C0DD9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,</w:t>
            </w: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8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72585" w:rsidRPr="009C0DD9" w:rsidRDefault="00172585" w:rsidP="009C0DD9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9C0DD9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547</w:t>
            </w:r>
            <w:r w:rsidRPr="009C0DD9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,</w:t>
            </w: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8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:rsidR="00172585" w:rsidRPr="009C0DD9" w:rsidRDefault="00172585" w:rsidP="009C0DD9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9C0DD9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547</w:t>
            </w:r>
            <w:r w:rsidRPr="009C0DD9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,</w:t>
            </w: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8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172585" w:rsidRPr="009C0DD9" w:rsidRDefault="00172585" w:rsidP="009C0DD9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9C0DD9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547</w:t>
            </w:r>
            <w:r w:rsidRPr="009C0DD9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,</w:t>
            </w: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8</w:t>
            </w:r>
          </w:p>
        </w:tc>
      </w:tr>
      <w:tr w:rsidR="00172585" w:rsidRPr="002E282B" w:rsidTr="00AD37FB">
        <w:trPr>
          <w:trHeight w:val="465"/>
        </w:trPr>
        <w:tc>
          <w:tcPr>
            <w:tcW w:w="1128" w:type="dxa"/>
            <w:gridSpan w:val="2"/>
            <w:vMerge/>
            <w:shd w:val="clear" w:color="000000" w:fill="FFFFFF"/>
            <w:vAlign w:val="center"/>
            <w:hideMark/>
          </w:tcPr>
          <w:p w:rsidR="00172585" w:rsidRPr="002E282B" w:rsidRDefault="00172585" w:rsidP="009E0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9" w:type="dxa"/>
            <w:gridSpan w:val="2"/>
            <w:vMerge/>
            <w:shd w:val="clear" w:color="000000" w:fill="FFFFFF"/>
            <w:vAlign w:val="center"/>
            <w:hideMark/>
          </w:tcPr>
          <w:p w:rsidR="00172585" w:rsidRPr="002E282B" w:rsidRDefault="00172585" w:rsidP="009E0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gridSpan w:val="2"/>
            <w:vMerge/>
            <w:shd w:val="clear" w:color="000000" w:fill="FFFFFF"/>
            <w:vAlign w:val="center"/>
            <w:hideMark/>
          </w:tcPr>
          <w:p w:rsidR="00172585" w:rsidRPr="002E282B" w:rsidRDefault="00172585" w:rsidP="006E321E">
            <w:pPr>
              <w:spacing w:after="0" w:line="240" w:lineRule="auto"/>
              <w:ind w:left="-100" w:right="-11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dxa"/>
            <w:vMerge/>
            <w:shd w:val="clear" w:color="000000" w:fill="FFFFFF"/>
            <w:vAlign w:val="center"/>
            <w:hideMark/>
          </w:tcPr>
          <w:p w:rsidR="00172585" w:rsidRPr="002E282B" w:rsidRDefault="00172585" w:rsidP="009E0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12" w:type="dxa"/>
            <w:vMerge/>
            <w:shd w:val="clear" w:color="000000" w:fill="FFFFFF"/>
            <w:vAlign w:val="center"/>
            <w:hideMark/>
          </w:tcPr>
          <w:p w:rsidR="00172585" w:rsidRPr="002E282B" w:rsidRDefault="00172585" w:rsidP="009E0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dxa"/>
            <w:gridSpan w:val="2"/>
            <w:shd w:val="clear" w:color="000000" w:fill="FFFFFF"/>
            <w:vAlign w:val="center"/>
            <w:hideMark/>
          </w:tcPr>
          <w:p w:rsidR="00172585" w:rsidRPr="002E282B" w:rsidRDefault="00172585" w:rsidP="00C0796B">
            <w:pPr>
              <w:spacing w:after="0" w:line="240" w:lineRule="auto"/>
              <w:ind w:left="-106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0730071180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172585" w:rsidRPr="002E282B" w:rsidRDefault="00172585" w:rsidP="009E0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855" w:type="dxa"/>
            <w:shd w:val="clear" w:color="auto" w:fill="auto"/>
            <w:vAlign w:val="center"/>
            <w:hideMark/>
          </w:tcPr>
          <w:p w:rsidR="00172585" w:rsidRPr="009C0DD9" w:rsidRDefault="00172585" w:rsidP="009C0DD9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9C0DD9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72585" w:rsidRPr="009C0DD9" w:rsidRDefault="00172585" w:rsidP="009C0DD9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9C0DD9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32913,0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172585" w:rsidRPr="009C0DD9" w:rsidRDefault="00172585" w:rsidP="009C0DD9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9C0DD9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0,0</w:t>
            </w:r>
          </w:p>
        </w:tc>
        <w:tc>
          <w:tcPr>
            <w:tcW w:w="711" w:type="dxa"/>
            <w:gridSpan w:val="2"/>
            <w:shd w:val="clear" w:color="auto" w:fill="auto"/>
            <w:vAlign w:val="center"/>
            <w:hideMark/>
          </w:tcPr>
          <w:p w:rsidR="00172585" w:rsidRPr="009C0DD9" w:rsidRDefault="00172585" w:rsidP="009C0DD9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9C0DD9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0,0</w:t>
            </w:r>
          </w:p>
        </w:tc>
        <w:tc>
          <w:tcPr>
            <w:tcW w:w="848" w:type="dxa"/>
            <w:shd w:val="clear" w:color="auto" w:fill="auto"/>
            <w:vAlign w:val="center"/>
            <w:hideMark/>
          </w:tcPr>
          <w:p w:rsidR="00172585" w:rsidRPr="009C0DD9" w:rsidRDefault="00172585" w:rsidP="009C0DD9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9C0DD9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72585" w:rsidRPr="009C0DD9" w:rsidRDefault="00172585" w:rsidP="009C0DD9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9C0DD9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172585" w:rsidRPr="009C0DD9" w:rsidRDefault="00172585" w:rsidP="009C0DD9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9C0DD9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0,0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172585" w:rsidRPr="009C0DD9" w:rsidRDefault="00172585" w:rsidP="009C0DD9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9C0DD9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0,0</w:t>
            </w:r>
          </w:p>
        </w:tc>
        <w:tc>
          <w:tcPr>
            <w:tcW w:w="710" w:type="dxa"/>
            <w:gridSpan w:val="2"/>
            <w:shd w:val="clear" w:color="auto" w:fill="auto"/>
            <w:vAlign w:val="center"/>
            <w:hideMark/>
          </w:tcPr>
          <w:p w:rsidR="00172585" w:rsidRPr="009C0DD9" w:rsidRDefault="00172585" w:rsidP="009C0DD9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9C0DD9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0,0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72585" w:rsidRPr="009C0DD9" w:rsidRDefault="00172585" w:rsidP="009C0DD9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9C0DD9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:rsidR="00172585" w:rsidRPr="009C0DD9" w:rsidRDefault="00172585" w:rsidP="009C0DD9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9C0DD9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0,0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172585" w:rsidRPr="009C0DD9" w:rsidRDefault="00172585" w:rsidP="009C0DD9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9C0DD9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0,0</w:t>
            </w:r>
          </w:p>
        </w:tc>
      </w:tr>
      <w:tr w:rsidR="00172585" w:rsidRPr="002E282B" w:rsidTr="00AD37FB">
        <w:trPr>
          <w:trHeight w:val="720"/>
        </w:trPr>
        <w:tc>
          <w:tcPr>
            <w:tcW w:w="1128" w:type="dxa"/>
            <w:gridSpan w:val="2"/>
            <w:vMerge w:val="restart"/>
            <w:shd w:val="clear" w:color="000000" w:fill="FFFFFF"/>
            <w:vAlign w:val="center"/>
            <w:hideMark/>
          </w:tcPr>
          <w:p w:rsidR="00172585" w:rsidRPr="002E282B" w:rsidRDefault="00172585" w:rsidP="009E0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3.3</w:t>
            </w:r>
          </w:p>
        </w:tc>
        <w:tc>
          <w:tcPr>
            <w:tcW w:w="1979" w:type="dxa"/>
            <w:gridSpan w:val="2"/>
            <w:vMerge w:val="restart"/>
            <w:shd w:val="clear" w:color="000000" w:fill="FFFFFF"/>
            <w:vAlign w:val="center"/>
            <w:hideMark/>
          </w:tcPr>
          <w:p w:rsidR="00172585" w:rsidRPr="002E282B" w:rsidRDefault="00172585" w:rsidP="009E0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Налоги</w:t>
            </w:r>
          </w:p>
        </w:tc>
        <w:tc>
          <w:tcPr>
            <w:tcW w:w="1133" w:type="dxa"/>
            <w:gridSpan w:val="2"/>
            <w:vMerge w:val="restart"/>
            <w:shd w:val="clear" w:color="000000" w:fill="FFFFFF"/>
            <w:vAlign w:val="center"/>
            <w:hideMark/>
          </w:tcPr>
          <w:p w:rsidR="00172585" w:rsidRPr="002E282B" w:rsidRDefault="00172585" w:rsidP="006E321E">
            <w:pPr>
              <w:spacing w:after="0" w:line="240" w:lineRule="auto"/>
              <w:ind w:left="-100" w:right="-11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УЖКХ </w:t>
            </w:r>
          </w:p>
          <w:p w:rsidR="00172585" w:rsidRPr="002E282B" w:rsidRDefault="00172585" w:rsidP="006E321E">
            <w:pPr>
              <w:spacing w:after="0" w:line="240" w:lineRule="auto"/>
              <w:ind w:left="-100" w:right="-11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г. Батайска</w:t>
            </w:r>
          </w:p>
        </w:tc>
        <w:tc>
          <w:tcPr>
            <w:tcW w:w="569" w:type="dxa"/>
            <w:vMerge w:val="restart"/>
            <w:shd w:val="clear" w:color="000000" w:fill="FFFFFF"/>
            <w:vAlign w:val="center"/>
            <w:hideMark/>
          </w:tcPr>
          <w:p w:rsidR="00172585" w:rsidRPr="002E282B" w:rsidRDefault="00172585" w:rsidP="009E0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910</w:t>
            </w:r>
          </w:p>
        </w:tc>
        <w:tc>
          <w:tcPr>
            <w:tcW w:w="712" w:type="dxa"/>
            <w:vMerge w:val="restart"/>
            <w:shd w:val="clear" w:color="000000" w:fill="FFFFFF"/>
            <w:vAlign w:val="center"/>
            <w:hideMark/>
          </w:tcPr>
          <w:p w:rsidR="00172585" w:rsidRPr="002E282B" w:rsidRDefault="00172585" w:rsidP="009E0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0501</w:t>
            </w: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0502      0503 </w:t>
            </w:r>
          </w:p>
          <w:p w:rsidR="00172585" w:rsidRDefault="00172585" w:rsidP="009E0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0505</w:t>
            </w:r>
          </w:p>
          <w:p w:rsidR="00172585" w:rsidRPr="006E321E" w:rsidRDefault="00172585" w:rsidP="006E321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dxa"/>
            <w:gridSpan w:val="2"/>
            <w:shd w:val="clear" w:color="000000" w:fill="FFFFFF"/>
            <w:vAlign w:val="center"/>
            <w:hideMark/>
          </w:tcPr>
          <w:p w:rsidR="00172585" w:rsidRPr="002E282B" w:rsidRDefault="00172585" w:rsidP="00C0796B">
            <w:pPr>
              <w:spacing w:after="0" w:line="240" w:lineRule="auto"/>
              <w:ind w:left="-106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0730099090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172585" w:rsidRPr="002E282B" w:rsidRDefault="00172585" w:rsidP="009E0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851</w:t>
            </w:r>
          </w:p>
        </w:tc>
        <w:tc>
          <w:tcPr>
            <w:tcW w:w="855" w:type="dxa"/>
            <w:shd w:val="clear" w:color="auto" w:fill="auto"/>
            <w:vAlign w:val="center"/>
            <w:hideMark/>
          </w:tcPr>
          <w:p w:rsidR="00172585" w:rsidRPr="009C0DD9" w:rsidRDefault="00172585" w:rsidP="009C0DD9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9C0DD9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1464,5 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72585" w:rsidRPr="009C0DD9" w:rsidRDefault="00172585" w:rsidP="009C0DD9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9C0DD9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967,3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172585" w:rsidRPr="009C0DD9" w:rsidRDefault="00172585" w:rsidP="009C0DD9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97</w:t>
            </w:r>
            <w:r w:rsidRPr="009C0DD9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6</w:t>
            </w: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,</w:t>
            </w:r>
            <w:r w:rsidRPr="009C0DD9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8</w:t>
            </w:r>
          </w:p>
        </w:tc>
        <w:tc>
          <w:tcPr>
            <w:tcW w:w="711" w:type="dxa"/>
            <w:gridSpan w:val="2"/>
            <w:shd w:val="clear" w:color="auto" w:fill="auto"/>
            <w:vAlign w:val="center"/>
            <w:hideMark/>
          </w:tcPr>
          <w:p w:rsidR="00172585" w:rsidRPr="00EF1982" w:rsidRDefault="00172585" w:rsidP="009C0DD9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1289,2</w:t>
            </w:r>
          </w:p>
        </w:tc>
        <w:tc>
          <w:tcPr>
            <w:tcW w:w="848" w:type="dxa"/>
            <w:shd w:val="clear" w:color="auto" w:fill="auto"/>
            <w:vAlign w:val="center"/>
            <w:hideMark/>
          </w:tcPr>
          <w:p w:rsidR="00172585" w:rsidRPr="005266B4" w:rsidRDefault="00172585" w:rsidP="009C0DD9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2761,9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72585" w:rsidRPr="005266B4" w:rsidRDefault="00172585" w:rsidP="009C0DD9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14075,3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172585" w:rsidRPr="005266B4" w:rsidRDefault="00172585" w:rsidP="009C0DD9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14075,3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172585" w:rsidRPr="00172585" w:rsidRDefault="00172585" w:rsidP="009C0DD9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14075,3</w:t>
            </w:r>
          </w:p>
        </w:tc>
        <w:tc>
          <w:tcPr>
            <w:tcW w:w="710" w:type="dxa"/>
            <w:gridSpan w:val="2"/>
            <w:shd w:val="clear" w:color="auto" w:fill="auto"/>
            <w:vAlign w:val="center"/>
            <w:hideMark/>
          </w:tcPr>
          <w:p w:rsidR="00172585" w:rsidRPr="009C0DD9" w:rsidRDefault="00172585" w:rsidP="009C0DD9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9C0DD9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979,5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72585" w:rsidRPr="009C0DD9" w:rsidRDefault="00172585" w:rsidP="009C0DD9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9C0DD9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979,5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:rsidR="00172585" w:rsidRPr="009C0DD9" w:rsidRDefault="00172585" w:rsidP="009C0DD9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9C0DD9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979,5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72585" w:rsidRPr="009C0DD9" w:rsidRDefault="00172585" w:rsidP="009C0DD9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9C0DD9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979,5</w:t>
            </w:r>
          </w:p>
        </w:tc>
      </w:tr>
      <w:tr w:rsidR="00172585" w:rsidRPr="002E282B" w:rsidTr="00AD37FB">
        <w:trPr>
          <w:trHeight w:val="720"/>
        </w:trPr>
        <w:tc>
          <w:tcPr>
            <w:tcW w:w="1128" w:type="dxa"/>
            <w:gridSpan w:val="2"/>
            <w:vMerge/>
            <w:shd w:val="clear" w:color="000000" w:fill="FFFFFF"/>
            <w:vAlign w:val="center"/>
            <w:hideMark/>
          </w:tcPr>
          <w:p w:rsidR="00172585" w:rsidRPr="002E282B" w:rsidRDefault="00172585" w:rsidP="009E0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9" w:type="dxa"/>
            <w:gridSpan w:val="2"/>
            <w:vMerge/>
            <w:shd w:val="clear" w:color="000000" w:fill="FFFFFF"/>
            <w:vAlign w:val="center"/>
            <w:hideMark/>
          </w:tcPr>
          <w:p w:rsidR="00172585" w:rsidRPr="002E282B" w:rsidRDefault="00172585" w:rsidP="009E0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gridSpan w:val="2"/>
            <w:vMerge/>
            <w:shd w:val="clear" w:color="000000" w:fill="FFFFFF"/>
            <w:vAlign w:val="center"/>
            <w:hideMark/>
          </w:tcPr>
          <w:p w:rsidR="00172585" w:rsidRPr="002E282B" w:rsidRDefault="00172585" w:rsidP="006E321E">
            <w:pPr>
              <w:spacing w:after="0" w:line="240" w:lineRule="auto"/>
              <w:ind w:left="-100" w:right="-11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dxa"/>
            <w:vMerge/>
            <w:shd w:val="clear" w:color="000000" w:fill="FFFFFF"/>
            <w:vAlign w:val="center"/>
            <w:hideMark/>
          </w:tcPr>
          <w:p w:rsidR="00172585" w:rsidRPr="002E282B" w:rsidRDefault="00172585" w:rsidP="009E0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12" w:type="dxa"/>
            <w:vMerge/>
            <w:shd w:val="clear" w:color="000000" w:fill="FFFFFF"/>
            <w:vAlign w:val="center"/>
            <w:hideMark/>
          </w:tcPr>
          <w:p w:rsidR="00172585" w:rsidRPr="002E282B" w:rsidRDefault="00172585" w:rsidP="009E0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dxa"/>
            <w:gridSpan w:val="2"/>
            <w:shd w:val="clear" w:color="000000" w:fill="FFFFFF"/>
            <w:vAlign w:val="center"/>
            <w:hideMark/>
          </w:tcPr>
          <w:p w:rsidR="00172585" w:rsidRPr="002E282B" w:rsidRDefault="00172585" w:rsidP="00C0796B">
            <w:pPr>
              <w:spacing w:after="0" w:line="240" w:lineRule="auto"/>
              <w:ind w:left="-106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0730009090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172585" w:rsidRPr="002E282B" w:rsidRDefault="00172585" w:rsidP="009E0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855" w:type="dxa"/>
            <w:shd w:val="clear" w:color="auto" w:fill="auto"/>
            <w:vAlign w:val="center"/>
            <w:hideMark/>
          </w:tcPr>
          <w:p w:rsidR="00172585" w:rsidRPr="0081593D" w:rsidRDefault="00172585" w:rsidP="009C0DD9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72585" w:rsidRPr="0081593D" w:rsidRDefault="00172585" w:rsidP="009C0DD9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172585" w:rsidRPr="0081593D" w:rsidRDefault="00172585" w:rsidP="009C0DD9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11" w:type="dxa"/>
            <w:gridSpan w:val="2"/>
            <w:shd w:val="clear" w:color="auto" w:fill="auto"/>
            <w:vAlign w:val="center"/>
            <w:hideMark/>
          </w:tcPr>
          <w:p w:rsidR="00172585" w:rsidRDefault="00172585" w:rsidP="009C0DD9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48" w:type="dxa"/>
            <w:shd w:val="clear" w:color="auto" w:fill="auto"/>
            <w:vAlign w:val="center"/>
            <w:hideMark/>
          </w:tcPr>
          <w:p w:rsidR="00172585" w:rsidRDefault="00172585" w:rsidP="009C0DD9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208,7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72585" w:rsidRDefault="00172585" w:rsidP="009C0DD9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5,1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172585" w:rsidRDefault="00172585" w:rsidP="009C0DD9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5,1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172585" w:rsidRPr="0081593D" w:rsidRDefault="00172585" w:rsidP="009C0DD9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5,1</w:t>
            </w:r>
          </w:p>
        </w:tc>
        <w:tc>
          <w:tcPr>
            <w:tcW w:w="710" w:type="dxa"/>
            <w:gridSpan w:val="2"/>
            <w:shd w:val="clear" w:color="auto" w:fill="auto"/>
            <w:vAlign w:val="center"/>
            <w:hideMark/>
          </w:tcPr>
          <w:p w:rsidR="00172585" w:rsidRPr="0081593D" w:rsidRDefault="00172585" w:rsidP="009C0DD9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72585" w:rsidRPr="0081593D" w:rsidRDefault="00172585" w:rsidP="0081593D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:rsidR="00172585" w:rsidRPr="0081593D" w:rsidRDefault="00172585" w:rsidP="009C0DD9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72585" w:rsidRPr="0081593D" w:rsidRDefault="00172585" w:rsidP="009C0DD9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172585" w:rsidRPr="002E282B" w:rsidTr="00AD37FB">
        <w:trPr>
          <w:trHeight w:val="828"/>
        </w:trPr>
        <w:tc>
          <w:tcPr>
            <w:tcW w:w="1128" w:type="dxa"/>
            <w:gridSpan w:val="2"/>
            <w:vMerge/>
            <w:vAlign w:val="center"/>
            <w:hideMark/>
          </w:tcPr>
          <w:p w:rsidR="00172585" w:rsidRPr="002E282B" w:rsidRDefault="00172585" w:rsidP="009E0C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9" w:type="dxa"/>
            <w:gridSpan w:val="2"/>
            <w:vMerge/>
            <w:vAlign w:val="center"/>
            <w:hideMark/>
          </w:tcPr>
          <w:p w:rsidR="00172585" w:rsidRPr="002E282B" w:rsidRDefault="00172585" w:rsidP="009E0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gridSpan w:val="2"/>
            <w:vMerge/>
            <w:vAlign w:val="center"/>
            <w:hideMark/>
          </w:tcPr>
          <w:p w:rsidR="00172585" w:rsidRPr="002E282B" w:rsidRDefault="00172585" w:rsidP="009E0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dxa"/>
            <w:vMerge/>
            <w:vAlign w:val="center"/>
            <w:hideMark/>
          </w:tcPr>
          <w:p w:rsidR="00172585" w:rsidRPr="002E282B" w:rsidRDefault="00172585" w:rsidP="009E0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12" w:type="dxa"/>
            <w:vMerge/>
            <w:vAlign w:val="center"/>
            <w:hideMark/>
          </w:tcPr>
          <w:p w:rsidR="00172585" w:rsidRPr="002E282B" w:rsidRDefault="00172585" w:rsidP="009E0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dxa"/>
            <w:gridSpan w:val="2"/>
            <w:shd w:val="clear" w:color="000000" w:fill="FFFFFF"/>
            <w:vAlign w:val="center"/>
            <w:hideMark/>
          </w:tcPr>
          <w:p w:rsidR="00172585" w:rsidRPr="002E282B" w:rsidRDefault="00172585" w:rsidP="00C0796B">
            <w:pPr>
              <w:spacing w:after="0" w:line="240" w:lineRule="auto"/>
              <w:ind w:left="-106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0730099090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172585" w:rsidRPr="002E282B" w:rsidRDefault="00172585" w:rsidP="009E0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852</w:t>
            </w:r>
          </w:p>
        </w:tc>
        <w:tc>
          <w:tcPr>
            <w:tcW w:w="855" w:type="dxa"/>
            <w:shd w:val="clear" w:color="auto" w:fill="auto"/>
            <w:vAlign w:val="center"/>
            <w:hideMark/>
          </w:tcPr>
          <w:p w:rsidR="00172585" w:rsidRPr="002E282B" w:rsidRDefault="00172585" w:rsidP="009E0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463,7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72585" w:rsidRPr="002E282B" w:rsidRDefault="00172585" w:rsidP="009E0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28,2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172585" w:rsidRPr="002E282B" w:rsidRDefault="00172585" w:rsidP="009E0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11" w:type="dxa"/>
            <w:gridSpan w:val="2"/>
            <w:shd w:val="clear" w:color="auto" w:fill="auto"/>
            <w:vAlign w:val="center"/>
            <w:hideMark/>
          </w:tcPr>
          <w:p w:rsidR="00172585" w:rsidRPr="009C0DD9" w:rsidRDefault="00172585" w:rsidP="009E0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DD9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48" w:type="dxa"/>
            <w:shd w:val="clear" w:color="auto" w:fill="auto"/>
            <w:vAlign w:val="center"/>
            <w:hideMark/>
          </w:tcPr>
          <w:p w:rsidR="00172585" w:rsidRPr="00695A26" w:rsidRDefault="00172585" w:rsidP="009E0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5A26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72585" w:rsidRPr="00695A26" w:rsidRDefault="00172585" w:rsidP="009E0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5A26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172585" w:rsidRPr="002E282B" w:rsidRDefault="00172585" w:rsidP="009E0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172585" w:rsidRPr="002E282B" w:rsidRDefault="00172585" w:rsidP="009E0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10" w:type="dxa"/>
            <w:gridSpan w:val="2"/>
            <w:shd w:val="clear" w:color="auto" w:fill="auto"/>
            <w:vAlign w:val="center"/>
            <w:hideMark/>
          </w:tcPr>
          <w:p w:rsidR="00172585" w:rsidRPr="002E282B" w:rsidRDefault="00172585" w:rsidP="009E0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72585" w:rsidRPr="002E282B" w:rsidRDefault="00172585" w:rsidP="009E0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:rsidR="00172585" w:rsidRPr="002E282B" w:rsidRDefault="00172585" w:rsidP="009E0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72585" w:rsidRPr="002E282B" w:rsidRDefault="00172585" w:rsidP="009E0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172585" w:rsidRPr="002E282B" w:rsidTr="00CB61BE">
        <w:trPr>
          <w:trHeight w:val="561"/>
        </w:trPr>
        <w:tc>
          <w:tcPr>
            <w:tcW w:w="1128" w:type="dxa"/>
            <w:gridSpan w:val="2"/>
            <w:vMerge/>
            <w:vAlign w:val="center"/>
            <w:hideMark/>
          </w:tcPr>
          <w:p w:rsidR="00172585" w:rsidRPr="002E282B" w:rsidRDefault="00172585" w:rsidP="009E0C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9" w:type="dxa"/>
            <w:gridSpan w:val="2"/>
            <w:vMerge/>
            <w:vAlign w:val="center"/>
            <w:hideMark/>
          </w:tcPr>
          <w:p w:rsidR="00172585" w:rsidRPr="002E282B" w:rsidRDefault="00172585" w:rsidP="009E0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gridSpan w:val="2"/>
            <w:vMerge/>
            <w:vAlign w:val="center"/>
            <w:hideMark/>
          </w:tcPr>
          <w:p w:rsidR="00172585" w:rsidRPr="002E282B" w:rsidRDefault="00172585" w:rsidP="009E0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dxa"/>
            <w:vMerge/>
            <w:vAlign w:val="center"/>
            <w:hideMark/>
          </w:tcPr>
          <w:p w:rsidR="00172585" w:rsidRPr="002E282B" w:rsidRDefault="00172585" w:rsidP="009E0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12" w:type="dxa"/>
            <w:vMerge/>
            <w:vAlign w:val="center"/>
            <w:hideMark/>
          </w:tcPr>
          <w:p w:rsidR="00172585" w:rsidRPr="002E282B" w:rsidRDefault="00172585" w:rsidP="009E0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dxa"/>
            <w:gridSpan w:val="2"/>
            <w:shd w:val="clear" w:color="000000" w:fill="FFFFFF"/>
            <w:vAlign w:val="center"/>
            <w:hideMark/>
          </w:tcPr>
          <w:p w:rsidR="00172585" w:rsidRPr="002E282B" w:rsidRDefault="00172585" w:rsidP="00C0796B">
            <w:pPr>
              <w:spacing w:after="0" w:line="240" w:lineRule="auto"/>
              <w:ind w:left="-106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0730000110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172585" w:rsidRPr="002E282B" w:rsidRDefault="00172585" w:rsidP="009E0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853</w:t>
            </w:r>
          </w:p>
        </w:tc>
        <w:tc>
          <w:tcPr>
            <w:tcW w:w="855" w:type="dxa"/>
            <w:shd w:val="clear" w:color="auto" w:fill="auto"/>
            <w:vAlign w:val="center"/>
            <w:hideMark/>
          </w:tcPr>
          <w:p w:rsidR="00172585" w:rsidRPr="002E282B" w:rsidRDefault="00172585" w:rsidP="009E0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72585" w:rsidRPr="002E282B" w:rsidRDefault="00172585" w:rsidP="009E0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172585" w:rsidRPr="002E282B" w:rsidRDefault="00172585" w:rsidP="009E0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11" w:type="dxa"/>
            <w:gridSpan w:val="2"/>
            <w:shd w:val="clear" w:color="auto" w:fill="auto"/>
            <w:vAlign w:val="center"/>
            <w:hideMark/>
          </w:tcPr>
          <w:p w:rsidR="00172585" w:rsidRPr="009C0DD9" w:rsidRDefault="00172585" w:rsidP="008E3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1,6</w:t>
            </w:r>
          </w:p>
        </w:tc>
        <w:tc>
          <w:tcPr>
            <w:tcW w:w="848" w:type="dxa"/>
            <w:shd w:val="clear" w:color="auto" w:fill="auto"/>
            <w:vAlign w:val="center"/>
            <w:hideMark/>
          </w:tcPr>
          <w:p w:rsidR="00172585" w:rsidRPr="00695A26" w:rsidRDefault="00172585" w:rsidP="009E0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72585" w:rsidRPr="00695A26" w:rsidRDefault="00172585" w:rsidP="009E0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172585" w:rsidRPr="002E282B" w:rsidRDefault="00172585" w:rsidP="009E0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172585" w:rsidRPr="002E282B" w:rsidRDefault="00172585" w:rsidP="009E0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10" w:type="dxa"/>
            <w:gridSpan w:val="2"/>
            <w:shd w:val="clear" w:color="auto" w:fill="auto"/>
            <w:vAlign w:val="center"/>
            <w:hideMark/>
          </w:tcPr>
          <w:p w:rsidR="00172585" w:rsidRPr="002E282B" w:rsidRDefault="00172585" w:rsidP="009E0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72585" w:rsidRPr="002E282B" w:rsidRDefault="00172585" w:rsidP="009E0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:rsidR="00172585" w:rsidRPr="002E282B" w:rsidRDefault="00172585" w:rsidP="009E0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72585" w:rsidRPr="002E282B" w:rsidRDefault="00172585" w:rsidP="009E0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172585" w:rsidRPr="002E282B" w:rsidTr="00AD37FB">
        <w:trPr>
          <w:trHeight w:val="760"/>
        </w:trPr>
        <w:tc>
          <w:tcPr>
            <w:tcW w:w="1128" w:type="dxa"/>
            <w:gridSpan w:val="2"/>
            <w:shd w:val="clear" w:color="000000" w:fill="FFFFFF"/>
            <w:vAlign w:val="center"/>
            <w:hideMark/>
          </w:tcPr>
          <w:p w:rsidR="00172585" w:rsidRPr="002E282B" w:rsidRDefault="00172585" w:rsidP="009E0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Основное мероприятие 3.4</w:t>
            </w:r>
          </w:p>
        </w:tc>
        <w:tc>
          <w:tcPr>
            <w:tcW w:w="1979" w:type="dxa"/>
            <w:gridSpan w:val="2"/>
            <w:shd w:val="clear" w:color="000000" w:fill="FFFFFF"/>
            <w:vAlign w:val="center"/>
            <w:hideMark/>
          </w:tcPr>
          <w:p w:rsidR="00172585" w:rsidRPr="002E282B" w:rsidRDefault="00172585" w:rsidP="009E0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Инвентаризация бесхозных объектов</w:t>
            </w:r>
          </w:p>
        </w:tc>
        <w:tc>
          <w:tcPr>
            <w:tcW w:w="1133" w:type="dxa"/>
            <w:gridSpan w:val="2"/>
            <w:shd w:val="clear" w:color="000000" w:fill="FFFFFF"/>
            <w:vAlign w:val="center"/>
            <w:hideMark/>
          </w:tcPr>
          <w:p w:rsidR="00172585" w:rsidRPr="002E282B" w:rsidRDefault="00172585" w:rsidP="006E321E">
            <w:pPr>
              <w:spacing w:after="0" w:line="240" w:lineRule="auto"/>
              <w:ind w:left="-100" w:right="-11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УЖКХ </w:t>
            </w:r>
          </w:p>
          <w:p w:rsidR="00172585" w:rsidRPr="002E282B" w:rsidRDefault="00172585" w:rsidP="006E321E">
            <w:pPr>
              <w:spacing w:after="0" w:line="240" w:lineRule="auto"/>
              <w:ind w:left="-100" w:right="-11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г. Батайска </w:t>
            </w:r>
          </w:p>
        </w:tc>
        <w:tc>
          <w:tcPr>
            <w:tcW w:w="569" w:type="dxa"/>
            <w:shd w:val="clear" w:color="000000" w:fill="FFFFFF"/>
            <w:vAlign w:val="center"/>
            <w:hideMark/>
          </w:tcPr>
          <w:p w:rsidR="00172585" w:rsidRPr="002E282B" w:rsidRDefault="00172585" w:rsidP="009E0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910</w:t>
            </w:r>
          </w:p>
        </w:tc>
        <w:tc>
          <w:tcPr>
            <w:tcW w:w="712" w:type="dxa"/>
            <w:shd w:val="clear" w:color="000000" w:fill="FFFFFF"/>
            <w:vAlign w:val="center"/>
            <w:hideMark/>
          </w:tcPr>
          <w:p w:rsidR="00172585" w:rsidRPr="002E282B" w:rsidRDefault="00172585" w:rsidP="009E0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569" w:type="dxa"/>
            <w:gridSpan w:val="2"/>
            <w:shd w:val="clear" w:color="000000" w:fill="FFFFFF"/>
            <w:vAlign w:val="center"/>
            <w:hideMark/>
          </w:tcPr>
          <w:p w:rsidR="00172585" w:rsidRPr="002E282B" w:rsidRDefault="00172585" w:rsidP="00C0796B">
            <w:pPr>
              <w:spacing w:after="0" w:line="240" w:lineRule="auto"/>
              <w:ind w:left="-106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0730020010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172585" w:rsidRPr="002E282B" w:rsidRDefault="00172585" w:rsidP="009E0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855" w:type="dxa"/>
            <w:shd w:val="clear" w:color="auto" w:fill="auto"/>
            <w:vAlign w:val="center"/>
            <w:hideMark/>
          </w:tcPr>
          <w:p w:rsidR="00172585" w:rsidRPr="009C0DD9" w:rsidRDefault="00172585" w:rsidP="009C0DD9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9C0DD9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1231,0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72585" w:rsidRPr="009C0DD9" w:rsidRDefault="00172585" w:rsidP="009C0DD9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9C0DD9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8</w:t>
            </w: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29</w:t>
            </w:r>
            <w:r w:rsidRPr="009C0DD9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172585" w:rsidRPr="009C0DD9" w:rsidRDefault="00172585" w:rsidP="009C0DD9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9C0DD9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605,6</w:t>
            </w:r>
          </w:p>
        </w:tc>
        <w:tc>
          <w:tcPr>
            <w:tcW w:w="711" w:type="dxa"/>
            <w:gridSpan w:val="2"/>
            <w:shd w:val="clear" w:color="auto" w:fill="auto"/>
            <w:vAlign w:val="center"/>
            <w:hideMark/>
          </w:tcPr>
          <w:p w:rsidR="00172585" w:rsidRPr="002F7965" w:rsidRDefault="00172585" w:rsidP="009C0DD9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536,4</w:t>
            </w:r>
          </w:p>
        </w:tc>
        <w:tc>
          <w:tcPr>
            <w:tcW w:w="848" w:type="dxa"/>
            <w:shd w:val="clear" w:color="auto" w:fill="auto"/>
            <w:vAlign w:val="center"/>
            <w:hideMark/>
          </w:tcPr>
          <w:p w:rsidR="00172585" w:rsidRPr="00AE741B" w:rsidRDefault="00172585" w:rsidP="009C0DD9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382,1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172585" w:rsidRPr="009C0DD9" w:rsidRDefault="00172585" w:rsidP="009C0DD9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9C0DD9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1000,0</w:t>
            </w:r>
          </w:p>
        </w:tc>
        <w:tc>
          <w:tcPr>
            <w:tcW w:w="850" w:type="dxa"/>
            <w:gridSpan w:val="2"/>
            <w:shd w:val="clear" w:color="000000" w:fill="FFFFFF"/>
            <w:vAlign w:val="center"/>
            <w:hideMark/>
          </w:tcPr>
          <w:p w:rsidR="00172585" w:rsidRPr="00172585" w:rsidRDefault="00172585" w:rsidP="009C0DD9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gridSpan w:val="2"/>
            <w:shd w:val="clear" w:color="000000" w:fill="FFFFFF"/>
            <w:vAlign w:val="center"/>
            <w:hideMark/>
          </w:tcPr>
          <w:p w:rsidR="00172585" w:rsidRPr="00172585" w:rsidRDefault="00172585" w:rsidP="009C0DD9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10" w:type="dxa"/>
            <w:gridSpan w:val="2"/>
            <w:shd w:val="clear" w:color="000000" w:fill="FFFFFF"/>
            <w:vAlign w:val="center"/>
            <w:hideMark/>
          </w:tcPr>
          <w:p w:rsidR="00172585" w:rsidRPr="009C0DD9" w:rsidRDefault="00172585" w:rsidP="009C0DD9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9C0DD9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1000,0</w:t>
            </w:r>
          </w:p>
        </w:tc>
        <w:tc>
          <w:tcPr>
            <w:tcW w:w="708" w:type="dxa"/>
            <w:gridSpan w:val="2"/>
            <w:shd w:val="clear" w:color="000000" w:fill="FFFFFF"/>
            <w:vAlign w:val="center"/>
            <w:hideMark/>
          </w:tcPr>
          <w:p w:rsidR="00172585" w:rsidRPr="009C0DD9" w:rsidRDefault="00172585" w:rsidP="009C0DD9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9C0DD9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1000,0</w:t>
            </w:r>
          </w:p>
        </w:tc>
        <w:tc>
          <w:tcPr>
            <w:tcW w:w="710" w:type="dxa"/>
            <w:shd w:val="clear" w:color="000000" w:fill="FFFFFF"/>
            <w:vAlign w:val="center"/>
            <w:hideMark/>
          </w:tcPr>
          <w:p w:rsidR="00172585" w:rsidRPr="009C0DD9" w:rsidRDefault="00172585" w:rsidP="009C0DD9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9C0DD9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1000,0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172585" w:rsidRPr="009C0DD9" w:rsidRDefault="00172585" w:rsidP="009C0DD9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9C0DD9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1000,0</w:t>
            </w:r>
          </w:p>
        </w:tc>
      </w:tr>
      <w:tr w:rsidR="00172585" w:rsidRPr="002E282B" w:rsidTr="00AD37FB">
        <w:trPr>
          <w:trHeight w:val="756"/>
        </w:trPr>
        <w:tc>
          <w:tcPr>
            <w:tcW w:w="1128" w:type="dxa"/>
            <w:gridSpan w:val="2"/>
            <w:vMerge w:val="restart"/>
            <w:shd w:val="clear" w:color="000000" w:fill="FFFFFF"/>
            <w:vAlign w:val="center"/>
            <w:hideMark/>
          </w:tcPr>
          <w:p w:rsidR="00172585" w:rsidRPr="002E282B" w:rsidRDefault="00172585" w:rsidP="009E0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3.5</w:t>
            </w:r>
          </w:p>
        </w:tc>
        <w:tc>
          <w:tcPr>
            <w:tcW w:w="1979" w:type="dxa"/>
            <w:gridSpan w:val="2"/>
            <w:vMerge w:val="restart"/>
            <w:shd w:val="clear" w:color="000000" w:fill="FFFFFF"/>
            <w:vAlign w:val="center"/>
            <w:hideMark/>
          </w:tcPr>
          <w:p w:rsidR="00172585" w:rsidRPr="002E282B" w:rsidRDefault="00172585" w:rsidP="009E0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выполнения функций аппарата УЖКХ г. Батайска</w:t>
            </w:r>
          </w:p>
        </w:tc>
        <w:tc>
          <w:tcPr>
            <w:tcW w:w="1133" w:type="dxa"/>
            <w:gridSpan w:val="2"/>
            <w:vMerge w:val="restart"/>
            <w:shd w:val="clear" w:color="000000" w:fill="FFFFFF"/>
            <w:vAlign w:val="center"/>
            <w:hideMark/>
          </w:tcPr>
          <w:p w:rsidR="00172585" w:rsidRPr="002E282B" w:rsidRDefault="00172585" w:rsidP="006E321E">
            <w:pPr>
              <w:spacing w:after="0" w:line="240" w:lineRule="auto"/>
              <w:ind w:left="-100" w:right="-11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УЖКХ</w:t>
            </w:r>
          </w:p>
          <w:p w:rsidR="00172585" w:rsidRPr="002E282B" w:rsidRDefault="00172585" w:rsidP="006E321E">
            <w:pPr>
              <w:spacing w:after="0" w:line="240" w:lineRule="auto"/>
              <w:ind w:left="-100" w:right="-11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г. Батайска</w:t>
            </w:r>
          </w:p>
        </w:tc>
        <w:tc>
          <w:tcPr>
            <w:tcW w:w="569" w:type="dxa"/>
            <w:vMerge w:val="restart"/>
            <w:shd w:val="clear" w:color="000000" w:fill="FFFFFF"/>
            <w:vAlign w:val="center"/>
            <w:hideMark/>
          </w:tcPr>
          <w:p w:rsidR="00172585" w:rsidRPr="002E282B" w:rsidRDefault="00172585" w:rsidP="009E0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910</w:t>
            </w:r>
          </w:p>
        </w:tc>
        <w:tc>
          <w:tcPr>
            <w:tcW w:w="712" w:type="dxa"/>
            <w:vMerge w:val="restart"/>
            <w:shd w:val="clear" w:color="000000" w:fill="FFFFFF"/>
            <w:vAlign w:val="center"/>
            <w:hideMark/>
          </w:tcPr>
          <w:p w:rsidR="00172585" w:rsidRPr="002E282B" w:rsidRDefault="00172585" w:rsidP="009E0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0505</w:t>
            </w:r>
          </w:p>
        </w:tc>
        <w:tc>
          <w:tcPr>
            <w:tcW w:w="569" w:type="dxa"/>
            <w:gridSpan w:val="2"/>
            <w:shd w:val="clear" w:color="000000" w:fill="FFFFFF"/>
            <w:vAlign w:val="center"/>
            <w:hideMark/>
          </w:tcPr>
          <w:p w:rsidR="00172585" w:rsidRPr="002E282B" w:rsidRDefault="00172585" w:rsidP="00C0796B">
            <w:pPr>
              <w:spacing w:after="0" w:line="240" w:lineRule="auto"/>
              <w:ind w:left="-106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0730000110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172585" w:rsidRPr="002E282B" w:rsidRDefault="00172585" w:rsidP="009E0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120  </w:t>
            </w:r>
          </w:p>
        </w:tc>
        <w:tc>
          <w:tcPr>
            <w:tcW w:w="855" w:type="dxa"/>
            <w:shd w:val="clear" w:color="auto" w:fill="auto"/>
            <w:vAlign w:val="center"/>
            <w:hideMark/>
          </w:tcPr>
          <w:p w:rsidR="00172585" w:rsidRPr="009C0DD9" w:rsidRDefault="00172585" w:rsidP="009C0DD9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9C0DD9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19526,9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72585" w:rsidRPr="009C0DD9" w:rsidRDefault="00172585" w:rsidP="009C0DD9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9C0DD9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21085,9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172585" w:rsidRPr="002E282B" w:rsidRDefault="00172585" w:rsidP="009C0DD9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</w:t>
            </w:r>
            <w:r w:rsidRPr="009C0DD9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1220</w:t>
            </w: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,8</w:t>
            </w:r>
          </w:p>
        </w:tc>
        <w:tc>
          <w:tcPr>
            <w:tcW w:w="711" w:type="dxa"/>
            <w:gridSpan w:val="2"/>
            <w:shd w:val="clear" w:color="auto" w:fill="auto"/>
            <w:vAlign w:val="center"/>
            <w:hideMark/>
          </w:tcPr>
          <w:p w:rsidR="00172585" w:rsidRPr="005266B4" w:rsidRDefault="00172585" w:rsidP="008E3F9E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25699,6</w:t>
            </w:r>
          </w:p>
        </w:tc>
        <w:tc>
          <w:tcPr>
            <w:tcW w:w="848" w:type="dxa"/>
            <w:shd w:val="clear" w:color="auto" w:fill="auto"/>
            <w:vAlign w:val="center"/>
            <w:hideMark/>
          </w:tcPr>
          <w:p w:rsidR="00172585" w:rsidRPr="005266B4" w:rsidRDefault="00172585" w:rsidP="009C0DD9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28831,7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72585" w:rsidRPr="005266B4" w:rsidRDefault="00172585" w:rsidP="009C0DD9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33277,7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172585" w:rsidRPr="005266B4" w:rsidRDefault="00172585" w:rsidP="009C0DD9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33227,6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172585" w:rsidRPr="00172585" w:rsidRDefault="00172585" w:rsidP="009C0DD9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33227,6</w:t>
            </w:r>
          </w:p>
        </w:tc>
        <w:tc>
          <w:tcPr>
            <w:tcW w:w="710" w:type="dxa"/>
            <w:gridSpan w:val="2"/>
            <w:shd w:val="clear" w:color="auto" w:fill="auto"/>
            <w:vAlign w:val="center"/>
            <w:hideMark/>
          </w:tcPr>
          <w:p w:rsidR="00172585" w:rsidRPr="002E282B" w:rsidRDefault="00172585" w:rsidP="009C0DD9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22857,8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72585" w:rsidRPr="002E282B" w:rsidRDefault="00172585" w:rsidP="009C0DD9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22857,8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:rsidR="00172585" w:rsidRPr="002E282B" w:rsidRDefault="00172585" w:rsidP="009C0DD9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22857,8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72585" w:rsidRPr="002E282B" w:rsidRDefault="00172585" w:rsidP="009C0DD9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22857,8</w:t>
            </w:r>
          </w:p>
        </w:tc>
      </w:tr>
      <w:tr w:rsidR="00172585" w:rsidRPr="002E282B" w:rsidTr="00AD37FB">
        <w:trPr>
          <w:trHeight w:val="739"/>
        </w:trPr>
        <w:tc>
          <w:tcPr>
            <w:tcW w:w="1128" w:type="dxa"/>
            <w:gridSpan w:val="2"/>
            <w:vMerge/>
            <w:shd w:val="clear" w:color="000000" w:fill="FFFFFF"/>
            <w:vAlign w:val="center"/>
            <w:hideMark/>
          </w:tcPr>
          <w:p w:rsidR="00172585" w:rsidRPr="002E282B" w:rsidRDefault="00172585" w:rsidP="009E0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9" w:type="dxa"/>
            <w:gridSpan w:val="2"/>
            <w:vMerge/>
            <w:shd w:val="clear" w:color="000000" w:fill="FFFFFF"/>
            <w:vAlign w:val="center"/>
            <w:hideMark/>
          </w:tcPr>
          <w:p w:rsidR="00172585" w:rsidRPr="002E282B" w:rsidRDefault="00172585" w:rsidP="009E0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gridSpan w:val="2"/>
            <w:vMerge/>
            <w:shd w:val="clear" w:color="000000" w:fill="FFFFFF"/>
            <w:vAlign w:val="center"/>
            <w:hideMark/>
          </w:tcPr>
          <w:p w:rsidR="00172585" w:rsidRPr="002E282B" w:rsidRDefault="00172585" w:rsidP="006E321E">
            <w:pPr>
              <w:spacing w:after="0" w:line="240" w:lineRule="auto"/>
              <w:ind w:left="-100" w:right="-11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dxa"/>
            <w:vMerge/>
            <w:shd w:val="clear" w:color="000000" w:fill="FFFFFF"/>
            <w:vAlign w:val="center"/>
            <w:hideMark/>
          </w:tcPr>
          <w:p w:rsidR="00172585" w:rsidRPr="002E282B" w:rsidRDefault="00172585" w:rsidP="009E0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12" w:type="dxa"/>
            <w:vMerge/>
            <w:shd w:val="clear" w:color="000000" w:fill="FFFFFF"/>
            <w:vAlign w:val="center"/>
            <w:hideMark/>
          </w:tcPr>
          <w:p w:rsidR="00172585" w:rsidRPr="002E282B" w:rsidRDefault="00172585" w:rsidP="009E0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dxa"/>
            <w:gridSpan w:val="2"/>
            <w:shd w:val="clear" w:color="000000" w:fill="FFFFFF"/>
            <w:vAlign w:val="center"/>
            <w:hideMark/>
          </w:tcPr>
          <w:p w:rsidR="00172585" w:rsidRPr="002E282B" w:rsidRDefault="00172585" w:rsidP="00C0796B">
            <w:pPr>
              <w:spacing w:after="0" w:line="240" w:lineRule="auto"/>
              <w:ind w:left="-106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0730000190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172585" w:rsidRPr="002E282B" w:rsidRDefault="00172585" w:rsidP="009E0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855" w:type="dxa"/>
            <w:shd w:val="clear" w:color="auto" w:fill="auto"/>
            <w:vAlign w:val="center"/>
            <w:hideMark/>
          </w:tcPr>
          <w:p w:rsidR="00172585" w:rsidRPr="009C0DD9" w:rsidRDefault="00172585" w:rsidP="009C0DD9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9C0DD9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2381,0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72585" w:rsidRPr="002E282B" w:rsidRDefault="00172585" w:rsidP="009C0DD9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2364,8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172585" w:rsidRPr="009C0DD9" w:rsidRDefault="00172585" w:rsidP="009C0DD9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9C0DD9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1900</w:t>
            </w: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,</w:t>
            </w:r>
            <w:r w:rsidRPr="009C0DD9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6</w:t>
            </w:r>
          </w:p>
        </w:tc>
        <w:tc>
          <w:tcPr>
            <w:tcW w:w="711" w:type="dxa"/>
            <w:gridSpan w:val="2"/>
            <w:shd w:val="clear" w:color="auto" w:fill="auto"/>
            <w:vAlign w:val="center"/>
            <w:hideMark/>
          </w:tcPr>
          <w:p w:rsidR="00172585" w:rsidRPr="005266B4" w:rsidRDefault="00172585" w:rsidP="009C0DD9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2260,4</w:t>
            </w:r>
          </w:p>
        </w:tc>
        <w:tc>
          <w:tcPr>
            <w:tcW w:w="848" w:type="dxa"/>
            <w:shd w:val="clear" w:color="auto" w:fill="auto"/>
            <w:vAlign w:val="center"/>
            <w:hideMark/>
          </w:tcPr>
          <w:p w:rsidR="00172585" w:rsidRPr="005266B4" w:rsidRDefault="000F36F4" w:rsidP="009C0DD9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2060,7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72585" w:rsidRPr="005266B4" w:rsidRDefault="000F36F4" w:rsidP="009C0DD9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2403,1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172585" w:rsidRPr="005266B4" w:rsidRDefault="000F36F4" w:rsidP="009C0DD9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2403,1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172585" w:rsidRPr="000F36F4" w:rsidRDefault="000F36F4" w:rsidP="009C0DD9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2403,1</w:t>
            </w:r>
          </w:p>
        </w:tc>
        <w:tc>
          <w:tcPr>
            <w:tcW w:w="710" w:type="dxa"/>
            <w:gridSpan w:val="2"/>
            <w:shd w:val="clear" w:color="auto" w:fill="auto"/>
            <w:vAlign w:val="center"/>
            <w:hideMark/>
          </w:tcPr>
          <w:p w:rsidR="00172585" w:rsidRPr="009C0DD9" w:rsidRDefault="00172585" w:rsidP="009C0DD9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2959</w:t>
            </w:r>
            <w:r w:rsidRPr="009C0DD9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,</w:t>
            </w: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72585" w:rsidRPr="009C0DD9" w:rsidRDefault="00172585" w:rsidP="009C0DD9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2959</w:t>
            </w:r>
            <w:r w:rsidRPr="009C0DD9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,</w:t>
            </w: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7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:rsidR="00172585" w:rsidRPr="009C0DD9" w:rsidRDefault="00172585" w:rsidP="009C0DD9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2959</w:t>
            </w:r>
            <w:r w:rsidRPr="009C0DD9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,</w:t>
            </w: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72585" w:rsidRPr="009C0DD9" w:rsidRDefault="00172585" w:rsidP="009C0DD9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2959</w:t>
            </w:r>
            <w:r w:rsidRPr="009C0DD9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,</w:t>
            </w: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7</w:t>
            </w:r>
          </w:p>
        </w:tc>
      </w:tr>
      <w:tr w:rsidR="00172585" w:rsidRPr="002E282B" w:rsidTr="00AD37FB">
        <w:trPr>
          <w:trHeight w:val="662"/>
        </w:trPr>
        <w:tc>
          <w:tcPr>
            <w:tcW w:w="1128" w:type="dxa"/>
            <w:gridSpan w:val="2"/>
            <w:vMerge/>
            <w:shd w:val="clear" w:color="000000" w:fill="FFFFFF"/>
            <w:vAlign w:val="center"/>
          </w:tcPr>
          <w:p w:rsidR="00172585" w:rsidRPr="002E282B" w:rsidRDefault="00172585" w:rsidP="009E0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9" w:type="dxa"/>
            <w:gridSpan w:val="2"/>
            <w:vMerge/>
            <w:shd w:val="clear" w:color="000000" w:fill="FFFFFF"/>
            <w:vAlign w:val="center"/>
          </w:tcPr>
          <w:p w:rsidR="00172585" w:rsidRPr="002E282B" w:rsidRDefault="00172585" w:rsidP="009E0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gridSpan w:val="2"/>
            <w:vMerge/>
            <w:shd w:val="clear" w:color="000000" w:fill="FFFFFF"/>
            <w:vAlign w:val="center"/>
          </w:tcPr>
          <w:p w:rsidR="00172585" w:rsidRPr="002E282B" w:rsidRDefault="00172585" w:rsidP="006E321E">
            <w:pPr>
              <w:spacing w:after="0" w:line="240" w:lineRule="auto"/>
              <w:ind w:left="-100" w:right="-11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dxa"/>
            <w:vMerge/>
            <w:shd w:val="clear" w:color="000000" w:fill="FFFFFF"/>
            <w:vAlign w:val="center"/>
          </w:tcPr>
          <w:p w:rsidR="00172585" w:rsidRPr="002E282B" w:rsidRDefault="00172585" w:rsidP="009E0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12" w:type="dxa"/>
            <w:vMerge/>
            <w:shd w:val="clear" w:color="000000" w:fill="FFFFFF"/>
            <w:vAlign w:val="center"/>
          </w:tcPr>
          <w:p w:rsidR="00172585" w:rsidRPr="002E282B" w:rsidRDefault="00172585" w:rsidP="009E0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dxa"/>
            <w:gridSpan w:val="2"/>
            <w:shd w:val="clear" w:color="000000" w:fill="FFFFFF"/>
            <w:vAlign w:val="center"/>
          </w:tcPr>
          <w:p w:rsidR="00172585" w:rsidRPr="002E282B" w:rsidRDefault="00172585" w:rsidP="00C0796B">
            <w:pPr>
              <w:spacing w:after="0" w:line="240" w:lineRule="auto"/>
              <w:ind w:left="-106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0730009090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172585" w:rsidRPr="002E282B" w:rsidRDefault="00172585" w:rsidP="009E0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852</w:t>
            </w:r>
          </w:p>
        </w:tc>
        <w:tc>
          <w:tcPr>
            <w:tcW w:w="855" w:type="dxa"/>
            <w:shd w:val="clear" w:color="auto" w:fill="auto"/>
            <w:vAlign w:val="center"/>
          </w:tcPr>
          <w:p w:rsidR="00172585" w:rsidRPr="002E282B" w:rsidRDefault="00172585" w:rsidP="009E0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72585" w:rsidRPr="002E282B" w:rsidRDefault="00172585" w:rsidP="009E0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172585" w:rsidRPr="002E282B" w:rsidRDefault="00172585" w:rsidP="009E0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711" w:type="dxa"/>
            <w:gridSpan w:val="2"/>
            <w:shd w:val="clear" w:color="auto" w:fill="auto"/>
            <w:vAlign w:val="center"/>
          </w:tcPr>
          <w:p w:rsidR="00172585" w:rsidRPr="009C0DD9" w:rsidRDefault="00172585" w:rsidP="009E0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DD9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172585" w:rsidRPr="00695A26" w:rsidRDefault="00172585" w:rsidP="009E0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5A26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72585" w:rsidRPr="00695A26" w:rsidRDefault="00172585" w:rsidP="009E0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5A26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172585" w:rsidRPr="002E282B" w:rsidRDefault="00172585" w:rsidP="009E0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172585" w:rsidRPr="002E282B" w:rsidRDefault="00172585" w:rsidP="009E0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10" w:type="dxa"/>
            <w:gridSpan w:val="2"/>
            <w:shd w:val="clear" w:color="auto" w:fill="auto"/>
            <w:vAlign w:val="center"/>
          </w:tcPr>
          <w:p w:rsidR="00172585" w:rsidRPr="002E282B" w:rsidRDefault="00172585" w:rsidP="009E0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172585" w:rsidRPr="002E282B" w:rsidRDefault="00172585" w:rsidP="009E0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172585" w:rsidRPr="002E282B" w:rsidRDefault="00172585" w:rsidP="009E0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72585" w:rsidRPr="002E282B" w:rsidRDefault="00172585" w:rsidP="009E0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172585" w:rsidRPr="002E282B" w:rsidTr="00AD37FB">
        <w:trPr>
          <w:trHeight w:val="662"/>
        </w:trPr>
        <w:tc>
          <w:tcPr>
            <w:tcW w:w="1128" w:type="dxa"/>
            <w:gridSpan w:val="2"/>
            <w:shd w:val="clear" w:color="000000" w:fill="FFFFFF"/>
            <w:vAlign w:val="center"/>
          </w:tcPr>
          <w:p w:rsidR="00172585" w:rsidRPr="00A502A1" w:rsidRDefault="00172585" w:rsidP="00962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02A1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3.6</w:t>
            </w:r>
          </w:p>
        </w:tc>
        <w:tc>
          <w:tcPr>
            <w:tcW w:w="1979" w:type="dxa"/>
            <w:gridSpan w:val="2"/>
            <w:shd w:val="clear" w:color="000000" w:fill="FFFFFF"/>
            <w:vAlign w:val="center"/>
          </w:tcPr>
          <w:p w:rsidR="00172585" w:rsidRPr="00A502A1" w:rsidRDefault="00172585" w:rsidP="00962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02A1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Прочие виды работ и услуг</w:t>
            </w:r>
          </w:p>
        </w:tc>
        <w:tc>
          <w:tcPr>
            <w:tcW w:w="1133" w:type="dxa"/>
            <w:gridSpan w:val="2"/>
            <w:shd w:val="clear" w:color="000000" w:fill="FFFFFF"/>
            <w:vAlign w:val="center"/>
          </w:tcPr>
          <w:p w:rsidR="00172585" w:rsidRPr="00A502A1" w:rsidRDefault="00172585" w:rsidP="006E321E">
            <w:pPr>
              <w:spacing w:after="0" w:line="240" w:lineRule="auto"/>
              <w:ind w:left="-100" w:right="-11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02A1">
              <w:rPr>
                <w:rFonts w:ascii="Times New Roman" w:eastAsia="Times New Roman" w:hAnsi="Times New Roman" w:cs="Times New Roman"/>
                <w:sz w:val="20"/>
                <w:szCs w:val="20"/>
              </w:rPr>
              <w:t>УЖКХ</w:t>
            </w:r>
          </w:p>
          <w:p w:rsidR="00172585" w:rsidRPr="00A502A1" w:rsidRDefault="00172585" w:rsidP="006E321E">
            <w:pPr>
              <w:spacing w:after="0" w:line="240" w:lineRule="auto"/>
              <w:ind w:left="-100" w:right="-11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02A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г. Батайска</w:t>
            </w:r>
          </w:p>
        </w:tc>
        <w:tc>
          <w:tcPr>
            <w:tcW w:w="569" w:type="dxa"/>
            <w:shd w:val="clear" w:color="000000" w:fill="FFFFFF"/>
            <w:vAlign w:val="center"/>
          </w:tcPr>
          <w:p w:rsidR="00172585" w:rsidRPr="00A502A1" w:rsidRDefault="00172585" w:rsidP="00962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02A1">
              <w:rPr>
                <w:rFonts w:ascii="Times New Roman" w:eastAsia="Times New Roman" w:hAnsi="Times New Roman" w:cs="Times New Roman"/>
                <w:sz w:val="20"/>
                <w:szCs w:val="20"/>
              </w:rPr>
              <w:t>910</w:t>
            </w:r>
          </w:p>
        </w:tc>
        <w:tc>
          <w:tcPr>
            <w:tcW w:w="712" w:type="dxa"/>
            <w:shd w:val="clear" w:color="000000" w:fill="FFFFFF"/>
            <w:vAlign w:val="center"/>
          </w:tcPr>
          <w:p w:rsidR="00172585" w:rsidRPr="00A502A1" w:rsidRDefault="00172585" w:rsidP="00962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02A1">
              <w:rPr>
                <w:rFonts w:ascii="Times New Roman" w:eastAsia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569" w:type="dxa"/>
            <w:gridSpan w:val="2"/>
            <w:shd w:val="clear" w:color="000000" w:fill="FFFFFF"/>
            <w:vAlign w:val="center"/>
          </w:tcPr>
          <w:p w:rsidR="00172585" w:rsidRPr="00A502A1" w:rsidRDefault="00172585" w:rsidP="00C0796B">
            <w:pPr>
              <w:spacing w:after="0" w:line="240" w:lineRule="auto"/>
              <w:ind w:left="-106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02A1">
              <w:rPr>
                <w:rFonts w:ascii="Times New Roman" w:eastAsia="Times New Roman" w:hAnsi="Times New Roman" w:cs="Times New Roman"/>
                <w:sz w:val="20"/>
                <w:szCs w:val="20"/>
              </w:rPr>
              <w:t>0730060030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172585" w:rsidRPr="00A502A1" w:rsidRDefault="00172585" w:rsidP="00962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02A1">
              <w:rPr>
                <w:rFonts w:ascii="Times New Roman" w:eastAsia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855" w:type="dxa"/>
            <w:shd w:val="clear" w:color="auto" w:fill="auto"/>
            <w:vAlign w:val="center"/>
          </w:tcPr>
          <w:p w:rsidR="00172585" w:rsidRPr="00A502A1" w:rsidRDefault="00172585" w:rsidP="00962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02A1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72585" w:rsidRPr="00A502A1" w:rsidRDefault="00172585" w:rsidP="00962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02A1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172585" w:rsidRPr="00A502A1" w:rsidRDefault="00172585" w:rsidP="00962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02A1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11" w:type="dxa"/>
            <w:gridSpan w:val="2"/>
            <w:shd w:val="clear" w:color="auto" w:fill="auto"/>
            <w:vAlign w:val="center"/>
          </w:tcPr>
          <w:p w:rsidR="00172585" w:rsidRPr="009C0DD9" w:rsidRDefault="00172585" w:rsidP="00962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DD9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172585" w:rsidRPr="00A502A1" w:rsidRDefault="00172585" w:rsidP="00962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02A1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72585" w:rsidRPr="00A502A1" w:rsidRDefault="00172585" w:rsidP="00962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02A1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172585" w:rsidRPr="00A502A1" w:rsidRDefault="00172585" w:rsidP="00962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02A1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172585" w:rsidRPr="00A502A1" w:rsidRDefault="00172585" w:rsidP="00962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02A1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10" w:type="dxa"/>
            <w:gridSpan w:val="2"/>
            <w:shd w:val="clear" w:color="auto" w:fill="auto"/>
            <w:vAlign w:val="center"/>
          </w:tcPr>
          <w:p w:rsidR="00172585" w:rsidRPr="00A502A1" w:rsidRDefault="00172585" w:rsidP="00962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02A1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172585" w:rsidRPr="00A502A1" w:rsidRDefault="00172585" w:rsidP="00962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02A1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172585" w:rsidRPr="00A502A1" w:rsidRDefault="00172585" w:rsidP="00962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02A1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72585" w:rsidRPr="00A502A1" w:rsidRDefault="00172585" w:rsidP="00962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02A1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172585" w:rsidRPr="002E282B" w:rsidTr="00AD37FB">
        <w:trPr>
          <w:trHeight w:val="662"/>
        </w:trPr>
        <w:tc>
          <w:tcPr>
            <w:tcW w:w="1128" w:type="dxa"/>
            <w:gridSpan w:val="2"/>
            <w:shd w:val="clear" w:color="000000" w:fill="FFFFFF"/>
            <w:vAlign w:val="center"/>
          </w:tcPr>
          <w:p w:rsidR="00172585" w:rsidRPr="00A502A1" w:rsidRDefault="00172585" w:rsidP="00773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02A1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3.7</w:t>
            </w:r>
          </w:p>
        </w:tc>
        <w:tc>
          <w:tcPr>
            <w:tcW w:w="1979" w:type="dxa"/>
            <w:gridSpan w:val="2"/>
            <w:shd w:val="clear" w:color="000000" w:fill="FFFFFF"/>
          </w:tcPr>
          <w:p w:rsidR="00172585" w:rsidRPr="006F4074" w:rsidRDefault="00172585" w:rsidP="00773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F407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Возмещение предприятиям жилищно-коммунального хозяйства части платы граждан за жилое помещение и  коммунальные услуги в объеме свыше установленных </w:t>
            </w:r>
            <w:r w:rsidRPr="006F4074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 xml:space="preserve"> Региональной службой по тарифам Ростовской области  предельных максимальных индексов изменения размера </w:t>
            </w:r>
            <w:r w:rsidRPr="006F4074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 xml:space="preserve"> платы граждан за жилое помещение и коммунальные  услуги по муниципальным образованиям</w:t>
            </w:r>
          </w:p>
        </w:tc>
        <w:tc>
          <w:tcPr>
            <w:tcW w:w="1133" w:type="dxa"/>
            <w:gridSpan w:val="2"/>
            <w:shd w:val="clear" w:color="000000" w:fill="FFFFFF"/>
            <w:vAlign w:val="center"/>
          </w:tcPr>
          <w:p w:rsidR="00172585" w:rsidRPr="00A502A1" w:rsidRDefault="00172585" w:rsidP="006E321E">
            <w:pPr>
              <w:spacing w:after="0" w:line="240" w:lineRule="auto"/>
              <w:ind w:left="-100" w:right="-11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02A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УЖКХ </w:t>
            </w:r>
          </w:p>
          <w:p w:rsidR="00172585" w:rsidRPr="00A502A1" w:rsidRDefault="00172585" w:rsidP="006E321E">
            <w:pPr>
              <w:spacing w:after="0" w:line="240" w:lineRule="auto"/>
              <w:ind w:left="-100" w:right="-11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02A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г. Батайска </w:t>
            </w:r>
          </w:p>
        </w:tc>
        <w:tc>
          <w:tcPr>
            <w:tcW w:w="569" w:type="dxa"/>
            <w:shd w:val="clear" w:color="000000" w:fill="FFFFFF"/>
            <w:vAlign w:val="center"/>
          </w:tcPr>
          <w:p w:rsidR="00172585" w:rsidRPr="00A502A1" w:rsidRDefault="00172585" w:rsidP="00773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02A1">
              <w:rPr>
                <w:rFonts w:ascii="Times New Roman" w:eastAsia="Times New Roman" w:hAnsi="Times New Roman" w:cs="Times New Roman"/>
                <w:sz w:val="20"/>
                <w:szCs w:val="20"/>
              </w:rPr>
              <w:t>910</w:t>
            </w:r>
          </w:p>
        </w:tc>
        <w:tc>
          <w:tcPr>
            <w:tcW w:w="712" w:type="dxa"/>
            <w:shd w:val="clear" w:color="000000" w:fill="FFFFFF"/>
            <w:vAlign w:val="center"/>
          </w:tcPr>
          <w:p w:rsidR="00172585" w:rsidRPr="00A502A1" w:rsidRDefault="00172585" w:rsidP="00773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02A1">
              <w:rPr>
                <w:rFonts w:ascii="Times New Roman" w:eastAsia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569" w:type="dxa"/>
            <w:gridSpan w:val="2"/>
            <w:shd w:val="clear" w:color="000000" w:fill="FFFFFF"/>
            <w:vAlign w:val="center"/>
          </w:tcPr>
          <w:p w:rsidR="00172585" w:rsidRPr="00A502A1" w:rsidRDefault="00172585" w:rsidP="00C0796B">
            <w:pPr>
              <w:spacing w:after="0" w:line="240" w:lineRule="auto"/>
              <w:ind w:left="-106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02A1">
              <w:rPr>
                <w:rFonts w:ascii="Times New Roman" w:eastAsia="Times New Roman" w:hAnsi="Times New Roman" w:cs="Times New Roman"/>
                <w:sz w:val="20"/>
                <w:szCs w:val="20"/>
              </w:rPr>
              <w:t>07300S3660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172585" w:rsidRPr="00A502A1" w:rsidRDefault="00172585" w:rsidP="00773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02A1">
              <w:rPr>
                <w:rFonts w:ascii="Times New Roman" w:eastAsia="Times New Roman" w:hAnsi="Times New Roman" w:cs="Times New Roman"/>
                <w:sz w:val="20"/>
                <w:szCs w:val="20"/>
              </w:rPr>
              <w:t>811</w:t>
            </w:r>
          </w:p>
        </w:tc>
        <w:tc>
          <w:tcPr>
            <w:tcW w:w="855" w:type="dxa"/>
            <w:shd w:val="clear" w:color="auto" w:fill="auto"/>
            <w:vAlign w:val="center"/>
          </w:tcPr>
          <w:p w:rsidR="00172585" w:rsidRPr="009C0DD9" w:rsidRDefault="00172585" w:rsidP="007730B1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9C0DD9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3073,1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72585" w:rsidRPr="00A502A1" w:rsidRDefault="00172585" w:rsidP="007730B1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502A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10441,2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172585" w:rsidRPr="009C0DD9" w:rsidRDefault="00172585" w:rsidP="007730B1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9C0DD9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24776,2</w:t>
            </w:r>
          </w:p>
        </w:tc>
        <w:tc>
          <w:tcPr>
            <w:tcW w:w="711" w:type="dxa"/>
            <w:gridSpan w:val="2"/>
            <w:shd w:val="clear" w:color="auto" w:fill="auto"/>
            <w:vAlign w:val="center"/>
          </w:tcPr>
          <w:p w:rsidR="00172585" w:rsidRPr="006E321E" w:rsidRDefault="00172585" w:rsidP="007730B1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97515,6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172585" w:rsidRPr="00AD37FB" w:rsidRDefault="00172585" w:rsidP="00CA0FEF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165577,0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72585" w:rsidRPr="000F36F4" w:rsidRDefault="000F36F4" w:rsidP="007730B1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151242,7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172585" w:rsidRPr="005266B4" w:rsidRDefault="00172585" w:rsidP="007730B1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34613,6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172585" w:rsidRPr="000F36F4" w:rsidRDefault="000F36F4" w:rsidP="007730B1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34613,6</w:t>
            </w:r>
          </w:p>
        </w:tc>
        <w:tc>
          <w:tcPr>
            <w:tcW w:w="710" w:type="dxa"/>
            <w:gridSpan w:val="2"/>
            <w:shd w:val="clear" w:color="auto" w:fill="auto"/>
            <w:vAlign w:val="center"/>
          </w:tcPr>
          <w:p w:rsidR="00172585" w:rsidRPr="009C0DD9" w:rsidRDefault="00172585" w:rsidP="007730B1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502A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15068,8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172585" w:rsidRPr="009C0DD9" w:rsidRDefault="00172585" w:rsidP="007730B1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502A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15068,8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172585" w:rsidRPr="009C0DD9" w:rsidRDefault="00172585" w:rsidP="007730B1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502A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15068,8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72585" w:rsidRPr="006F4074" w:rsidRDefault="00172585" w:rsidP="007730B1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02A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15068,8</w:t>
            </w:r>
          </w:p>
        </w:tc>
      </w:tr>
      <w:tr w:rsidR="00172585" w:rsidRPr="002E282B" w:rsidTr="00DB5EFF">
        <w:trPr>
          <w:trHeight w:val="662"/>
        </w:trPr>
        <w:tc>
          <w:tcPr>
            <w:tcW w:w="1128" w:type="dxa"/>
            <w:gridSpan w:val="2"/>
            <w:shd w:val="clear" w:color="000000" w:fill="FFFFFF"/>
            <w:vAlign w:val="center"/>
          </w:tcPr>
          <w:p w:rsidR="00172585" w:rsidRPr="00A502A1" w:rsidRDefault="00172585" w:rsidP="00DB5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02A1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3.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79" w:type="dxa"/>
            <w:gridSpan w:val="2"/>
            <w:shd w:val="clear" w:color="000000" w:fill="FFFFFF"/>
            <w:vAlign w:val="center"/>
          </w:tcPr>
          <w:p w:rsidR="00172585" w:rsidRPr="006F4074" w:rsidRDefault="00172585" w:rsidP="00DB5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F4074">
              <w:rPr>
                <w:rFonts w:ascii="Times New Roman" w:eastAsia="Times New Roman" w:hAnsi="Times New Roman" w:cs="Times New Roman"/>
                <w:sz w:val="20"/>
                <w:szCs w:val="20"/>
              </w:rPr>
              <w:t>Разработка проектной документации на строительство и реконструкцию объектов электрических сетей</w:t>
            </w:r>
          </w:p>
        </w:tc>
        <w:tc>
          <w:tcPr>
            <w:tcW w:w="1133" w:type="dxa"/>
            <w:gridSpan w:val="2"/>
            <w:shd w:val="clear" w:color="000000" w:fill="FFFFFF"/>
            <w:vAlign w:val="center"/>
          </w:tcPr>
          <w:p w:rsidR="00172585" w:rsidRPr="00A502A1" w:rsidRDefault="00172585" w:rsidP="00DB5EFF">
            <w:pPr>
              <w:spacing w:after="0" w:line="240" w:lineRule="auto"/>
              <w:ind w:left="-100" w:right="-11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02A1">
              <w:rPr>
                <w:rFonts w:ascii="Times New Roman" w:eastAsia="Times New Roman" w:hAnsi="Times New Roman" w:cs="Times New Roman"/>
                <w:sz w:val="20"/>
                <w:szCs w:val="20"/>
              </w:rPr>
              <w:t>УЖКХ</w:t>
            </w:r>
          </w:p>
          <w:p w:rsidR="00172585" w:rsidRPr="00A502A1" w:rsidRDefault="00172585" w:rsidP="00DB5EFF">
            <w:pPr>
              <w:spacing w:after="0" w:line="240" w:lineRule="auto"/>
              <w:ind w:left="-100" w:right="-11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02A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г. Батайска</w:t>
            </w:r>
          </w:p>
        </w:tc>
        <w:tc>
          <w:tcPr>
            <w:tcW w:w="569" w:type="dxa"/>
            <w:shd w:val="clear" w:color="000000" w:fill="FFFFFF"/>
            <w:vAlign w:val="center"/>
          </w:tcPr>
          <w:p w:rsidR="00172585" w:rsidRPr="00A502A1" w:rsidRDefault="00172585" w:rsidP="00DB5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02A1">
              <w:rPr>
                <w:rFonts w:ascii="Times New Roman" w:eastAsia="Times New Roman" w:hAnsi="Times New Roman" w:cs="Times New Roman"/>
                <w:sz w:val="20"/>
                <w:szCs w:val="20"/>
              </w:rPr>
              <w:t>910</w:t>
            </w:r>
          </w:p>
        </w:tc>
        <w:tc>
          <w:tcPr>
            <w:tcW w:w="712" w:type="dxa"/>
            <w:shd w:val="clear" w:color="000000" w:fill="FFFFFF"/>
            <w:vAlign w:val="center"/>
          </w:tcPr>
          <w:p w:rsidR="00172585" w:rsidRPr="00A502A1" w:rsidRDefault="00172585" w:rsidP="00DB5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02A1">
              <w:rPr>
                <w:rFonts w:ascii="Times New Roman" w:eastAsia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569" w:type="dxa"/>
            <w:gridSpan w:val="2"/>
            <w:shd w:val="clear" w:color="000000" w:fill="FFFFFF"/>
            <w:vAlign w:val="center"/>
          </w:tcPr>
          <w:p w:rsidR="00172585" w:rsidRPr="00A502A1" w:rsidRDefault="00172585" w:rsidP="008028E3">
            <w:pPr>
              <w:spacing w:after="0" w:line="240" w:lineRule="auto"/>
              <w:ind w:left="-106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073004001</w:t>
            </w:r>
            <w:r w:rsidRPr="00A502A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172585" w:rsidRPr="00A502A1" w:rsidRDefault="00172585" w:rsidP="00DB5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855" w:type="dxa"/>
            <w:shd w:val="clear" w:color="auto" w:fill="auto"/>
            <w:vAlign w:val="center"/>
          </w:tcPr>
          <w:p w:rsidR="00172585" w:rsidRPr="00A502A1" w:rsidRDefault="00172585" w:rsidP="00DB5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02A1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72585" w:rsidRPr="00A502A1" w:rsidRDefault="00172585" w:rsidP="00DB5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02A1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172585" w:rsidRPr="00A502A1" w:rsidRDefault="00172585" w:rsidP="00DB5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02A1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11" w:type="dxa"/>
            <w:gridSpan w:val="2"/>
            <w:shd w:val="clear" w:color="auto" w:fill="auto"/>
            <w:vAlign w:val="center"/>
          </w:tcPr>
          <w:p w:rsidR="00172585" w:rsidRPr="009C0DD9" w:rsidRDefault="00172585" w:rsidP="00DB5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0DD9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172585" w:rsidRPr="00A502A1" w:rsidRDefault="00172585" w:rsidP="006F4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4230,2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72585" w:rsidRPr="00A502A1" w:rsidRDefault="00172585" w:rsidP="00DB5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5209,</w:t>
            </w:r>
            <w:r w:rsidR="000F36F4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172585" w:rsidRPr="00A502A1" w:rsidRDefault="00172585" w:rsidP="00DB5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02A1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172585" w:rsidRPr="00A502A1" w:rsidRDefault="00172585" w:rsidP="00DB5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02A1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10" w:type="dxa"/>
            <w:gridSpan w:val="2"/>
            <w:shd w:val="clear" w:color="auto" w:fill="auto"/>
            <w:vAlign w:val="center"/>
          </w:tcPr>
          <w:p w:rsidR="00172585" w:rsidRPr="00A502A1" w:rsidRDefault="00172585" w:rsidP="00DB5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02A1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172585" w:rsidRPr="00A502A1" w:rsidRDefault="00172585" w:rsidP="00DB5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02A1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172585" w:rsidRPr="00A502A1" w:rsidRDefault="00172585" w:rsidP="00DB5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02A1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72585" w:rsidRPr="00A502A1" w:rsidRDefault="00172585" w:rsidP="00DB5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02A1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172585" w:rsidRPr="00A502A1" w:rsidTr="007309D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5"/>
        </w:trPr>
        <w:tc>
          <w:tcPr>
            <w:tcW w:w="15877" w:type="dxa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2585" w:rsidRDefault="00172585" w:rsidP="00C24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72585" w:rsidRPr="00A502A1" w:rsidRDefault="00172585" w:rsidP="00C24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02A1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Таблица № 2</w:t>
            </w:r>
          </w:p>
          <w:p w:rsidR="00172585" w:rsidRPr="00A502A1" w:rsidRDefault="00172585" w:rsidP="005C11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72585" w:rsidRPr="00A502A1" w:rsidTr="007309D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15877" w:type="dxa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2585" w:rsidRPr="00A502A1" w:rsidRDefault="00172585" w:rsidP="00065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02A1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Расходы областного бюджета, федерального бюджета, местных бюджетов </w:t>
            </w:r>
          </w:p>
        </w:tc>
      </w:tr>
      <w:tr w:rsidR="00172585" w:rsidRPr="00A502A1" w:rsidTr="007309D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15877" w:type="dxa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2585" w:rsidRPr="00A502A1" w:rsidRDefault="00172585" w:rsidP="00B32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02A1">
              <w:rPr>
                <w:rFonts w:ascii="Times New Roman" w:eastAsia="Times New Roman" w:hAnsi="Times New Roman" w:cs="Times New Roman"/>
                <w:sz w:val="28"/>
                <w:szCs w:val="28"/>
              </w:rPr>
              <w:t>источников  на реализацию муниципальной программы</w:t>
            </w:r>
          </w:p>
        </w:tc>
      </w:tr>
      <w:tr w:rsidR="00172585" w:rsidRPr="00A502A1" w:rsidTr="00AD37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2585" w:rsidRPr="00A502A1" w:rsidRDefault="00172585" w:rsidP="00065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02A1">
              <w:rPr>
                <w:rFonts w:ascii="Times New Roman" w:eastAsia="Times New Roman" w:hAnsi="Times New Roman" w:cs="Times New Roman"/>
                <w:sz w:val="20"/>
                <w:szCs w:val="20"/>
              </w:rPr>
              <w:t>статус</w:t>
            </w:r>
          </w:p>
        </w:tc>
        <w:tc>
          <w:tcPr>
            <w:tcW w:w="16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2585" w:rsidRPr="00A502A1" w:rsidRDefault="00172585" w:rsidP="00065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02A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Наименование  муниципальной программы, подпрограммы </w:t>
            </w:r>
          </w:p>
        </w:tc>
        <w:tc>
          <w:tcPr>
            <w:tcW w:w="113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2585" w:rsidRPr="00A502A1" w:rsidRDefault="00172585" w:rsidP="00281AB0">
            <w:pPr>
              <w:spacing w:after="0" w:line="240" w:lineRule="auto"/>
              <w:ind w:left="-106" w:right="-1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02A1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Ответственный исполнитель,  соисполнители</w:t>
            </w:r>
          </w:p>
        </w:tc>
        <w:tc>
          <w:tcPr>
            <w:tcW w:w="12063" w:type="dxa"/>
            <w:gridSpan w:val="2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2585" w:rsidRPr="00A502A1" w:rsidRDefault="00172585" w:rsidP="00065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02A1">
              <w:rPr>
                <w:rFonts w:ascii="Times New Roman" w:eastAsia="Times New Roman" w:hAnsi="Times New Roman" w:cs="Times New Roman"/>
                <w:sz w:val="20"/>
                <w:szCs w:val="20"/>
              </w:rPr>
              <w:t>Оценка расходов, (тыс. рублей), годы</w:t>
            </w:r>
          </w:p>
        </w:tc>
      </w:tr>
      <w:tr w:rsidR="00172585" w:rsidRPr="00A502A1" w:rsidTr="00AD37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8"/>
        </w:trPr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585" w:rsidRPr="00A502A1" w:rsidRDefault="00172585" w:rsidP="00065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585" w:rsidRPr="00A502A1" w:rsidRDefault="00172585" w:rsidP="00065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585" w:rsidRPr="00A502A1" w:rsidRDefault="00172585" w:rsidP="00065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2585" w:rsidRPr="00A502A1" w:rsidRDefault="00172585" w:rsidP="00065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02A1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2585" w:rsidRPr="00A502A1" w:rsidRDefault="00172585" w:rsidP="00065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02A1">
              <w:rPr>
                <w:rFonts w:ascii="Times New Roman" w:eastAsia="Times New Roman" w:hAnsi="Times New Roman" w:cs="Times New Roman"/>
                <w:sz w:val="20"/>
                <w:szCs w:val="20"/>
              </w:rPr>
              <w:t>2019 год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2585" w:rsidRPr="00A502A1" w:rsidRDefault="00172585" w:rsidP="00065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02A1">
              <w:rPr>
                <w:rFonts w:ascii="Times New Roman" w:eastAsia="Times New Roman" w:hAnsi="Times New Roman" w:cs="Times New Roman"/>
                <w:sz w:val="20"/>
                <w:szCs w:val="20"/>
              </w:rPr>
              <w:t>2020 год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2585" w:rsidRPr="00A502A1" w:rsidRDefault="00172585" w:rsidP="00065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02A1">
              <w:rPr>
                <w:rFonts w:ascii="Times New Roman" w:eastAsia="Times New Roman" w:hAnsi="Times New Roman" w:cs="Times New Roman"/>
                <w:sz w:val="20"/>
                <w:szCs w:val="20"/>
              </w:rPr>
              <w:t>2021 год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2585" w:rsidRPr="00A502A1" w:rsidRDefault="00172585" w:rsidP="00065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02A1">
              <w:rPr>
                <w:rFonts w:ascii="Times New Roman" w:eastAsia="Times New Roman" w:hAnsi="Times New Roman" w:cs="Times New Roman"/>
                <w:sz w:val="20"/>
                <w:szCs w:val="20"/>
              </w:rPr>
              <w:t>2022 год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2585" w:rsidRPr="00A502A1" w:rsidRDefault="00172585" w:rsidP="00065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02A1">
              <w:rPr>
                <w:rFonts w:ascii="Times New Roman" w:eastAsia="Times New Roman" w:hAnsi="Times New Roman" w:cs="Times New Roman"/>
                <w:sz w:val="20"/>
                <w:szCs w:val="20"/>
              </w:rPr>
              <w:t>2023 год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2585" w:rsidRPr="00A502A1" w:rsidRDefault="00172585" w:rsidP="00065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02A1">
              <w:rPr>
                <w:rFonts w:ascii="Times New Roman" w:eastAsia="Times New Roman" w:hAnsi="Times New Roman" w:cs="Times New Roman"/>
                <w:sz w:val="20"/>
                <w:szCs w:val="20"/>
              </w:rPr>
              <w:t>2024 год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2585" w:rsidRPr="00A502A1" w:rsidRDefault="00172585" w:rsidP="00065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02A1">
              <w:rPr>
                <w:rFonts w:ascii="Times New Roman" w:eastAsia="Times New Roman" w:hAnsi="Times New Roman" w:cs="Times New Roman"/>
                <w:sz w:val="20"/>
                <w:szCs w:val="20"/>
              </w:rPr>
              <w:t>2025 год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2585" w:rsidRPr="00A502A1" w:rsidRDefault="00172585" w:rsidP="00065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02A1">
              <w:rPr>
                <w:rFonts w:ascii="Times New Roman" w:eastAsia="Times New Roman" w:hAnsi="Times New Roman" w:cs="Times New Roman"/>
                <w:sz w:val="20"/>
                <w:szCs w:val="20"/>
              </w:rPr>
              <w:t>2026 год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2585" w:rsidRPr="00A502A1" w:rsidRDefault="00172585" w:rsidP="00065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02A1">
              <w:rPr>
                <w:rFonts w:ascii="Times New Roman" w:eastAsia="Times New Roman" w:hAnsi="Times New Roman" w:cs="Times New Roman"/>
                <w:sz w:val="20"/>
                <w:szCs w:val="20"/>
              </w:rPr>
              <w:t>2027 год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2585" w:rsidRPr="00A502A1" w:rsidRDefault="00172585" w:rsidP="00065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02A1">
              <w:rPr>
                <w:rFonts w:ascii="Times New Roman" w:eastAsia="Times New Roman" w:hAnsi="Times New Roman" w:cs="Times New Roman"/>
                <w:sz w:val="20"/>
                <w:szCs w:val="20"/>
              </w:rPr>
              <w:t>2028 год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2585" w:rsidRPr="00A502A1" w:rsidRDefault="00172585" w:rsidP="00065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02A1">
              <w:rPr>
                <w:rFonts w:ascii="Times New Roman" w:eastAsia="Times New Roman" w:hAnsi="Times New Roman" w:cs="Times New Roman"/>
                <w:sz w:val="20"/>
                <w:szCs w:val="20"/>
              </w:rPr>
              <w:t>2029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2585" w:rsidRPr="00A502A1" w:rsidRDefault="00172585" w:rsidP="00065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02A1">
              <w:rPr>
                <w:rFonts w:ascii="Times New Roman" w:eastAsia="Times New Roman" w:hAnsi="Times New Roman" w:cs="Times New Roman"/>
                <w:sz w:val="20"/>
                <w:szCs w:val="20"/>
              </w:rPr>
              <w:t>2030 год</w:t>
            </w:r>
          </w:p>
        </w:tc>
      </w:tr>
      <w:tr w:rsidR="00172585" w:rsidRPr="00A502A1" w:rsidTr="00AD37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2585" w:rsidRPr="00A502A1" w:rsidRDefault="00172585" w:rsidP="00065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02A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2585" w:rsidRPr="00A502A1" w:rsidRDefault="00172585" w:rsidP="00065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02A1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2585" w:rsidRPr="00A502A1" w:rsidRDefault="00172585" w:rsidP="00065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02A1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2585" w:rsidRPr="00A502A1" w:rsidRDefault="00172585" w:rsidP="00065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02A1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2585" w:rsidRPr="00A502A1" w:rsidRDefault="00172585" w:rsidP="00065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02A1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2585" w:rsidRPr="00A502A1" w:rsidRDefault="00172585" w:rsidP="00065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02A1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2585" w:rsidRPr="00A502A1" w:rsidRDefault="00172585" w:rsidP="00065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02A1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2585" w:rsidRPr="00A502A1" w:rsidRDefault="00172585" w:rsidP="00065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02A1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2585" w:rsidRPr="00A502A1" w:rsidRDefault="00172585" w:rsidP="00065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02A1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2585" w:rsidRPr="00A502A1" w:rsidRDefault="00172585" w:rsidP="00065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02A1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2585" w:rsidRPr="00A502A1" w:rsidRDefault="00172585" w:rsidP="00065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02A1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2585" w:rsidRPr="00A502A1" w:rsidRDefault="00172585" w:rsidP="00065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02A1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2585" w:rsidRPr="00A502A1" w:rsidRDefault="00172585" w:rsidP="00065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02A1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2585" w:rsidRPr="00A502A1" w:rsidRDefault="00172585" w:rsidP="00065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02A1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2585" w:rsidRPr="00A502A1" w:rsidRDefault="00172585" w:rsidP="00065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02A1"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2585" w:rsidRPr="00A502A1" w:rsidRDefault="00172585" w:rsidP="00065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02A1">
              <w:rPr>
                <w:rFonts w:ascii="Times New Roman" w:eastAsia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1A0A3E" w:rsidRPr="00A502A1" w:rsidTr="00AD37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5"/>
        </w:trPr>
        <w:tc>
          <w:tcPr>
            <w:tcW w:w="9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A3E" w:rsidRPr="00A502A1" w:rsidRDefault="001A0A3E" w:rsidP="00065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02A1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</w:t>
            </w:r>
          </w:p>
        </w:tc>
        <w:tc>
          <w:tcPr>
            <w:tcW w:w="169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A3E" w:rsidRPr="00A502A1" w:rsidRDefault="001A0A3E" w:rsidP="007309D7">
            <w:pPr>
              <w:spacing w:after="0" w:line="240" w:lineRule="auto"/>
              <w:ind w:left="-106" w:right="-10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02A1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качественными жилищно-коммунальными услугами насел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ения </w:t>
            </w:r>
            <w:r w:rsidRPr="00A502A1">
              <w:rPr>
                <w:rFonts w:ascii="Times New Roman" w:eastAsia="Times New Roman" w:hAnsi="Times New Roman" w:cs="Times New Roman"/>
                <w:sz w:val="20"/>
                <w:szCs w:val="20"/>
              </w:rPr>
              <w:t>города Батайска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0A3E" w:rsidRPr="00A502A1" w:rsidRDefault="001A0A3E" w:rsidP="007309D7">
            <w:pPr>
              <w:spacing w:after="0" w:line="240" w:lineRule="auto"/>
              <w:ind w:left="-108" w:right="-11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02A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всего 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0A3E" w:rsidRPr="001A5C6C" w:rsidRDefault="001A0A3E" w:rsidP="009E081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1815984,0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0A3E" w:rsidRPr="001A5C6C" w:rsidRDefault="001A0A3E" w:rsidP="0057445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5C6C">
              <w:rPr>
                <w:rFonts w:ascii="Times New Roman" w:eastAsia="Times New Roman" w:hAnsi="Times New Roman" w:cs="Times New Roman"/>
                <w:sz w:val="20"/>
                <w:szCs w:val="20"/>
              </w:rPr>
              <w:t>607891,8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0A3E" w:rsidRPr="00A502A1" w:rsidRDefault="001A0A3E" w:rsidP="0057445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02A1">
              <w:rPr>
                <w:rFonts w:ascii="Times New Roman" w:eastAsia="Times New Roman" w:hAnsi="Times New Roman" w:cs="Times New Roman"/>
                <w:sz w:val="20"/>
                <w:szCs w:val="20"/>
              </w:rPr>
              <w:t>74858,7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0A3E" w:rsidRPr="00A502A1" w:rsidRDefault="001A0A3E" w:rsidP="00A808A7">
            <w:pPr>
              <w:spacing w:after="0" w:line="240" w:lineRule="auto"/>
              <w:ind w:left="-104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122754,7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0A3E" w:rsidRPr="00A502A1" w:rsidRDefault="001A0A3E" w:rsidP="008E3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168973,2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0A3E" w:rsidRPr="00A502A1" w:rsidRDefault="001A0A3E" w:rsidP="009E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239165,3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0A3E" w:rsidRPr="00A502A1" w:rsidRDefault="001A0A3E" w:rsidP="00923568">
            <w:pPr>
              <w:spacing w:after="0" w:line="240" w:lineRule="auto"/>
              <w:ind w:left="-106" w:right="-11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223019,9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0A3E" w:rsidRPr="00A502A1" w:rsidRDefault="001A0A3E" w:rsidP="00A808A7">
            <w:pPr>
              <w:spacing w:after="0" w:line="240" w:lineRule="auto"/>
              <w:ind w:left="-106" w:right="-1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93566,0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0A3E" w:rsidRPr="00A502A1" w:rsidRDefault="001A0A3E" w:rsidP="0076303E">
            <w:pPr>
              <w:spacing w:after="0" w:line="240" w:lineRule="auto"/>
              <w:ind w:left="-106" w:right="-1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93566,0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0A3E" w:rsidRPr="00A502A1" w:rsidRDefault="001A0A3E" w:rsidP="0057445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02A1">
              <w:rPr>
                <w:rFonts w:ascii="Times New Roman" w:eastAsia="Times New Roman" w:hAnsi="Times New Roman" w:cs="Times New Roman"/>
                <w:sz w:val="20"/>
                <w:szCs w:val="20"/>
              </w:rPr>
              <w:t>48047,1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0A3E" w:rsidRPr="00A502A1" w:rsidRDefault="001A0A3E" w:rsidP="0057445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02A1">
              <w:rPr>
                <w:rFonts w:ascii="Times New Roman" w:eastAsia="Times New Roman" w:hAnsi="Times New Roman" w:cs="Times New Roman"/>
                <w:sz w:val="20"/>
                <w:szCs w:val="20"/>
              </w:rPr>
              <w:t>48047,1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0A3E" w:rsidRPr="00A502A1" w:rsidRDefault="001A0A3E" w:rsidP="0057445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02A1">
              <w:rPr>
                <w:rFonts w:ascii="Times New Roman" w:eastAsia="Times New Roman" w:hAnsi="Times New Roman" w:cs="Times New Roman"/>
                <w:sz w:val="20"/>
                <w:szCs w:val="20"/>
              </w:rPr>
              <w:t>48047,1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0A3E" w:rsidRPr="00A502A1" w:rsidRDefault="001A0A3E" w:rsidP="0057445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02A1">
              <w:rPr>
                <w:rFonts w:ascii="Times New Roman" w:eastAsia="Times New Roman" w:hAnsi="Times New Roman" w:cs="Times New Roman"/>
                <w:sz w:val="20"/>
                <w:szCs w:val="20"/>
              </w:rPr>
              <w:t>48047,1</w:t>
            </w:r>
          </w:p>
        </w:tc>
      </w:tr>
      <w:tr w:rsidR="001A0A3E" w:rsidRPr="00A502A1" w:rsidTr="00AD37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55"/>
        </w:trPr>
        <w:tc>
          <w:tcPr>
            <w:tcW w:w="9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A3E" w:rsidRPr="00A502A1" w:rsidRDefault="001A0A3E" w:rsidP="00065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A3E" w:rsidRPr="00A502A1" w:rsidRDefault="001A0A3E" w:rsidP="007309D7">
            <w:pPr>
              <w:spacing w:after="0" w:line="240" w:lineRule="auto"/>
              <w:ind w:left="-106" w:right="-10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0A3E" w:rsidRPr="00A502A1" w:rsidRDefault="001A0A3E" w:rsidP="007309D7">
            <w:pPr>
              <w:spacing w:after="0" w:line="240" w:lineRule="auto"/>
              <w:ind w:left="-108" w:right="-11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02A1">
              <w:rPr>
                <w:rFonts w:ascii="Times New Roman" w:eastAsia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0A3E" w:rsidRPr="001A5C6C" w:rsidRDefault="001A0A3E" w:rsidP="00065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836,3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0A3E" w:rsidRPr="001A5C6C" w:rsidRDefault="001A0A3E" w:rsidP="00065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5C6C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0A3E" w:rsidRPr="001A5C6C" w:rsidRDefault="001A0A3E" w:rsidP="00065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5C6C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0A3E" w:rsidRPr="001A5C6C" w:rsidRDefault="001A0A3E" w:rsidP="00D72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5C6C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0A3E" w:rsidRPr="001A5C6C" w:rsidRDefault="001A0A3E" w:rsidP="00A80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836,3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0A3E" w:rsidRPr="00A502A1" w:rsidRDefault="001A0A3E" w:rsidP="00065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02A1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0A3E" w:rsidRPr="00A502A1" w:rsidRDefault="001A0A3E" w:rsidP="00065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0A3E" w:rsidRPr="00A502A1" w:rsidRDefault="001A0A3E" w:rsidP="00065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02A1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0A3E" w:rsidRPr="00A502A1" w:rsidRDefault="001A0A3E" w:rsidP="007630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02A1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0A3E" w:rsidRPr="00A502A1" w:rsidRDefault="001A0A3E" w:rsidP="00065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02A1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0A3E" w:rsidRPr="00A502A1" w:rsidRDefault="001A0A3E" w:rsidP="00065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02A1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0A3E" w:rsidRPr="00A502A1" w:rsidRDefault="001A0A3E" w:rsidP="00065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02A1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0A3E" w:rsidRPr="00A502A1" w:rsidRDefault="001A0A3E" w:rsidP="00065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02A1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F54B7" w:rsidRPr="00A502A1" w:rsidTr="00AD37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19"/>
        </w:trPr>
        <w:tc>
          <w:tcPr>
            <w:tcW w:w="9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54B7" w:rsidRPr="00A502A1" w:rsidRDefault="007F54B7" w:rsidP="00065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54B7" w:rsidRPr="00A502A1" w:rsidRDefault="007F54B7" w:rsidP="007309D7">
            <w:pPr>
              <w:spacing w:after="0" w:line="240" w:lineRule="auto"/>
              <w:ind w:left="-106" w:right="-10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4B7" w:rsidRPr="00A502A1" w:rsidRDefault="007F54B7" w:rsidP="007309D7">
            <w:pPr>
              <w:spacing w:after="0" w:line="240" w:lineRule="auto"/>
              <w:ind w:left="-108" w:right="-11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02A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областной бюджет 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54B7" w:rsidRPr="00BA536F" w:rsidRDefault="007F54B7" w:rsidP="00D00E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1215648,6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4B7" w:rsidRPr="00A502A1" w:rsidRDefault="007F54B7" w:rsidP="0057445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02A1">
              <w:rPr>
                <w:rFonts w:ascii="Times New Roman" w:eastAsia="Times New Roman" w:hAnsi="Times New Roman" w:cs="Times New Roman"/>
                <w:sz w:val="20"/>
                <w:szCs w:val="20"/>
              </w:rPr>
              <w:t>571335,5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4B7" w:rsidRPr="00A502A1" w:rsidRDefault="007F54B7" w:rsidP="0057445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02A1">
              <w:rPr>
                <w:rFonts w:ascii="Times New Roman" w:eastAsia="Times New Roman" w:hAnsi="Times New Roman" w:cs="Times New Roman"/>
                <w:sz w:val="20"/>
                <w:szCs w:val="20"/>
              </w:rPr>
              <w:t>33603,4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4B7" w:rsidRPr="00A502A1" w:rsidRDefault="007F54B7" w:rsidP="0057445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61806,3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4B7" w:rsidRPr="00574458" w:rsidRDefault="007F54B7" w:rsidP="002F3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103330,3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4B7" w:rsidRPr="00A502A1" w:rsidRDefault="007F54B7" w:rsidP="00D00E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149837,2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4B7" w:rsidRPr="00A502A1" w:rsidRDefault="007F54B7" w:rsidP="0057445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124792,5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4B7" w:rsidRPr="00A502A1" w:rsidRDefault="007F54B7" w:rsidP="00F451B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27898,5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4B7" w:rsidRPr="00A502A1" w:rsidRDefault="007F54B7" w:rsidP="00F451B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27898,5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4B7" w:rsidRPr="00A502A1" w:rsidRDefault="007F54B7" w:rsidP="0057445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02A1">
              <w:rPr>
                <w:rFonts w:ascii="Times New Roman" w:eastAsia="Times New Roman" w:hAnsi="Times New Roman" w:cs="Times New Roman"/>
                <w:sz w:val="20"/>
                <w:szCs w:val="20"/>
              </w:rPr>
              <w:t>11996,8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4B7" w:rsidRPr="00A502A1" w:rsidRDefault="007F54B7" w:rsidP="0057445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02A1">
              <w:rPr>
                <w:rFonts w:ascii="Times New Roman" w:eastAsia="Times New Roman" w:hAnsi="Times New Roman" w:cs="Times New Roman"/>
                <w:sz w:val="20"/>
                <w:szCs w:val="20"/>
              </w:rPr>
              <w:t>11996,8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4B7" w:rsidRPr="00A502A1" w:rsidRDefault="007F54B7" w:rsidP="0057445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02A1">
              <w:rPr>
                <w:rFonts w:ascii="Times New Roman" w:eastAsia="Times New Roman" w:hAnsi="Times New Roman" w:cs="Times New Roman"/>
                <w:sz w:val="20"/>
                <w:szCs w:val="20"/>
              </w:rPr>
              <w:t>11996,8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4B7" w:rsidRPr="00A502A1" w:rsidRDefault="007F54B7" w:rsidP="0057445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02A1">
              <w:rPr>
                <w:rFonts w:ascii="Times New Roman" w:eastAsia="Times New Roman" w:hAnsi="Times New Roman" w:cs="Times New Roman"/>
                <w:sz w:val="20"/>
                <w:szCs w:val="20"/>
              </w:rPr>
              <w:t>11996,8</w:t>
            </w:r>
          </w:p>
        </w:tc>
      </w:tr>
      <w:tr w:rsidR="001A0A3E" w:rsidRPr="00A502A1" w:rsidTr="00AD37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11"/>
        </w:trPr>
        <w:tc>
          <w:tcPr>
            <w:tcW w:w="9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A3E" w:rsidRPr="00A502A1" w:rsidRDefault="001A0A3E" w:rsidP="00065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A3E" w:rsidRPr="00A502A1" w:rsidRDefault="001A0A3E" w:rsidP="007309D7">
            <w:pPr>
              <w:spacing w:after="0" w:line="240" w:lineRule="auto"/>
              <w:ind w:left="-106" w:right="-10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0A3E" w:rsidRPr="00A502A1" w:rsidRDefault="001A0A3E" w:rsidP="007309D7">
            <w:pPr>
              <w:spacing w:after="0" w:line="240" w:lineRule="auto"/>
              <w:ind w:left="-108" w:right="-11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02A1">
              <w:rPr>
                <w:rFonts w:ascii="Times New Roman" w:eastAsia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0A3E" w:rsidRPr="00BA536F" w:rsidRDefault="001A0A3E" w:rsidP="009E081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599499,1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A3E" w:rsidRPr="00A502A1" w:rsidRDefault="001A0A3E" w:rsidP="0057445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02A1">
              <w:rPr>
                <w:rFonts w:ascii="Times New Roman" w:eastAsia="Times New Roman" w:hAnsi="Times New Roman" w:cs="Times New Roman"/>
                <w:sz w:val="20"/>
                <w:szCs w:val="20"/>
              </w:rPr>
              <w:t>36556,3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A3E" w:rsidRPr="00A502A1" w:rsidRDefault="001A0A3E" w:rsidP="0057445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02A1">
              <w:rPr>
                <w:rFonts w:ascii="Times New Roman" w:eastAsia="Times New Roman" w:hAnsi="Times New Roman" w:cs="Times New Roman"/>
                <w:sz w:val="20"/>
                <w:szCs w:val="20"/>
              </w:rPr>
              <w:t>41255,3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A3E" w:rsidRPr="00A502A1" w:rsidRDefault="001A0A3E" w:rsidP="0057445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60948,4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A3E" w:rsidRPr="00574458" w:rsidRDefault="001A0A3E" w:rsidP="008E3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64806,6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A3E" w:rsidRPr="00A502A1" w:rsidRDefault="001A0A3E" w:rsidP="009E081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89328,1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A3E" w:rsidRPr="00A502A1" w:rsidRDefault="001A0A3E" w:rsidP="0057445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98227,4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A3E" w:rsidRPr="00A502A1" w:rsidRDefault="007F54B7" w:rsidP="0057445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65667,6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A3E" w:rsidRPr="00A502A1" w:rsidRDefault="007F54B7" w:rsidP="0076303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65667,6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A3E" w:rsidRPr="00A502A1" w:rsidRDefault="001A0A3E" w:rsidP="0057445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02A1">
              <w:rPr>
                <w:rFonts w:ascii="Times New Roman" w:eastAsia="Times New Roman" w:hAnsi="Times New Roman" w:cs="Times New Roman"/>
                <w:sz w:val="20"/>
                <w:szCs w:val="20"/>
              </w:rPr>
              <w:t>36050,3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A3E" w:rsidRPr="00A502A1" w:rsidRDefault="001A0A3E" w:rsidP="0057445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02A1">
              <w:rPr>
                <w:rFonts w:ascii="Times New Roman" w:eastAsia="Times New Roman" w:hAnsi="Times New Roman" w:cs="Times New Roman"/>
                <w:sz w:val="20"/>
                <w:szCs w:val="20"/>
              </w:rPr>
              <w:t>36050,3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A3E" w:rsidRPr="00A502A1" w:rsidRDefault="001A0A3E" w:rsidP="0057445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02A1">
              <w:rPr>
                <w:rFonts w:ascii="Times New Roman" w:eastAsia="Times New Roman" w:hAnsi="Times New Roman" w:cs="Times New Roman"/>
                <w:sz w:val="20"/>
                <w:szCs w:val="20"/>
              </w:rPr>
              <w:t>36050,3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A3E" w:rsidRPr="00A502A1" w:rsidRDefault="001A0A3E" w:rsidP="0057445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02A1">
              <w:rPr>
                <w:rFonts w:ascii="Times New Roman" w:eastAsia="Times New Roman" w:hAnsi="Times New Roman" w:cs="Times New Roman"/>
                <w:sz w:val="20"/>
                <w:szCs w:val="20"/>
              </w:rPr>
              <w:t>36050,3</w:t>
            </w:r>
          </w:p>
        </w:tc>
      </w:tr>
      <w:tr w:rsidR="001A0A3E" w:rsidRPr="00A502A1" w:rsidTr="00AD37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1"/>
        </w:trPr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A3E" w:rsidRPr="00A502A1" w:rsidRDefault="001A0A3E" w:rsidP="00065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02A1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1</w:t>
            </w:r>
          </w:p>
        </w:tc>
        <w:tc>
          <w:tcPr>
            <w:tcW w:w="16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A3E" w:rsidRPr="00A502A1" w:rsidRDefault="001A0A3E" w:rsidP="007309D7">
            <w:pPr>
              <w:spacing w:after="0" w:line="240" w:lineRule="auto"/>
              <w:ind w:left="-106" w:right="-10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02A1">
              <w:rPr>
                <w:rFonts w:ascii="Times New Roman" w:eastAsia="Times New Roman" w:hAnsi="Times New Roman" w:cs="Times New Roman"/>
                <w:sz w:val="20"/>
                <w:szCs w:val="20"/>
              </w:rPr>
              <w:t>Развитие жилищного хозяйства в городе Батайске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A3E" w:rsidRPr="00A502A1" w:rsidRDefault="001A0A3E" w:rsidP="007309D7">
            <w:pPr>
              <w:spacing w:after="0" w:line="240" w:lineRule="auto"/>
              <w:ind w:left="-108" w:right="-11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02A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всего 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0A3E" w:rsidRPr="00BA536F" w:rsidRDefault="001A0A3E" w:rsidP="009E0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43647,0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A3E" w:rsidRPr="00A502A1" w:rsidRDefault="001A0A3E" w:rsidP="00B40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02A1">
              <w:rPr>
                <w:rFonts w:ascii="Times New Roman" w:eastAsia="Times New Roman" w:hAnsi="Times New Roman" w:cs="Times New Roman"/>
                <w:sz w:val="20"/>
                <w:szCs w:val="20"/>
              </w:rPr>
              <w:t>4021,1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A3E" w:rsidRPr="00A502A1" w:rsidRDefault="001A0A3E" w:rsidP="00436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02A1">
              <w:rPr>
                <w:rFonts w:ascii="Times New Roman" w:eastAsia="Times New Roman" w:hAnsi="Times New Roman" w:cs="Times New Roman"/>
                <w:sz w:val="20"/>
                <w:szCs w:val="20"/>
              </w:rPr>
              <w:t>2615,0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A3E" w:rsidRPr="00A502A1" w:rsidRDefault="001A0A3E" w:rsidP="00363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02A1">
              <w:rPr>
                <w:rFonts w:ascii="Times New Roman" w:eastAsia="Times New Roman" w:hAnsi="Times New Roman" w:cs="Times New Roman"/>
                <w:sz w:val="20"/>
                <w:szCs w:val="20"/>
              </w:rPr>
              <w:t>3074,4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A3E" w:rsidRPr="00A502A1" w:rsidRDefault="001A0A3E" w:rsidP="002F3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4188,3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A3E" w:rsidRPr="00A502A1" w:rsidRDefault="001A0A3E" w:rsidP="002F3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7821,2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A3E" w:rsidRPr="00A502A1" w:rsidRDefault="001A0A3E" w:rsidP="00065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6952,2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A3E" w:rsidRPr="00A502A1" w:rsidRDefault="001A0A3E" w:rsidP="00065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4189,4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A3E" w:rsidRPr="00A502A1" w:rsidRDefault="001A0A3E" w:rsidP="007630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4189,4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A3E" w:rsidRPr="00A502A1" w:rsidRDefault="001A0A3E" w:rsidP="00065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02A1">
              <w:rPr>
                <w:rFonts w:ascii="Times New Roman" w:eastAsia="Times New Roman" w:hAnsi="Times New Roman" w:cs="Times New Roman"/>
                <w:sz w:val="20"/>
                <w:szCs w:val="20"/>
              </w:rPr>
              <w:t>1649,0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A3E" w:rsidRPr="00A502A1" w:rsidRDefault="001A0A3E" w:rsidP="00065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02A1">
              <w:rPr>
                <w:rFonts w:ascii="Times New Roman" w:eastAsia="Times New Roman" w:hAnsi="Times New Roman" w:cs="Times New Roman"/>
                <w:sz w:val="20"/>
                <w:szCs w:val="20"/>
              </w:rPr>
              <w:t>1649,0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A3E" w:rsidRPr="00A502A1" w:rsidRDefault="001A0A3E" w:rsidP="0057445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02A1">
              <w:rPr>
                <w:rFonts w:ascii="Times New Roman" w:eastAsia="Times New Roman" w:hAnsi="Times New Roman" w:cs="Times New Roman"/>
                <w:sz w:val="20"/>
                <w:szCs w:val="20"/>
              </w:rPr>
              <w:t>1649,0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A3E" w:rsidRPr="00A502A1" w:rsidRDefault="001A0A3E" w:rsidP="0057445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02A1">
              <w:rPr>
                <w:rFonts w:ascii="Times New Roman" w:eastAsia="Times New Roman" w:hAnsi="Times New Roman" w:cs="Times New Roman"/>
                <w:sz w:val="20"/>
                <w:szCs w:val="20"/>
              </w:rPr>
              <w:t>1649,0</w:t>
            </w:r>
          </w:p>
        </w:tc>
      </w:tr>
      <w:tr w:rsidR="001A0A3E" w:rsidRPr="00A502A1" w:rsidTr="00AD37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68"/>
        </w:trPr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A3E" w:rsidRPr="00A502A1" w:rsidRDefault="001A0A3E" w:rsidP="00065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A3E" w:rsidRPr="00A502A1" w:rsidRDefault="001A0A3E" w:rsidP="007309D7">
            <w:pPr>
              <w:spacing w:after="0" w:line="240" w:lineRule="auto"/>
              <w:ind w:left="-106" w:right="-10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0A3E" w:rsidRPr="00A502A1" w:rsidRDefault="001A0A3E" w:rsidP="007309D7">
            <w:pPr>
              <w:spacing w:after="0" w:line="240" w:lineRule="auto"/>
              <w:ind w:left="-108" w:right="-11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02A1">
              <w:rPr>
                <w:rFonts w:ascii="Times New Roman" w:eastAsia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0A3E" w:rsidRPr="00BA536F" w:rsidRDefault="001A0A3E" w:rsidP="00065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536F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0A3E" w:rsidRPr="001A5C6C" w:rsidRDefault="001A0A3E" w:rsidP="00065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5C6C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0A3E" w:rsidRPr="001A5C6C" w:rsidRDefault="001A0A3E" w:rsidP="00065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5C6C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0A3E" w:rsidRPr="001A5C6C" w:rsidRDefault="001A0A3E" w:rsidP="00065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5C6C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0A3E" w:rsidRPr="001A5C6C" w:rsidRDefault="001A0A3E" w:rsidP="00065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5C6C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0A3E" w:rsidRPr="00A502A1" w:rsidRDefault="001A0A3E" w:rsidP="00065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02A1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0A3E" w:rsidRPr="00A502A1" w:rsidRDefault="001A0A3E" w:rsidP="00065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02A1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0A3E" w:rsidRPr="00A502A1" w:rsidRDefault="001A0A3E" w:rsidP="00065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02A1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0A3E" w:rsidRPr="00A502A1" w:rsidRDefault="001A0A3E" w:rsidP="007630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02A1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0A3E" w:rsidRPr="00A502A1" w:rsidRDefault="001A0A3E" w:rsidP="00065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02A1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0A3E" w:rsidRPr="00A502A1" w:rsidRDefault="001A0A3E" w:rsidP="00065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02A1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0A3E" w:rsidRPr="00A502A1" w:rsidRDefault="001A0A3E" w:rsidP="00065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02A1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0A3E" w:rsidRPr="00A502A1" w:rsidRDefault="001A0A3E" w:rsidP="00065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02A1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1A0A3E" w:rsidRPr="00A502A1" w:rsidTr="00AD37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17"/>
        </w:trPr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A3E" w:rsidRPr="00A502A1" w:rsidRDefault="001A0A3E" w:rsidP="00065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A3E" w:rsidRPr="00A502A1" w:rsidRDefault="001A0A3E" w:rsidP="007309D7">
            <w:pPr>
              <w:spacing w:after="0" w:line="240" w:lineRule="auto"/>
              <w:ind w:left="-106" w:right="-10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0A3E" w:rsidRPr="00A502A1" w:rsidRDefault="001A0A3E" w:rsidP="007309D7">
            <w:pPr>
              <w:spacing w:after="0" w:line="240" w:lineRule="auto"/>
              <w:ind w:left="-108" w:right="-11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02A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областной бюджет 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0A3E" w:rsidRPr="00BA536F" w:rsidRDefault="001A0A3E" w:rsidP="00065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536F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A3E" w:rsidRPr="001A5C6C" w:rsidRDefault="001A0A3E" w:rsidP="00065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5C6C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A3E" w:rsidRPr="001A5C6C" w:rsidRDefault="001A0A3E" w:rsidP="00065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5C6C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A3E" w:rsidRPr="001A5C6C" w:rsidRDefault="001A0A3E" w:rsidP="00065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5C6C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A3E" w:rsidRPr="001A5C6C" w:rsidRDefault="001A0A3E" w:rsidP="00065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5C6C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A3E" w:rsidRPr="00A502A1" w:rsidRDefault="001A0A3E" w:rsidP="00065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02A1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A3E" w:rsidRPr="00A502A1" w:rsidRDefault="001A0A3E" w:rsidP="00065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02A1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A3E" w:rsidRPr="00A502A1" w:rsidRDefault="001A0A3E" w:rsidP="00065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02A1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A3E" w:rsidRPr="00A502A1" w:rsidRDefault="001A0A3E" w:rsidP="007630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02A1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A3E" w:rsidRPr="00A502A1" w:rsidRDefault="001A0A3E" w:rsidP="00065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02A1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A3E" w:rsidRPr="00A502A1" w:rsidRDefault="001A0A3E" w:rsidP="00065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02A1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A3E" w:rsidRPr="00A502A1" w:rsidRDefault="001A0A3E" w:rsidP="00065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02A1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A3E" w:rsidRPr="00A502A1" w:rsidRDefault="001A0A3E" w:rsidP="00065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02A1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1A0A3E" w:rsidRPr="00A502A1" w:rsidTr="00AD37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05"/>
        </w:trPr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A3E" w:rsidRPr="00A502A1" w:rsidRDefault="001A0A3E" w:rsidP="008438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A3E" w:rsidRPr="00A502A1" w:rsidRDefault="001A0A3E" w:rsidP="007309D7">
            <w:pPr>
              <w:spacing w:after="0" w:line="240" w:lineRule="auto"/>
              <w:ind w:left="-106" w:right="-10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0A3E" w:rsidRPr="00A502A1" w:rsidRDefault="001A0A3E" w:rsidP="007309D7">
            <w:pPr>
              <w:spacing w:after="0" w:line="240" w:lineRule="auto"/>
              <w:ind w:left="-108" w:right="-11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02A1">
              <w:rPr>
                <w:rFonts w:ascii="Times New Roman" w:eastAsia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0A3E" w:rsidRPr="00BA536F" w:rsidRDefault="001A0A3E" w:rsidP="009E081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43647,0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A3E" w:rsidRPr="001A5C6C" w:rsidRDefault="001A0A3E" w:rsidP="0057445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5C6C">
              <w:rPr>
                <w:rFonts w:ascii="Times New Roman" w:eastAsia="Times New Roman" w:hAnsi="Times New Roman" w:cs="Times New Roman"/>
                <w:sz w:val="20"/>
                <w:szCs w:val="20"/>
              </w:rPr>
              <w:t>4021,1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A3E" w:rsidRPr="001A5C6C" w:rsidRDefault="001A0A3E" w:rsidP="0057445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5C6C">
              <w:rPr>
                <w:rFonts w:ascii="Times New Roman" w:eastAsia="Times New Roman" w:hAnsi="Times New Roman" w:cs="Times New Roman"/>
                <w:sz w:val="20"/>
                <w:szCs w:val="20"/>
              </w:rPr>
              <w:t>2615,0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A3E" w:rsidRPr="001A5C6C" w:rsidRDefault="001A0A3E" w:rsidP="0057445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5C6C">
              <w:rPr>
                <w:rFonts w:ascii="Times New Roman" w:eastAsia="Times New Roman" w:hAnsi="Times New Roman" w:cs="Times New Roman"/>
                <w:sz w:val="20"/>
                <w:szCs w:val="20"/>
              </w:rPr>
              <w:t>3074,4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A3E" w:rsidRPr="001A5C6C" w:rsidRDefault="001A0A3E" w:rsidP="008E3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4188,3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A3E" w:rsidRPr="001A5C6C" w:rsidRDefault="001A0A3E" w:rsidP="0057445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7821,2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A3E" w:rsidRPr="00A502A1" w:rsidRDefault="001A0A3E" w:rsidP="0057445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6952,2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A3E" w:rsidRPr="00A502A1" w:rsidRDefault="001A0A3E" w:rsidP="0057445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4189,4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A3E" w:rsidRPr="00A502A1" w:rsidRDefault="001A0A3E" w:rsidP="0076303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4189,4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A3E" w:rsidRPr="00A502A1" w:rsidRDefault="001A0A3E" w:rsidP="0057445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02A1">
              <w:rPr>
                <w:rFonts w:ascii="Times New Roman" w:eastAsia="Times New Roman" w:hAnsi="Times New Roman" w:cs="Times New Roman"/>
                <w:sz w:val="20"/>
                <w:szCs w:val="20"/>
              </w:rPr>
              <w:t>1649,0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A3E" w:rsidRPr="00A502A1" w:rsidRDefault="001A0A3E" w:rsidP="0057445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02A1">
              <w:rPr>
                <w:rFonts w:ascii="Times New Roman" w:eastAsia="Times New Roman" w:hAnsi="Times New Roman" w:cs="Times New Roman"/>
                <w:sz w:val="20"/>
                <w:szCs w:val="20"/>
              </w:rPr>
              <w:t>1649,0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A3E" w:rsidRPr="00A502A1" w:rsidRDefault="001A0A3E" w:rsidP="0057445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02A1">
              <w:rPr>
                <w:rFonts w:ascii="Times New Roman" w:eastAsia="Times New Roman" w:hAnsi="Times New Roman" w:cs="Times New Roman"/>
                <w:sz w:val="20"/>
                <w:szCs w:val="20"/>
              </w:rPr>
              <w:t>1649,0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A3E" w:rsidRPr="00A502A1" w:rsidRDefault="001A0A3E" w:rsidP="0057445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02A1">
              <w:rPr>
                <w:rFonts w:ascii="Times New Roman" w:eastAsia="Times New Roman" w:hAnsi="Times New Roman" w:cs="Times New Roman"/>
                <w:sz w:val="20"/>
                <w:szCs w:val="20"/>
              </w:rPr>
              <w:t>1649,0</w:t>
            </w:r>
          </w:p>
        </w:tc>
      </w:tr>
      <w:tr w:rsidR="001A0A3E" w:rsidRPr="00A502A1" w:rsidTr="00AD37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9"/>
        </w:trPr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A3E" w:rsidRPr="00A502A1" w:rsidRDefault="001A0A3E" w:rsidP="00065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02A1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2</w:t>
            </w:r>
          </w:p>
        </w:tc>
        <w:tc>
          <w:tcPr>
            <w:tcW w:w="16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A3E" w:rsidRPr="00A502A1" w:rsidRDefault="001A0A3E" w:rsidP="007309D7">
            <w:pPr>
              <w:spacing w:after="0" w:line="240" w:lineRule="auto"/>
              <w:ind w:left="-106" w:right="-10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02A1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Комплексное развитие инженерной инфраструктуры города Батайска</w:t>
            </w: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0A3E" w:rsidRPr="00A502A1" w:rsidRDefault="001A0A3E" w:rsidP="007309D7">
            <w:pPr>
              <w:spacing w:after="0" w:line="240" w:lineRule="auto"/>
              <w:ind w:left="-108" w:right="-11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02A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всего 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0A3E" w:rsidRPr="00BA536F" w:rsidRDefault="001A0A3E" w:rsidP="008028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691962,5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0A3E" w:rsidRPr="00A502A1" w:rsidRDefault="001A0A3E" w:rsidP="0057445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74458">
              <w:rPr>
                <w:rFonts w:ascii="Times New Roman" w:eastAsia="Times New Roman" w:hAnsi="Times New Roman" w:cs="Times New Roman"/>
                <w:sz w:val="20"/>
                <w:szCs w:val="20"/>
              </w:rPr>
              <w:t>571</w:t>
            </w:r>
            <w:r w:rsidRPr="00A502A1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r w:rsidRPr="00574458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  <w:r w:rsidRPr="00A502A1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 w:rsidRPr="00574458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0A3E" w:rsidRPr="00A502A1" w:rsidRDefault="001A0A3E" w:rsidP="0057445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02A1">
              <w:rPr>
                <w:rFonts w:ascii="Times New Roman" w:eastAsia="Times New Roman" w:hAnsi="Times New Roman" w:cs="Times New Roman"/>
                <w:sz w:val="20"/>
                <w:szCs w:val="20"/>
              </w:rPr>
              <w:t>99,6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A3E" w:rsidRPr="00A502A1" w:rsidRDefault="001A0A3E" w:rsidP="0057445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64356,2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A3E" w:rsidRPr="00A502A1" w:rsidRDefault="001A0A3E" w:rsidP="00065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32190,5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A3E" w:rsidRPr="00A502A1" w:rsidRDefault="001A0A3E" w:rsidP="0057445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20325,7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A3E" w:rsidRPr="00A502A1" w:rsidRDefault="001A0A3E" w:rsidP="0057445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3586,9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A3E" w:rsidRPr="00A502A1" w:rsidRDefault="001A0A3E" w:rsidP="0057445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A3E" w:rsidRPr="00A502A1" w:rsidRDefault="001A0A3E" w:rsidP="0076303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A3E" w:rsidRPr="00A502A1" w:rsidRDefault="001A0A3E" w:rsidP="0057445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02A1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A3E" w:rsidRPr="00A502A1" w:rsidRDefault="001A0A3E" w:rsidP="0057445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02A1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A3E" w:rsidRPr="00A502A1" w:rsidRDefault="001A0A3E" w:rsidP="0057445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02A1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A3E" w:rsidRPr="00A502A1" w:rsidRDefault="001A0A3E" w:rsidP="0057445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02A1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1A0A3E" w:rsidRPr="00A502A1" w:rsidTr="00AD37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93"/>
        </w:trPr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A3E" w:rsidRPr="00A502A1" w:rsidRDefault="001A0A3E" w:rsidP="00065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A3E" w:rsidRPr="00A502A1" w:rsidRDefault="001A0A3E" w:rsidP="00065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0A3E" w:rsidRPr="00A502A1" w:rsidRDefault="001A0A3E" w:rsidP="007309D7">
            <w:pPr>
              <w:spacing w:after="0" w:line="240" w:lineRule="auto"/>
              <w:ind w:left="-108" w:right="-11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02A1">
              <w:rPr>
                <w:rFonts w:ascii="Times New Roman" w:eastAsia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0A3E" w:rsidRPr="00BA536F" w:rsidRDefault="001A0A3E" w:rsidP="0057445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836,3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0A3E" w:rsidRPr="007309D7" w:rsidRDefault="001A0A3E" w:rsidP="0057445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09D7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0A3E" w:rsidRPr="007309D7" w:rsidRDefault="001A0A3E" w:rsidP="0057445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09D7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0A3E" w:rsidRPr="007309D7" w:rsidRDefault="001A0A3E" w:rsidP="0057445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09D7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0A3E" w:rsidRPr="007309D7" w:rsidRDefault="001A0A3E" w:rsidP="00A80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836,3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0A3E" w:rsidRPr="00A502A1" w:rsidRDefault="001A0A3E" w:rsidP="0057445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02A1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0A3E" w:rsidRPr="00A502A1" w:rsidRDefault="001A0A3E" w:rsidP="0057445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0A3E" w:rsidRPr="00A502A1" w:rsidRDefault="001A0A3E" w:rsidP="0057445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02A1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0A3E" w:rsidRPr="00A502A1" w:rsidRDefault="001A0A3E" w:rsidP="0076303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02A1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0A3E" w:rsidRPr="00A502A1" w:rsidRDefault="001A0A3E" w:rsidP="0057445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02A1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0A3E" w:rsidRPr="00A502A1" w:rsidRDefault="001A0A3E" w:rsidP="0057445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02A1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0A3E" w:rsidRPr="00A502A1" w:rsidRDefault="001A0A3E" w:rsidP="0057445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02A1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0A3E" w:rsidRPr="00A502A1" w:rsidRDefault="001A0A3E" w:rsidP="0057445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02A1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1A0A3E" w:rsidRPr="00A502A1" w:rsidTr="00AD37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15"/>
        </w:trPr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A3E" w:rsidRPr="00A502A1" w:rsidRDefault="001A0A3E" w:rsidP="00065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A3E" w:rsidRPr="00A502A1" w:rsidRDefault="001A0A3E" w:rsidP="00065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0A3E" w:rsidRPr="00A502A1" w:rsidRDefault="001A0A3E" w:rsidP="007309D7">
            <w:pPr>
              <w:spacing w:after="0" w:line="240" w:lineRule="auto"/>
              <w:ind w:left="-106" w:right="-11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02A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областной бюджет 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0A3E" w:rsidRPr="00BA536F" w:rsidRDefault="001A0A3E" w:rsidP="0057445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655212,7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A3E" w:rsidRPr="00574458" w:rsidRDefault="001A0A3E" w:rsidP="0057445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74458">
              <w:rPr>
                <w:rFonts w:ascii="Times New Roman" w:eastAsia="Times New Roman" w:hAnsi="Times New Roman" w:cs="Times New Roman"/>
                <w:sz w:val="20"/>
                <w:szCs w:val="20"/>
              </w:rPr>
              <w:t>568880</w:t>
            </w:r>
            <w:r w:rsidRPr="00A502A1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 w:rsidRPr="00574458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A3E" w:rsidRPr="00A502A1" w:rsidRDefault="001A0A3E" w:rsidP="0057445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02A1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A3E" w:rsidRPr="00A502A1" w:rsidRDefault="001A0A3E" w:rsidP="0057445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41936,0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A3E" w:rsidRPr="007730B1" w:rsidRDefault="001A0A3E" w:rsidP="00065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25123,1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A3E" w:rsidRPr="00A502A1" w:rsidRDefault="001A0A3E" w:rsidP="0057445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16382,5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A3E" w:rsidRPr="00A502A1" w:rsidRDefault="001A0A3E" w:rsidP="0057445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2891,0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A3E" w:rsidRPr="00A502A1" w:rsidRDefault="001A0A3E" w:rsidP="0057445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A3E" w:rsidRPr="00A502A1" w:rsidRDefault="001A0A3E" w:rsidP="0076303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A3E" w:rsidRPr="00A502A1" w:rsidRDefault="001A0A3E" w:rsidP="0057445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02A1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A3E" w:rsidRPr="00A502A1" w:rsidRDefault="001A0A3E" w:rsidP="0057445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02A1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A3E" w:rsidRPr="00A502A1" w:rsidRDefault="001A0A3E" w:rsidP="0057445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02A1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A3E" w:rsidRPr="00A502A1" w:rsidRDefault="001A0A3E" w:rsidP="0057445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02A1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1A0A3E" w:rsidRPr="00A502A1" w:rsidTr="00AD37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80"/>
        </w:trPr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A3E" w:rsidRPr="00A502A1" w:rsidRDefault="001A0A3E" w:rsidP="00065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A3E" w:rsidRPr="00A502A1" w:rsidRDefault="001A0A3E" w:rsidP="00065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0A3E" w:rsidRPr="00A502A1" w:rsidRDefault="001A0A3E" w:rsidP="007309D7">
            <w:pPr>
              <w:spacing w:after="0" w:line="240" w:lineRule="auto"/>
              <w:ind w:left="-106" w:right="-11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02A1">
              <w:rPr>
                <w:rFonts w:ascii="Times New Roman" w:eastAsia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0A3E" w:rsidRPr="00BA536F" w:rsidRDefault="001A0A3E" w:rsidP="0057445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35913,5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A3E" w:rsidRPr="00574458" w:rsidRDefault="001A0A3E" w:rsidP="0057445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74458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Pr="00A502A1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  <w:r w:rsidRPr="00574458">
              <w:rPr>
                <w:rFonts w:ascii="Times New Roman" w:eastAsia="Times New Roman" w:hAnsi="Times New Roman" w:cs="Times New Roman"/>
                <w:sz w:val="20"/>
                <w:szCs w:val="20"/>
              </w:rPr>
              <w:t>23</w:t>
            </w:r>
            <w:r w:rsidRPr="00A502A1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 w:rsidRPr="00574458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A3E" w:rsidRPr="00A502A1" w:rsidRDefault="001A0A3E" w:rsidP="0057445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02A1">
              <w:rPr>
                <w:rFonts w:ascii="Times New Roman" w:eastAsia="Times New Roman" w:hAnsi="Times New Roman" w:cs="Times New Roman"/>
                <w:sz w:val="20"/>
                <w:szCs w:val="20"/>
              </w:rPr>
              <w:t>99,6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A3E" w:rsidRPr="00A502A1" w:rsidRDefault="001A0A3E" w:rsidP="0057445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22420,2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A3E" w:rsidRPr="007730B1" w:rsidRDefault="001A0A3E" w:rsidP="00065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6231,1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A3E" w:rsidRPr="00A502A1" w:rsidRDefault="001A0A3E" w:rsidP="0057445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3943,2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A3E" w:rsidRPr="00A502A1" w:rsidRDefault="001A0A3E" w:rsidP="0057445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695,9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A3E" w:rsidRPr="00A502A1" w:rsidRDefault="001A0A3E" w:rsidP="0057445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02A1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A3E" w:rsidRPr="00A502A1" w:rsidRDefault="001A0A3E" w:rsidP="0076303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02A1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A3E" w:rsidRPr="00A502A1" w:rsidRDefault="001A0A3E" w:rsidP="0057445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02A1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A3E" w:rsidRPr="00A502A1" w:rsidRDefault="001A0A3E" w:rsidP="0057445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02A1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A3E" w:rsidRPr="00A502A1" w:rsidRDefault="001A0A3E" w:rsidP="0057445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02A1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A3E" w:rsidRPr="00A502A1" w:rsidRDefault="001A0A3E" w:rsidP="0057445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02A1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1A0A3E" w:rsidRPr="00A502A1" w:rsidTr="00AD37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41"/>
        </w:trPr>
        <w:tc>
          <w:tcPr>
            <w:tcW w:w="9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A3E" w:rsidRPr="00A502A1" w:rsidRDefault="001A0A3E" w:rsidP="00065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02A1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3</w:t>
            </w:r>
          </w:p>
        </w:tc>
        <w:tc>
          <w:tcPr>
            <w:tcW w:w="16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0A3E" w:rsidRPr="00A502A1" w:rsidRDefault="001A0A3E" w:rsidP="00065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02A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Ремонт жилищного фонда и имущества муниципального образования «Город Батайск» 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A3E" w:rsidRPr="00A502A1" w:rsidRDefault="001A0A3E" w:rsidP="00065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02A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всего 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0A3E" w:rsidRPr="00BA536F" w:rsidRDefault="001A0A3E" w:rsidP="009E081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1080374,5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0A3E" w:rsidRPr="00A502A1" w:rsidRDefault="001A0A3E" w:rsidP="0057445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02A1">
              <w:rPr>
                <w:rFonts w:ascii="Times New Roman" w:eastAsia="Times New Roman" w:hAnsi="Times New Roman" w:cs="Times New Roman"/>
                <w:sz w:val="20"/>
                <w:szCs w:val="20"/>
              </w:rPr>
              <w:t>32467,1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0A3E" w:rsidRPr="00A502A1" w:rsidRDefault="001A0A3E" w:rsidP="0057445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02A1">
              <w:rPr>
                <w:rFonts w:ascii="Times New Roman" w:eastAsia="Times New Roman" w:hAnsi="Times New Roman" w:cs="Times New Roman"/>
                <w:sz w:val="20"/>
                <w:szCs w:val="20"/>
              </w:rPr>
              <w:t>72144,1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0A3E" w:rsidRPr="00A502A1" w:rsidRDefault="001A0A3E" w:rsidP="0057445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02A1">
              <w:rPr>
                <w:rFonts w:ascii="Times New Roman" w:eastAsia="Times New Roman" w:hAnsi="Times New Roman" w:cs="Times New Roman"/>
                <w:sz w:val="20"/>
                <w:szCs w:val="20"/>
              </w:rPr>
              <w:t>55324,1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0A3E" w:rsidRPr="00A502A1" w:rsidRDefault="001A0A3E" w:rsidP="008E3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132594,4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0A3E" w:rsidRPr="00A502A1" w:rsidRDefault="001A0A3E" w:rsidP="0057445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211018,4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0A3E" w:rsidRPr="00A502A1" w:rsidRDefault="001A0A3E" w:rsidP="0057445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212480,8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0A3E" w:rsidRPr="00A502A1" w:rsidRDefault="001A0A3E" w:rsidP="0057445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89376,6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0A3E" w:rsidRPr="00A502A1" w:rsidRDefault="001A0A3E" w:rsidP="0076303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89376,6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0A3E" w:rsidRPr="00A502A1" w:rsidRDefault="001A0A3E" w:rsidP="0057445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02A1">
              <w:rPr>
                <w:rFonts w:ascii="Times New Roman" w:eastAsia="Times New Roman" w:hAnsi="Times New Roman" w:cs="Times New Roman"/>
                <w:sz w:val="20"/>
                <w:szCs w:val="20"/>
              </w:rPr>
              <w:t>46398,1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0A3E" w:rsidRPr="00A502A1" w:rsidRDefault="001A0A3E" w:rsidP="0057445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02A1">
              <w:rPr>
                <w:rFonts w:ascii="Times New Roman" w:eastAsia="Times New Roman" w:hAnsi="Times New Roman" w:cs="Times New Roman"/>
                <w:sz w:val="20"/>
                <w:szCs w:val="20"/>
              </w:rPr>
              <w:t>46398,1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0A3E" w:rsidRPr="00A502A1" w:rsidRDefault="001A0A3E" w:rsidP="0057445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02A1">
              <w:rPr>
                <w:rFonts w:ascii="Times New Roman" w:eastAsia="Times New Roman" w:hAnsi="Times New Roman" w:cs="Times New Roman"/>
                <w:sz w:val="20"/>
                <w:szCs w:val="20"/>
              </w:rPr>
              <w:t>46398,1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0A3E" w:rsidRPr="00A502A1" w:rsidRDefault="001A0A3E" w:rsidP="0057445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02A1">
              <w:rPr>
                <w:rFonts w:ascii="Times New Roman" w:eastAsia="Times New Roman" w:hAnsi="Times New Roman" w:cs="Times New Roman"/>
                <w:sz w:val="20"/>
                <w:szCs w:val="20"/>
              </w:rPr>
              <w:t>46398,1</w:t>
            </w:r>
          </w:p>
        </w:tc>
      </w:tr>
      <w:tr w:rsidR="001A0A3E" w:rsidRPr="00A502A1" w:rsidTr="00AD37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15"/>
        </w:trPr>
        <w:tc>
          <w:tcPr>
            <w:tcW w:w="9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A3E" w:rsidRPr="00A502A1" w:rsidRDefault="001A0A3E" w:rsidP="00065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A3E" w:rsidRPr="00A502A1" w:rsidRDefault="001A0A3E" w:rsidP="00065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A3E" w:rsidRPr="00A502A1" w:rsidRDefault="001A0A3E" w:rsidP="007309D7">
            <w:pPr>
              <w:spacing w:after="0" w:line="240" w:lineRule="auto"/>
              <w:ind w:left="-106" w:right="-11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02A1">
              <w:rPr>
                <w:rFonts w:ascii="Times New Roman" w:eastAsia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0A3E" w:rsidRPr="00BA536F" w:rsidRDefault="001A0A3E" w:rsidP="0057445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536F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0A3E" w:rsidRPr="001625AC" w:rsidRDefault="001A0A3E" w:rsidP="0057445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625AC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0A3E" w:rsidRPr="001625AC" w:rsidRDefault="001A0A3E" w:rsidP="0057445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625AC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0A3E" w:rsidRPr="001625AC" w:rsidRDefault="001A0A3E" w:rsidP="0057445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625AC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0A3E" w:rsidRPr="001625AC" w:rsidRDefault="001A0A3E" w:rsidP="00065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625AC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0A3E" w:rsidRPr="00A502A1" w:rsidRDefault="001A0A3E" w:rsidP="0057445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02A1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0A3E" w:rsidRPr="00A502A1" w:rsidRDefault="001A0A3E" w:rsidP="0057445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02A1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0A3E" w:rsidRPr="00A502A1" w:rsidRDefault="001A0A3E" w:rsidP="0057445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02A1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0A3E" w:rsidRPr="00A502A1" w:rsidRDefault="001A0A3E" w:rsidP="0076303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02A1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0A3E" w:rsidRPr="00A502A1" w:rsidRDefault="001A0A3E" w:rsidP="0057445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02A1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0A3E" w:rsidRPr="00A502A1" w:rsidRDefault="001A0A3E" w:rsidP="0057445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02A1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0A3E" w:rsidRPr="00A502A1" w:rsidRDefault="001A0A3E" w:rsidP="0057445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02A1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0A3E" w:rsidRPr="00A502A1" w:rsidRDefault="001A0A3E" w:rsidP="0057445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02A1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1A0A3E" w:rsidRPr="00A502A1" w:rsidTr="00AD37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06"/>
        </w:trPr>
        <w:tc>
          <w:tcPr>
            <w:tcW w:w="9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A3E" w:rsidRPr="00A502A1" w:rsidRDefault="001A0A3E" w:rsidP="00065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A3E" w:rsidRPr="00A502A1" w:rsidRDefault="001A0A3E" w:rsidP="00065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A3E" w:rsidRPr="00A502A1" w:rsidRDefault="001A0A3E" w:rsidP="007309D7">
            <w:pPr>
              <w:spacing w:after="0" w:line="240" w:lineRule="auto"/>
              <w:ind w:left="-106" w:right="-11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02A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областной бюджет 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0A3E" w:rsidRPr="00BA536F" w:rsidRDefault="001A0A3E" w:rsidP="00D00E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493276,7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A3E" w:rsidRPr="00A502A1" w:rsidRDefault="001A0A3E" w:rsidP="0057445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02A1">
              <w:rPr>
                <w:rFonts w:ascii="Times New Roman" w:eastAsia="Times New Roman" w:hAnsi="Times New Roman" w:cs="Times New Roman"/>
                <w:sz w:val="20"/>
                <w:szCs w:val="20"/>
              </w:rPr>
              <w:t>2455,4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A3E" w:rsidRPr="00A502A1" w:rsidRDefault="001A0A3E" w:rsidP="0057445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02A1">
              <w:rPr>
                <w:rFonts w:ascii="Times New Roman" w:eastAsia="Times New Roman" w:hAnsi="Times New Roman" w:cs="Times New Roman"/>
                <w:sz w:val="20"/>
                <w:szCs w:val="20"/>
              </w:rPr>
              <w:t>33603,4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A3E" w:rsidRPr="00A502A1" w:rsidRDefault="001A0A3E" w:rsidP="0057445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02A1">
              <w:rPr>
                <w:rFonts w:ascii="Times New Roman" w:eastAsia="Times New Roman" w:hAnsi="Times New Roman" w:cs="Times New Roman"/>
                <w:sz w:val="20"/>
                <w:szCs w:val="20"/>
              </w:rPr>
              <w:t>19870,3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0A3E" w:rsidRPr="00574458" w:rsidRDefault="001A0A3E" w:rsidP="002F3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78207,2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0A3E" w:rsidRPr="00A502A1" w:rsidRDefault="001A0A3E" w:rsidP="00D00E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133454,7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0A3E" w:rsidRPr="00A502A1" w:rsidRDefault="001A0A3E" w:rsidP="0057445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121901,5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A3E" w:rsidRPr="00A502A1" w:rsidRDefault="001A0A3E" w:rsidP="0057445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27898,5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A3E" w:rsidRPr="00A502A1" w:rsidRDefault="001A0A3E" w:rsidP="0076303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27898,5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A3E" w:rsidRPr="00A502A1" w:rsidRDefault="001A0A3E" w:rsidP="0057445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02A1">
              <w:rPr>
                <w:rFonts w:ascii="Times New Roman" w:eastAsia="Times New Roman" w:hAnsi="Times New Roman" w:cs="Times New Roman"/>
                <w:sz w:val="20"/>
                <w:szCs w:val="20"/>
              </w:rPr>
              <w:t>11996,8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A3E" w:rsidRPr="00A502A1" w:rsidRDefault="001A0A3E" w:rsidP="0057445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02A1">
              <w:rPr>
                <w:rFonts w:ascii="Times New Roman" w:eastAsia="Times New Roman" w:hAnsi="Times New Roman" w:cs="Times New Roman"/>
                <w:sz w:val="20"/>
                <w:szCs w:val="20"/>
              </w:rPr>
              <w:t>11996,8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A3E" w:rsidRPr="00A502A1" w:rsidRDefault="001A0A3E" w:rsidP="0057445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02A1">
              <w:rPr>
                <w:rFonts w:ascii="Times New Roman" w:eastAsia="Times New Roman" w:hAnsi="Times New Roman" w:cs="Times New Roman"/>
                <w:sz w:val="20"/>
                <w:szCs w:val="20"/>
              </w:rPr>
              <w:t>11996,8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A3E" w:rsidRPr="00A502A1" w:rsidRDefault="001A0A3E" w:rsidP="0057445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02A1">
              <w:rPr>
                <w:rFonts w:ascii="Times New Roman" w:eastAsia="Times New Roman" w:hAnsi="Times New Roman" w:cs="Times New Roman"/>
                <w:sz w:val="20"/>
                <w:szCs w:val="20"/>
              </w:rPr>
              <w:t>11996,8</w:t>
            </w:r>
          </w:p>
        </w:tc>
      </w:tr>
      <w:tr w:rsidR="001A0A3E" w:rsidRPr="002E282B" w:rsidTr="00AD37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85"/>
        </w:trPr>
        <w:tc>
          <w:tcPr>
            <w:tcW w:w="9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A3E" w:rsidRPr="00A502A1" w:rsidRDefault="001A0A3E" w:rsidP="00D67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A3E" w:rsidRPr="00A502A1" w:rsidRDefault="001A0A3E" w:rsidP="00D67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A3E" w:rsidRPr="00A502A1" w:rsidRDefault="001A0A3E" w:rsidP="007309D7">
            <w:pPr>
              <w:spacing w:after="0" w:line="240" w:lineRule="auto"/>
              <w:ind w:left="-106" w:right="-11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02A1">
              <w:rPr>
                <w:rFonts w:ascii="Times New Roman" w:eastAsia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0A3E" w:rsidRPr="00BA536F" w:rsidRDefault="001A0A3E" w:rsidP="009E081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587097,8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A3E" w:rsidRPr="00A502A1" w:rsidRDefault="001A0A3E" w:rsidP="0057445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02A1">
              <w:rPr>
                <w:rFonts w:ascii="Times New Roman" w:eastAsia="Times New Roman" w:hAnsi="Times New Roman" w:cs="Times New Roman"/>
                <w:sz w:val="20"/>
                <w:szCs w:val="20"/>
              </w:rPr>
              <w:t>30011,7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A3E" w:rsidRPr="00A502A1" w:rsidRDefault="001A0A3E" w:rsidP="0057445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02A1">
              <w:rPr>
                <w:rFonts w:ascii="Times New Roman" w:eastAsia="Times New Roman" w:hAnsi="Times New Roman" w:cs="Times New Roman"/>
                <w:sz w:val="20"/>
                <w:szCs w:val="20"/>
              </w:rPr>
              <w:t>38540,7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A3E" w:rsidRPr="00A502A1" w:rsidRDefault="001A0A3E" w:rsidP="0057445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02A1">
              <w:rPr>
                <w:rFonts w:ascii="Times New Roman" w:eastAsia="Times New Roman" w:hAnsi="Times New Roman" w:cs="Times New Roman"/>
                <w:sz w:val="20"/>
                <w:szCs w:val="20"/>
              </w:rPr>
              <w:t>35453,8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A3E" w:rsidRPr="00574458" w:rsidRDefault="001A0A3E" w:rsidP="008E3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54387,2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A3E" w:rsidRPr="00A502A1" w:rsidRDefault="001A0A3E" w:rsidP="00D00ED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77563,7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A3E" w:rsidRPr="00A502A1" w:rsidRDefault="001A0A3E" w:rsidP="0057445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90579,3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A3E" w:rsidRPr="00A502A1" w:rsidRDefault="001A0A3E" w:rsidP="0057445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61478,1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A3E" w:rsidRPr="00A502A1" w:rsidRDefault="001A0A3E" w:rsidP="0076303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61478,1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A3E" w:rsidRPr="00A502A1" w:rsidRDefault="001A0A3E" w:rsidP="0057445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02A1">
              <w:rPr>
                <w:rFonts w:ascii="Times New Roman" w:eastAsia="Times New Roman" w:hAnsi="Times New Roman" w:cs="Times New Roman"/>
                <w:sz w:val="20"/>
                <w:szCs w:val="20"/>
              </w:rPr>
              <w:t>34401,3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A3E" w:rsidRPr="00A502A1" w:rsidRDefault="001A0A3E" w:rsidP="0057445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02A1">
              <w:rPr>
                <w:rFonts w:ascii="Times New Roman" w:eastAsia="Times New Roman" w:hAnsi="Times New Roman" w:cs="Times New Roman"/>
                <w:sz w:val="20"/>
                <w:szCs w:val="20"/>
              </w:rPr>
              <w:t>34401,3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A3E" w:rsidRPr="00A502A1" w:rsidRDefault="001A0A3E" w:rsidP="0057445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02A1">
              <w:rPr>
                <w:rFonts w:ascii="Times New Roman" w:eastAsia="Times New Roman" w:hAnsi="Times New Roman" w:cs="Times New Roman"/>
                <w:sz w:val="20"/>
                <w:szCs w:val="20"/>
              </w:rPr>
              <w:t>34401,3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A3E" w:rsidRPr="002E282B" w:rsidRDefault="001A0A3E" w:rsidP="0057445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02A1">
              <w:rPr>
                <w:rFonts w:ascii="Times New Roman" w:eastAsia="Times New Roman" w:hAnsi="Times New Roman" w:cs="Times New Roman"/>
                <w:sz w:val="20"/>
                <w:szCs w:val="20"/>
              </w:rPr>
              <w:t>34401,3</w:t>
            </w:r>
          </w:p>
        </w:tc>
      </w:tr>
      <w:tr w:rsidR="00172585" w:rsidRPr="002E282B" w:rsidTr="00AD37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2585" w:rsidRPr="002E282B" w:rsidRDefault="00172585" w:rsidP="000658C5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1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2585" w:rsidRPr="002E282B" w:rsidRDefault="00172585" w:rsidP="000658C5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11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2585" w:rsidRPr="002E282B" w:rsidRDefault="00172585" w:rsidP="000658C5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2585" w:rsidRPr="002E282B" w:rsidRDefault="00172585" w:rsidP="000658C5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8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2585" w:rsidRPr="002E282B" w:rsidRDefault="00172585" w:rsidP="000658C5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2585" w:rsidRPr="002E282B" w:rsidRDefault="00172585" w:rsidP="000658C5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2585" w:rsidRPr="002E282B" w:rsidRDefault="00172585" w:rsidP="000658C5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2585" w:rsidRPr="002E282B" w:rsidRDefault="00172585" w:rsidP="000658C5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2585" w:rsidRPr="002E282B" w:rsidRDefault="00172585" w:rsidP="000658C5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2585" w:rsidRPr="002E282B" w:rsidRDefault="00172585" w:rsidP="000658C5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2585" w:rsidRPr="002E282B" w:rsidRDefault="00172585" w:rsidP="000658C5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2585" w:rsidRPr="002E282B" w:rsidRDefault="00172585" w:rsidP="000658C5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2585" w:rsidRPr="002E282B" w:rsidRDefault="00172585" w:rsidP="000658C5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2585" w:rsidRPr="002E282B" w:rsidRDefault="00172585" w:rsidP="000658C5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8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2585" w:rsidRPr="002E282B" w:rsidRDefault="00172585" w:rsidP="000658C5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2585" w:rsidRPr="002E282B" w:rsidRDefault="00172585" w:rsidP="000658C5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</w:tbl>
    <w:p w:rsidR="00E9615B" w:rsidRPr="002E282B" w:rsidRDefault="005C1144" w:rsidP="00873F8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2E282B">
        <w:rPr>
          <w:rFonts w:ascii="Times New Roman" w:hAnsi="Times New Roman" w:cs="Times New Roman"/>
          <w:sz w:val="28"/>
          <w:szCs w:val="28"/>
        </w:rPr>
        <w:lastRenderedPageBreak/>
        <w:t>Таблица</w:t>
      </w:r>
      <w:r w:rsidR="00E9615B" w:rsidRPr="002E282B">
        <w:rPr>
          <w:rFonts w:ascii="Times New Roman" w:hAnsi="Times New Roman" w:cs="Times New Roman"/>
          <w:sz w:val="28"/>
          <w:szCs w:val="28"/>
        </w:rPr>
        <w:t xml:space="preserve"> № 3</w:t>
      </w:r>
    </w:p>
    <w:p w:rsidR="00E9615B" w:rsidRPr="002E282B" w:rsidRDefault="00E9615B" w:rsidP="00E9615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1532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6"/>
        <w:gridCol w:w="1418"/>
        <w:gridCol w:w="1559"/>
        <w:gridCol w:w="1134"/>
        <w:gridCol w:w="1843"/>
        <w:gridCol w:w="994"/>
        <w:gridCol w:w="851"/>
        <w:gridCol w:w="567"/>
        <w:gridCol w:w="709"/>
        <w:gridCol w:w="708"/>
        <w:gridCol w:w="567"/>
        <w:gridCol w:w="144"/>
        <w:gridCol w:w="565"/>
        <w:gridCol w:w="144"/>
        <w:gridCol w:w="848"/>
        <w:gridCol w:w="144"/>
        <w:gridCol w:w="566"/>
        <w:gridCol w:w="709"/>
        <w:gridCol w:w="83"/>
        <w:gridCol w:w="708"/>
        <w:gridCol w:w="59"/>
        <w:gridCol w:w="568"/>
      </w:tblGrid>
      <w:tr w:rsidR="0091227F" w:rsidRPr="002E282B" w:rsidTr="00A808A7">
        <w:trPr>
          <w:trHeight w:val="704"/>
        </w:trPr>
        <w:tc>
          <w:tcPr>
            <w:tcW w:w="15324" w:type="dxa"/>
            <w:gridSpan w:val="2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27F" w:rsidRDefault="0091227F" w:rsidP="001625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282B">
              <w:rPr>
                <w:rFonts w:ascii="Times New Roman" w:eastAsia="Times New Roman" w:hAnsi="Times New Roman" w:cs="Times New Roman"/>
                <w:sz w:val="28"/>
                <w:szCs w:val="28"/>
              </w:rPr>
              <w:t>Перечень инвестиционных проектов (объектов капитального строительства, реконструкции, капитального ремонта), находящихся в муниципальной собственности</w:t>
            </w:r>
          </w:p>
          <w:p w:rsidR="00D1432E" w:rsidRPr="002E282B" w:rsidRDefault="00D1432E" w:rsidP="001625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1227F" w:rsidRPr="002E282B" w:rsidTr="001A0A3E">
        <w:trPr>
          <w:trHeight w:val="340"/>
        </w:trPr>
        <w:tc>
          <w:tcPr>
            <w:tcW w:w="436" w:type="dxa"/>
            <w:vMerge w:val="restart"/>
            <w:shd w:val="clear" w:color="auto" w:fill="auto"/>
            <w:hideMark/>
          </w:tcPr>
          <w:p w:rsidR="0091227F" w:rsidRPr="002E282B" w:rsidRDefault="0091227F" w:rsidP="0091227F">
            <w:pPr>
              <w:spacing w:after="0" w:line="240" w:lineRule="auto"/>
              <w:ind w:left="-93" w:right="-1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1418" w:type="dxa"/>
            <w:vMerge w:val="restart"/>
            <w:shd w:val="clear" w:color="auto" w:fill="auto"/>
            <w:hideMark/>
          </w:tcPr>
          <w:p w:rsidR="0091227F" w:rsidRPr="002E282B" w:rsidRDefault="0091227F" w:rsidP="0091227F">
            <w:pPr>
              <w:spacing w:after="0" w:line="240" w:lineRule="auto"/>
              <w:ind w:left="-106" w:right="-1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Ответственный исполнитель, соисполнитель, участник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91227F" w:rsidRPr="002E282B" w:rsidRDefault="0091227F" w:rsidP="00557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 инвестиционного проекта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91227F" w:rsidRPr="002E282B" w:rsidRDefault="0091227F" w:rsidP="001625AC">
            <w:pPr>
              <w:spacing w:after="0" w:line="240" w:lineRule="auto"/>
              <w:ind w:left="-106" w:right="-1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Номер и дата положительного заключения государственной (негосударственной) экспертизы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:rsidR="0091227F" w:rsidRPr="002E282B" w:rsidRDefault="0091227F" w:rsidP="00557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Сроки получения положительного заключения государственной (негосударственной) экспертизы на проектную (сметную) документацию/ ассигнования, предусмотренные на разработку проектной (сметной) документации (тыс. руб.)</w:t>
            </w:r>
          </w:p>
        </w:tc>
        <w:tc>
          <w:tcPr>
            <w:tcW w:w="994" w:type="dxa"/>
            <w:vMerge w:val="restart"/>
            <w:shd w:val="clear" w:color="auto" w:fill="auto"/>
            <w:hideMark/>
          </w:tcPr>
          <w:p w:rsidR="0091227F" w:rsidRPr="002E282B" w:rsidRDefault="0091227F" w:rsidP="00557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Объем расходов  (тыс. руб.)</w:t>
            </w:r>
          </w:p>
        </w:tc>
        <w:tc>
          <w:tcPr>
            <w:tcW w:w="7940" w:type="dxa"/>
            <w:gridSpan w:val="16"/>
            <w:shd w:val="clear" w:color="auto" w:fill="auto"/>
            <w:vAlign w:val="bottom"/>
            <w:hideMark/>
          </w:tcPr>
          <w:p w:rsidR="0091227F" w:rsidRPr="002E282B" w:rsidRDefault="0091227F" w:rsidP="0091227F">
            <w:pPr>
              <w:jc w:val="center"/>
              <w:rPr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 по годам реализации государственной программы</w:t>
            </w:r>
          </w:p>
        </w:tc>
      </w:tr>
      <w:tr w:rsidR="0091227F" w:rsidRPr="002E282B" w:rsidTr="001A0A3E">
        <w:trPr>
          <w:trHeight w:val="509"/>
        </w:trPr>
        <w:tc>
          <w:tcPr>
            <w:tcW w:w="436" w:type="dxa"/>
            <w:vMerge/>
            <w:vAlign w:val="center"/>
            <w:hideMark/>
          </w:tcPr>
          <w:p w:rsidR="0091227F" w:rsidRPr="002E282B" w:rsidRDefault="0091227F" w:rsidP="00557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91227F" w:rsidRPr="002E282B" w:rsidRDefault="0091227F" w:rsidP="00557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:rsidR="0091227F" w:rsidRPr="002E282B" w:rsidRDefault="0091227F" w:rsidP="00557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91227F" w:rsidRPr="002E282B" w:rsidRDefault="0091227F" w:rsidP="00557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91227F" w:rsidRPr="002E282B" w:rsidRDefault="0091227F" w:rsidP="00557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vMerge/>
            <w:vAlign w:val="center"/>
            <w:hideMark/>
          </w:tcPr>
          <w:p w:rsidR="0091227F" w:rsidRPr="002E282B" w:rsidRDefault="0091227F" w:rsidP="00557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91227F" w:rsidRPr="002E282B" w:rsidRDefault="0091227F" w:rsidP="00557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2019  год</w:t>
            </w:r>
          </w:p>
        </w:tc>
        <w:tc>
          <w:tcPr>
            <w:tcW w:w="567" w:type="dxa"/>
            <w:vMerge w:val="restart"/>
            <w:shd w:val="clear" w:color="auto" w:fill="auto"/>
            <w:hideMark/>
          </w:tcPr>
          <w:p w:rsidR="0091227F" w:rsidRPr="002E282B" w:rsidRDefault="0091227F" w:rsidP="00A808A7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2020 год</w:t>
            </w:r>
          </w:p>
        </w:tc>
        <w:tc>
          <w:tcPr>
            <w:tcW w:w="709" w:type="dxa"/>
            <w:vMerge w:val="restart"/>
            <w:shd w:val="clear" w:color="auto" w:fill="auto"/>
            <w:hideMark/>
          </w:tcPr>
          <w:p w:rsidR="0091227F" w:rsidRPr="002E282B" w:rsidRDefault="0091227F" w:rsidP="00557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2021 год</w:t>
            </w:r>
          </w:p>
        </w:tc>
        <w:tc>
          <w:tcPr>
            <w:tcW w:w="708" w:type="dxa"/>
            <w:vMerge w:val="restart"/>
            <w:shd w:val="clear" w:color="auto" w:fill="auto"/>
            <w:hideMark/>
          </w:tcPr>
          <w:p w:rsidR="0091227F" w:rsidRPr="002E282B" w:rsidRDefault="0091227F" w:rsidP="00557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2022 год</w:t>
            </w:r>
          </w:p>
        </w:tc>
        <w:tc>
          <w:tcPr>
            <w:tcW w:w="567" w:type="dxa"/>
            <w:vMerge w:val="restart"/>
            <w:shd w:val="clear" w:color="auto" w:fill="auto"/>
            <w:hideMark/>
          </w:tcPr>
          <w:p w:rsidR="0091227F" w:rsidRPr="002E282B" w:rsidRDefault="0091227F" w:rsidP="00A808A7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2023 год</w:t>
            </w:r>
          </w:p>
        </w:tc>
        <w:tc>
          <w:tcPr>
            <w:tcW w:w="709" w:type="dxa"/>
            <w:gridSpan w:val="2"/>
            <w:vMerge w:val="restart"/>
            <w:shd w:val="clear" w:color="auto" w:fill="auto"/>
            <w:hideMark/>
          </w:tcPr>
          <w:p w:rsidR="0091227F" w:rsidRPr="002E282B" w:rsidRDefault="0091227F" w:rsidP="00557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2024 год</w:t>
            </w:r>
          </w:p>
        </w:tc>
        <w:tc>
          <w:tcPr>
            <w:tcW w:w="992" w:type="dxa"/>
            <w:gridSpan w:val="2"/>
            <w:vMerge w:val="restart"/>
            <w:shd w:val="clear" w:color="auto" w:fill="auto"/>
            <w:hideMark/>
          </w:tcPr>
          <w:p w:rsidR="0091227F" w:rsidRPr="002E282B" w:rsidRDefault="0091227F" w:rsidP="00A80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202</w:t>
            </w:r>
            <w:r w:rsidR="00A808A7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710" w:type="dxa"/>
            <w:gridSpan w:val="2"/>
            <w:vMerge w:val="restart"/>
            <w:shd w:val="clear" w:color="auto" w:fill="auto"/>
            <w:hideMark/>
          </w:tcPr>
          <w:p w:rsidR="0091227F" w:rsidRPr="002E282B" w:rsidRDefault="0091227F" w:rsidP="00557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2027 год</w:t>
            </w:r>
          </w:p>
        </w:tc>
        <w:tc>
          <w:tcPr>
            <w:tcW w:w="792" w:type="dxa"/>
            <w:gridSpan w:val="2"/>
            <w:vMerge w:val="restart"/>
            <w:shd w:val="clear" w:color="auto" w:fill="auto"/>
            <w:hideMark/>
          </w:tcPr>
          <w:p w:rsidR="0091227F" w:rsidRPr="002E282B" w:rsidRDefault="0091227F" w:rsidP="00557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2028 год</w:t>
            </w:r>
          </w:p>
        </w:tc>
        <w:tc>
          <w:tcPr>
            <w:tcW w:w="708" w:type="dxa"/>
            <w:vMerge w:val="restart"/>
            <w:shd w:val="clear" w:color="auto" w:fill="auto"/>
            <w:hideMark/>
          </w:tcPr>
          <w:p w:rsidR="0091227F" w:rsidRPr="002E282B" w:rsidRDefault="0091227F" w:rsidP="00557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2029 год</w:t>
            </w:r>
          </w:p>
        </w:tc>
        <w:tc>
          <w:tcPr>
            <w:tcW w:w="627" w:type="dxa"/>
            <w:gridSpan w:val="2"/>
            <w:vMerge w:val="restart"/>
            <w:shd w:val="clear" w:color="auto" w:fill="auto"/>
            <w:hideMark/>
          </w:tcPr>
          <w:p w:rsidR="0091227F" w:rsidRPr="002E282B" w:rsidRDefault="0091227F" w:rsidP="00557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2030 год</w:t>
            </w:r>
          </w:p>
        </w:tc>
      </w:tr>
      <w:tr w:rsidR="0091227F" w:rsidRPr="002E282B" w:rsidTr="001A0A3E">
        <w:trPr>
          <w:trHeight w:val="2258"/>
        </w:trPr>
        <w:tc>
          <w:tcPr>
            <w:tcW w:w="436" w:type="dxa"/>
            <w:vMerge/>
            <w:vAlign w:val="center"/>
            <w:hideMark/>
          </w:tcPr>
          <w:p w:rsidR="0091227F" w:rsidRPr="002E282B" w:rsidRDefault="0091227F" w:rsidP="00557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91227F" w:rsidRPr="002E282B" w:rsidRDefault="0091227F" w:rsidP="00557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:rsidR="0091227F" w:rsidRPr="002E282B" w:rsidRDefault="0091227F" w:rsidP="00557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91227F" w:rsidRPr="002E282B" w:rsidRDefault="0091227F" w:rsidP="00557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91227F" w:rsidRPr="002E282B" w:rsidRDefault="0091227F" w:rsidP="00557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vMerge/>
            <w:vAlign w:val="center"/>
            <w:hideMark/>
          </w:tcPr>
          <w:p w:rsidR="0091227F" w:rsidRPr="002E282B" w:rsidRDefault="0091227F" w:rsidP="00557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91227F" w:rsidRPr="002E282B" w:rsidRDefault="0091227F" w:rsidP="00557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91227F" w:rsidRPr="002E282B" w:rsidRDefault="0091227F" w:rsidP="00557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91227F" w:rsidRPr="002E282B" w:rsidRDefault="0091227F" w:rsidP="00557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  <w:vAlign w:val="center"/>
            <w:hideMark/>
          </w:tcPr>
          <w:p w:rsidR="0091227F" w:rsidRPr="002E282B" w:rsidRDefault="0091227F" w:rsidP="00557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91227F" w:rsidRPr="002E282B" w:rsidRDefault="0091227F" w:rsidP="00557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vMerge/>
            <w:vAlign w:val="center"/>
            <w:hideMark/>
          </w:tcPr>
          <w:p w:rsidR="0091227F" w:rsidRPr="002E282B" w:rsidRDefault="0091227F" w:rsidP="00557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  <w:vAlign w:val="center"/>
            <w:hideMark/>
          </w:tcPr>
          <w:p w:rsidR="0091227F" w:rsidRPr="002E282B" w:rsidRDefault="0091227F" w:rsidP="00557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  <w:gridSpan w:val="2"/>
            <w:vMerge/>
            <w:vAlign w:val="center"/>
            <w:hideMark/>
          </w:tcPr>
          <w:p w:rsidR="0091227F" w:rsidRPr="002E282B" w:rsidRDefault="0091227F" w:rsidP="00557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2" w:type="dxa"/>
            <w:gridSpan w:val="2"/>
            <w:vMerge/>
            <w:vAlign w:val="center"/>
            <w:hideMark/>
          </w:tcPr>
          <w:p w:rsidR="0091227F" w:rsidRPr="002E282B" w:rsidRDefault="0091227F" w:rsidP="00557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  <w:vAlign w:val="center"/>
            <w:hideMark/>
          </w:tcPr>
          <w:p w:rsidR="0091227F" w:rsidRPr="002E282B" w:rsidRDefault="0091227F" w:rsidP="00557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7" w:type="dxa"/>
            <w:gridSpan w:val="2"/>
            <w:vMerge/>
            <w:vAlign w:val="center"/>
            <w:hideMark/>
          </w:tcPr>
          <w:p w:rsidR="0091227F" w:rsidRPr="002E282B" w:rsidRDefault="0091227F" w:rsidP="00557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1227F" w:rsidRPr="002E282B" w:rsidTr="001A0A3E">
        <w:trPr>
          <w:trHeight w:val="509"/>
        </w:trPr>
        <w:tc>
          <w:tcPr>
            <w:tcW w:w="436" w:type="dxa"/>
            <w:vMerge/>
            <w:vAlign w:val="center"/>
            <w:hideMark/>
          </w:tcPr>
          <w:p w:rsidR="0091227F" w:rsidRPr="002E282B" w:rsidRDefault="0091227F" w:rsidP="00557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91227F" w:rsidRPr="002E282B" w:rsidRDefault="0091227F" w:rsidP="00557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:rsidR="0091227F" w:rsidRPr="002E282B" w:rsidRDefault="0091227F" w:rsidP="00557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91227F" w:rsidRPr="002E282B" w:rsidRDefault="0091227F" w:rsidP="00557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91227F" w:rsidRPr="002E282B" w:rsidRDefault="0091227F" w:rsidP="00557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vMerge/>
            <w:vAlign w:val="center"/>
            <w:hideMark/>
          </w:tcPr>
          <w:p w:rsidR="0091227F" w:rsidRPr="002E282B" w:rsidRDefault="0091227F" w:rsidP="00557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91227F" w:rsidRPr="002E282B" w:rsidRDefault="0091227F" w:rsidP="00557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91227F" w:rsidRPr="002E282B" w:rsidRDefault="0091227F" w:rsidP="00557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91227F" w:rsidRPr="002E282B" w:rsidRDefault="0091227F" w:rsidP="00557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  <w:vAlign w:val="center"/>
            <w:hideMark/>
          </w:tcPr>
          <w:p w:rsidR="0091227F" w:rsidRPr="002E282B" w:rsidRDefault="0091227F" w:rsidP="00557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91227F" w:rsidRPr="002E282B" w:rsidRDefault="0091227F" w:rsidP="00557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vMerge/>
            <w:vAlign w:val="center"/>
            <w:hideMark/>
          </w:tcPr>
          <w:p w:rsidR="0091227F" w:rsidRPr="002E282B" w:rsidRDefault="0091227F" w:rsidP="00557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  <w:vAlign w:val="center"/>
            <w:hideMark/>
          </w:tcPr>
          <w:p w:rsidR="0091227F" w:rsidRPr="002E282B" w:rsidRDefault="0091227F" w:rsidP="00557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  <w:gridSpan w:val="2"/>
            <w:vMerge/>
            <w:vAlign w:val="center"/>
            <w:hideMark/>
          </w:tcPr>
          <w:p w:rsidR="0091227F" w:rsidRPr="002E282B" w:rsidRDefault="0091227F" w:rsidP="00557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2" w:type="dxa"/>
            <w:gridSpan w:val="2"/>
            <w:vMerge/>
            <w:vAlign w:val="center"/>
            <w:hideMark/>
          </w:tcPr>
          <w:p w:rsidR="0091227F" w:rsidRPr="002E282B" w:rsidRDefault="0091227F" w:rsidP="00557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  <w:vAlign w:val="center"/>
            <w:hideMark/>
          </w:tcPr>
          <w:p w:rsidR="0091227F" w:rsidRPr="002E282B" w:rsidRDefault="0091227F" w:rsidP="00557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7" w:type="dxa"/>
            <w:gridSpan w:val="2"/>
            <w:vMerge/>
            <w:vAlign w:val="center"/>
            <w:hideMark/>
          </w:tcPr>
          <w:p w:rsidR="0091227F" w:rsidRPr="002E282B" w:rsidRDefault="0091227F" w:rsidP="00557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1227F" w:rsidRPr="002E282B" w:rsidTr="001A0A3E">
        <w:trPr>
          <w:trHeight w:val="509"/>
        </w:trPr>
        <w:tc>
          <w:tcPr>
            <w:tcW w:w="436" w:type="dxa"/>
            <w:vMerge/>
            <w:vAlign w:val="center"/>
            <w:hideMark/>
          </w:tcPr>
          <w:p w:rsidR="0091227F" w:rsidRPr="002E282B" w:rsidRDefault="0091227F" w:rsidP="00557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91227F" w:rsidRPr="002E282B" w:rsidRDefault="0091227F" w:rsidP="00557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:rsidR="0091227F" w:rsidRPr="002E282B" w:rsidRDefault="0091227F" w:rsidP="00557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91227F" w:rsidRPr="002E282B" w:rsidRDefault="0091227F" w:rsidP="00557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91227F" w:rsidRPr="002E282B" w:rsidRDefault="0091227F" w:rsidP="00557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vMerge/>
            <w:vAlign w:val="center"/>
            <w:hideMark/>
          </w:tcPr>
          <w:p w:rsidR="0091227F" w:rsidRPr="002E282B" w:rsidRDefault="0091227F" w:rsidP="00557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91227F" w:rsidRPr="002E282B" w:rsidRDefault="0091227F" w:rsidP="00557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91227F" w:rsidRPr="002E282B" w:rsidRDefault="0091227F" w:rsidP="00557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91227F" w:rsidRPr="002E282B" w:rsidRDefault="0091227F" w:rsidP="00557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  <w:vAlign w:val="center"/>
            <w:hideMark/>
          </w:tcPr>
          <w:p w:rsidR="0091227F" w:rsidRPr="002E282B" w:rsidRDefault="0091227F" w:rsidP="00557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91227F" w:rsidRPr="002E282B" w:rsidRDefault="0091227F" w:rsidP="00557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vMerge/>
            <w:vAlign w:val="center"/>
            <w:hideMark/>
          </w:tcPr>
          <w:p w:rsidR="0091227F" w:rsidRPr="002E282B" w:rsidRDefault="0091227F" w:rsidP="00557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  <w:vAlign w:val="center"/>
            <w:hideMark/>
          </w:tcPr>
          <w:p w:rsidR="0091227F" w:rsidRPr="002E282B" w:rsidRDefault="0091227F" w:rsidP="00557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  <w:gridSpan w:val="2"/>
            <w:vMerge/>
            <w:vAlign w:val="center"/>
            <w:hideMark/>
          </w:tcPr>
          <w:p w:rsidR="0091227F" w:rsidRPr="002E282B" w:rsidRDefault="0091227F" w:rsidP="00557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2" w:type="dxa"/>
            <w:gridSpan w:val="2"/>
            <w:vMerge/>
            <w:vAlign w:val="center"/>
            <w:hideMark/>
          </w:tcPr>
          <w:p w:rsidR="0091227F" w:rsidRPr="002E282B" w:rsidRDefault="0091227F" w:rsidP="00557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  <w:vAlign w:val="center"/>
            <w:hideMark/>
          </w:tcPr>
          <w:p w:rsidR="0091227F" w:rsidRPr="002E282B" w:rsidRDefault="0091227F" w:rsidP="00557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7" w:type="dxa"/>
            <w:gridSpan w:val="2"/>
            <w:vMerge/>
            <w:vAlign w:val="center"/>
            <w:hideMark/>
          </w:tcPr>
          <w:p w:rsidR="0091227F" w:rsidRPr="002E282B" w:rsidRDefault="0091227F" w:rsidP="00557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1227F" w:rsidRPr="002E282B" w:rsidTr="001A0A3E">
        <w:trPr>
          <w:trHeight w:val="509"/>
        </w:trPr>
        <w:tc>
          <w:tcPr>
            <w:tcW w:w="436" w:type="dxa"/>
            <w:vMerge/>
            <w:vAlign w:val="center"/>
            <w:hideMark/>
          </w:tcPr>
          <w:p w:rsidR="0091227F" w:rsidRPr="002E282B" w:rsidRDefault="0091227F" w:rsidP="00557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91227F" w:rsidRPr="002E282B" w:rsidRDefault="0091227F" w:rsidP="00557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:rsidR="0091227F" w:rsidRPr="002E282B" w:rsidRDefault="0091227F" w:rsidP="00557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91227F" w:rsidRPr="002E282B" w:rsidRDefault="0091227F" w:rsidP="00557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91227F" w:rsidRPr="002E282B" w:rsidRDefault="0091227F" w:rsidP="00557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vMerge/>
            <w:vAlign w:val="center"/>
            <w:hideMark/>
          </w:tcPr>
          <w:p w:rsidR="0091227F" w:rsidRPr="002E282B" w:rsidRDefault="0091227F" w:rsidP="00557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91227F" w:rsidRPr="002E282B" w:rsidRDefault="0091227F" w:rsidP="00557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91227F" w:rsidRPr="002E282B" w:rsidRDefault="0091227F" w:rsidP="00557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91227F" w:rsidRPr="002E282B" w:rsidRDefault="0091227F" w:rsidP="00557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  <w:vAlign w:val="center"/>
            <w:hideMark/>
          </w:tcPr>
          <w:p w:rsidR="0091227F" w:rsidRPr="002E282B" w:rsidRDefault="0091227F" w:rsidP="00557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91227F" w:rsidRPr="002E282B" w:rsidRDefault="0091227F" w:rsidP="00557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vMerge/>
            <w:vAlign w:val="center"/>
            <w:hideMark/>
          </w:tcPr>
          <w:p w:rsidR="0091227F" w:rsidRPr="002E282B" w:rsidRDefault="0091227F" w:rsidP="00557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  <w:vAlign w:val="center"/>
            <w:hideMark/>
          </w:tcPr>
          <w:p w:rsidR="0091227F" w:rsidRPr="002E282B" w:rsidRDefault="0091227F" w:rsidP="00557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  <w:gridSpan w:val="2"/>
            <w:vMerge/>
            <w:vAlign w:val="center"/>
            <w:hideMark/>
          </w:tcPr>
          <w:p w:rsidR="0091227F" w:rsidRPr="002E282B" w:rsidRDefault="0091227F" w:rsidP="00557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2" w:type="dxa"/>
            <w:gridSpan w:val="2"/>
            <w:vMerge/>
            <w:vAlign w:val="center"/>
            <w:hideMark/>
          </w:tcPr>
          <w:p w:rsidR="0091227F" w:rsidRPr="002E282B" w:rsidRDefault="0091227F" w:rsidP="00557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  <w:vAlign w:val="center"/>
            <w:hideMark/>
          </w:tcPr>
          <w:p w:rsidR="0091227F" w:rsidRPr="002E282B" w:rsidRDefault="0091227F" w:rsidP="00557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7" w:type="dxa"/>
            <w:gridSpan w:val="2"/>
            <w:vMerge/>
            <w:vAlign w:val="center"/>
            <w:hideMark/>
          </w:tcPr>
          <w:p w:rsidR="0091227F" w:rsidRPr="002E282B" w:rsidRDefault="0091227F" w:rsidP="00557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1227F" w:rsidRPr="002E282B" w:rsidTr="001A0A3E">
        <w:trPr>
          <w:trHeight w:val="509"/>
        </w:trPr>
        <w:tc>
          <w:tcPr>
            <w:tcW w:w="436" w:type="dxa"/>
            <w:vMerge/>
            <w:vAlign w:val="center"/>
            <w:hideMark/>
          </w:tcPr>
          <w:p w:rsidR="0091227F" w:rsidRPr="002E282B" w:rsidRDefault="0091227F" w:rsidP="00557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91227F" w:rsidRPr="002E282B" w:rsidRDefault="0091227F" w:rsidP="00557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:rsidR="0091227F" w:rsidRPr="002E282B" w:rsidRDefault="0091227F" w:rsidP="00557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91227F" w:rsidRPr="002E282B" w:rsidRDefault="0091227F" w:rsidP="00557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91227F" w:rsidRPr="002E282B" w:rsidRDefault="0091227F" w:rsidP="00557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vMerge/>
            <w:vAlign w:val="center"/>
            <w:hideMark/>
          </w:tcPr>
          <w:p w:rsidR="0091227F" w:rsidRPr="002E282B" w:rsidRDefault="0091227F" w:rsidP="00557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91227F" w:rsidRPr="002E282B" w:rsidRDefault="0091227F" w:rsidP="00557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91227F" w:rsidRPr="002E282B" w:rsidRDefault="0091227F" w:rsidP="00557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91227F" w:rsidRPr="002E282B" w:rsidRDefault="0091227F" w:rsidP="00557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  <w:vAlign w:val="center"/>
            <w:hideMark/>
          </w:tcPr>
          <w:p w:rsidR="0091227F" w:rsidRPr="002E282B" w:rsidRDefault="0091227F" w:rsidP="00557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91227F" w:rsidRPr="002E282B" w:rsidRDefault="0091227F" w:rsidP="00557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vMerge/>
            <w:vAlign w:val="center"/>
            <w:hideMark/>
          </w:tcPr>
          <w:p w:rsidR="0091227F" w:rsidRPr="002E282B" w:rsidRDefault="0091227F" w:rsidP="00557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  <w:vAlign w:val="center"/>
            <w:hideMark/>
          </w:tcPr>
          <w:p w:rsidR="0091227F" w:rsidRPr="002E282B" w:rsidRDefault="0091227F" w:rsidP="00557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  <w:gridSpan w:val="2"/>
            <w:vMerge/>
            <w:vAlign w:val="center"/>
            <w:hideMark/>
          </w:tcPr>
          <w:p w:rsidR="0091227F" w:rsidRPr="002E282B" w:rsidRDefault="0091227F" w:rsidP="00557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2" w:type="dxa"/>
            <w:gridSpan w:val="2"/>
            <w:vMerge/>
            <w:vAlign w:val="center"/>
            <w:hideMark/>
          </w:tcPr>
          <w:p w:rsidR="0091227F" w:rsidRPr="002E282B" w:rsidRDefault="0091227F" w:rsidP="00557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  <w:vAlign w:val="center"/>
            <w:hideMark/>
          </w:tcPr>
          <w:p w:rsidR="0091227F" w:rsidRPr="002E282B" w:rsidRDefault="0091227F" w:rsidP="00557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7" w:type="dxa"/>
            <w:gridSpan w:val="2"/>
            <w:vMerge/>
            <w:vAlign w:val="center"/>
            <w:hideMark/>
          </w:tcPr>
          <w:p w:rsidR="0091227F" w:rsidRPr="002E282B" w:rsidRDefault="0091227F" w:rsidP="00557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1227F" w:rsidRPr="002E282B" w:rsidTr="00A808A7">
        <w:trPr>
          <w:trHeight w:val="438"/>
        </w:trPr>
        <w:tc>
          <w:tcPr>
            <w:tcW w:w="15324" w:type="dxa"/>
            <w:gridSpan w:val="22"/>
            <w:shd w:val="clear" w:color="auto" w:fill="auto"/>
            <w:vAlign w:val="bottom"/>
            <w:hideMark/>
          </w:tcPr>
          <w:p w:rsidR="0091227F" w:rsidRPr="002E282B" w:rsidRDefault="0091227F" w:rsidP="00557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«Комплексное развитие инженерной инфраструктуры города Батайска»</w:t>
            </w:r>
          </w:p>
        </w:tc>
      </w:tr>
      <w:tr w:rsidR="0091227F" w:rsidRPr="002E282B" w:rsidTr="002D4B85">
        <w:trPr>
          <w:trHeight w:val="405"/>
        </w:trPr>
        <w:tc>
          <w:tcPr>
            <w:tcW w:w="6390" w:type="dxa"/>
            <w:gridSpan w:val="5"/>
            <w:shd w:val="clear" w:color="auto" w:fill="auto"/>
            <w:vAlign w:val="bottom"/>
            <w:hideMark/>
          </w:tcPr>
          <w:p w:rsidR="0091227F" w:rsidRPr="002E282B" w:rsidRDefault="0091227F" w:rsidP="00557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4" w:type="dxa"/>
            <w:shd w:val="clear" w:color="auto" w:fill="auto"/>
            <w:vAlign w:val="bottom"/>
            <w:hideMark/>
          </w:tcPr>
          <w:p w:rsidR="0091227F" w:rsidRPr="002E282B" w:rsidRDefault="0091227F" w:rsidP="00557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91227F" w:rsidRPr="002E282B" w:rsidRDefault="0091227F" w:rsidP="001625A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561718,0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1227F" w:rsidRPr="002E282B" w:rsidRDefault="0091227F" w:rsidP="001625A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 -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91227F" w:rsidRPr="002E282B" w:rsidRDefault="008A2E2B" w:rsidP="001625A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64356</w:t>
            </w:r>
            <w:r w:rsidR="0091227F"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1227F" w:rsidRPr="000E685D" w:rsidRDefault="003558C6" w:rsidP="000E4640">
            <w:pPr>
              <w:spacing w:after="0" w:line="240" w:lineRule="auto"/>
              <w:ind w:left="-106" w:right="-1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31304,3</w:t>
            </w:r>
          </w:p>
        </w:tc>
        <w:tc>
          <w:tcPr>
            <w:tcW w:w="711" w:type="dxa"/>
            <w:gridSpan w:val="2"/>
            <w:shd w:val="clear" w:color="auto" w:fill="auto"/>
            <w:vAlign w:val="bottom"/>
            <w:hideMark/>
          </w:tcPr>
          <w:p w:rsidR="0091227F" w:rsidRPr="002E282B" w:rsidRDefault="0091227F" w:rsidP="00557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91227F" w:rsidRPr="002E282B" w:rsidRDefault="001A0A3E" w:rsidP="00B66EE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gridSpan w:val="2"/>
            <w:shd w:val="clear" w:color="000000" w:fill="FFFFFF"/>
            <w:vAlign w:val="bottom"/>
            <w:hideMark/>
          </w:tcPr>
          <w:p w:rsidR="0091227F" w:rsidRPr="00A808A7" w:rsidRDefault="001A0A3E" w:rsidP="00A808A7">
            <w:pPr>
              <w:spacing w:after="0" w:line="240" w:lineRule="auto"/>
              <w:ind w:left="-108" w:right="-11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566" w:type="dxa"/>
            <w:shd w:val="clear" w:color="000000" w:fill="FFFFFF"/>
            <w:hideMark/>
          </w:tcPr>
          <w:p w:rsidR="0091227F" w:rsidRPr="002E282B" w:rsidRDefault="0091227F" w:rsidP="00557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1227F" w:rsidRPr="002E282B" w:rsidRDefault="0091227F" w:rsidP="00557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1227F" w:rsidRPr="002E282B" w:rsidRDefault="0091227F" w:rsidP="00557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 -</w:t>
            </w:r>
          </w:p>
        </w:tc>
        <w:tc>
          <w:tcPr>
            <w:tcW w:w="709" w:type="dxa"/>
            <w:shd w:val="clear" w:color="000000" w:fill="FFFFFF"/>
            <w:hideMark/>
          </w:tcPr>
          <w:p w:rsidR="0091227F" w:rsidRPr="002E282B" w:rsidRDefault="0091227F" w:rsidP="00557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1227F" w:rsidRPr="002E282B" w:rsidRDefault="0091227F" w:rsidP="00557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1227F" w:rsidRPr="002E282B" w:rsidRDefault="0091227F" w:rsidP="00557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 -</w:t>
            </w:r>
          </w:p>
        </w:tc>
        <w:tc>
          <w:tcPr>
            <w:tcW w:w="850" w:type="dxa"/>
            <w:gridSpan w:val="3"/>
            <w:shd w:val="clear" w:color="000000" w:fill="FFFFFF"/>
            <w:hideMark/>
          </w:tcPr>
          <w:p w:rsidR="0091227F" w:rsidRPr="002E282B" w:rsidRDefault="0091227F" w:rsidP="00557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1227F" w:rsidRPr="002E282B" w:rsidRDefault="0091227F" w:rsidP="00557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1227F" w:rsidRPr="002E282B" w:rsidRDefault="0091227F" w:rsidP="00557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- </w:t>
            </w:r>
          </w:p>
        </w:tc>
        <w:tc>
          <w:tcPr>
            <w:tcW w:w="568" w:type="dxa"/>
            <w:shd w:val="clear" w:color="000000" w:fill="FFFFFF"/>
            <w:hideMark/>
          </w:tcPr>
          <w:p w:rsidR="0091227F" w:rsidRPr="002E282B" w:rsidRDefault="0091227F" w:rsidP="00557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1227F" w:rsidRPr="002E282B" w:rsidRDefault="0091227F" w:rsidP="00557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1227F" w:rsidRPr="002E282B" w:rsidRDefault="0091227F" w:rsidP="00557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- </w:t>
            </w:r>
          </w:p>
        </w:tc>
      </w:tr>
      <w:tr w:rsidR="0091227F" w:rsidRPr="002E282B" w:rsidTr="002D4B85">
        <w:trPr>
          <w:trHeight w:val="980"/>
        </w:trPr>
        <w:tc>
          <w:tcPr>
            <w:tcW w:w="436" w:type="dxa"/>
            <w:vMerge w:val="restart"/>
            <w:shd w:val="clear" w:color="auto" w:fill="auto"/>
            <w:hideMark/>
          </w:tcPr>
          <w:p w:rsidR="0091227F" w:rsidRPr="002E282B" w:rsidRDefault="0091227F" w:rsidP="001625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418" w:type="dxa"/>
            <w:vMerge w:val="restart"/>
            <w:shd w:val="clear" w:color="auto" w:fill="auto"/>
            <w:hideMark/>
          </w:tcPr>
          <w:p w:rsidR="0091227F" w:rsidRPr="002E282B" w:rsidRDefault="0091227F" w:rsidP="00557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УЖКХ </w:t>
            </w:r>
          </w:p>
          <w:p w:rsidR="0091227F" w:rsidRPr="002E282B" w:rsidRDefault="0091227F" w:rsidP="00557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г. Батайска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91227F" w:rsidRPr="002E282B" w:rsidRDefault="0091227F" w:rsidP="00A8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Строительство канализационной насосной станции в южной части города (ЗАО "Батайское") и </w:t>
            </w: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канализационного коллектора от КНС в южной части города (ЗАО "Батайское») до КНС-2 (завершение строительства)</w:t>
            </w:r>
          </w:p>
        </w:tc>
        <w:tc>
          <w:tcPr>
            <w:tcW w:w="1134" w:type="dxa"/>
            <w:vMerge w:val="restart"/>
            <w:shd w:val="clear" w:color="auto" w:fill="auto"/>
            <w:vAlign w:val="bottom"/>
            <w:hideMark/>
          </w:tcPr>
          <w:p w:rsidR="0091227F" w:rsidRPr="002E282B" w:rsidRDefault="0091227F" w:rsidP="00557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843" w:type="dxa"/>
            <w:vMerge w:val="restart"/>
            <w:shd w:val="clear" w:color="auto" w:fill="auto"/>
            <w:vAlign w:val="bottom"/>
            <w:hideMark/>
          </w:tcPr>
          <w:p w:rsidR="0091227F" w:rsidRPr="002E282B" w:rsidRDefault="0091227F" w:rsidP="00557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4" w:type="dxa"/>
            <w:shd w:val="clear" w:color="auto" w:fill="auto"/>
            <w:vAlign w:val="bottom"/>
            <w:hideMark/>
          </w:tcPr>
          <w:p w:rsidR="0091227F" w:rsidRPr="002E282B" w:rsidRDefault="0091227F" w:rsidP="009B5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91227F" w:rsidRPr="002E282B" w:rsidRDefault="0091227F" w:rsidP="00602D9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116488,5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1227F" w:rsidRPr="002E282B" w:rsidRDefault="0091227F" w:rsidP="00B40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91227F" w:rsidRPr="002E282B" w:rsidRDefault="00AE7993" w:rsidP="00B66EE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2266,5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1227F" w:rsidRPr="002E282B" w:rsidRDefault="0091227F" w:rsidP="00557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dxa"/>
            <w:gridSpan w:val="2"/>
            <w:shd w:val="clear" w:color="auto" w:fill="auto"/>
            <w:vAlign w:val="bottom"/>
            <w:hideMark/>
          </w:tcPr>
          <w:p w:rsidR="0091227F" w:rsidRPr="002E282B" w:rsidRDefault="0091227F" w:rsidP="00557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91227F" w:rsidRPr="002E282B" w:rsidRDefault="0091227F" w:rsidP="00557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gridSpan w:val="2"/>
            <w:shd w:val="clear" w:color="000000" w:fill="FFFFFF"/>
            <w:vAlign w:val="bottom"/>
            <w:hideMark/>
          </w:tcPr>
          <w:p w:rsidR="0091227F" w:rsidRPr="002E282B" w:rsidRDefault="0091227F" w:rsidP="00557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6" w:type="dxa"/>
            <w:shd w:val="clear" w:color="000000" w:fill="FFFFFF"/>
            <w:hideMark/>
          </w:tcPr>
          <w:p w:rsidR="0091227F" w:rsidRPr="002E282B" w:rsidRDefault="0091227F" w:rsidP="00557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1227F" w:rsidRPr="002E282B" w:rsidRDefault="0091227F" w:rsidP="00557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1227F" w:rsidRPr="002E282B" w:rsidRDefault="0091227F" w:rsidP="00557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 -</w:t>
            </w:r>
          </w:p>
        </w:tc>
        <w:tc>
          <w:tcPr>
            <w:tcW w:w="709" w:type="dxa"/>
            <w:shd w:val="clear" w:color="000000" w:fill="FFFFFF"/>
            <w:hideMark/>
          </w:tcPr>
          <w:p w:rsidR="0091227F" w:rsidRPr="002E282B" w:rsidRDefault="0091227F" w:rsidP="00557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1227F" w:rsidRPr="002E282B" w:rsidRDefault="0091227F" w:rsidP="00557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1227F" w:rsidRPr="002E282B" w:rsidRDefault="0091227F" w:rsidP="00557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 -</w:t>
            </w:r>
          </w:p>
        </w:tc>
        <w:tc>
          <w:tcPr>
            <w:tcW w:w="850" w:type="dxa"/>
            <w:gridSpan w:val="3"/>
            <w:shd w:val="clear" w:color="000000" w:fill="FFFFFF"/>
            <w:hideMark/>
          </w:tcPr>
          <w:p w:rsidR="0091227F" w:rsidRPr="002E282B" w:rsidRDefault="0091227F" w:rsidP="00557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1227F" w:rsidRPr="002E282B" w:rsidRDefault="0091227F" w:rsidP="00557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1227F" w:rsidRPr="002E282B" w:rsidRDefault="0091227F" w:rsidP="00557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- </w:t>
            </w:r>
          </w:p>
        </w:tc>
        <w:tc>
          <w:tcPr>
            <w:tcW w:w="568" w:type="dxa"/>
            <w:shd w:val="clear" w:color="000000" w:fill="FFFFFF"/>
            <w:hideMark/>
          </w:tcPr>
          <w:p w:rsidR="0091227F" w:rsidRPr="002E282B" w:rsidRDefault="0091227F" w:rsidP="00557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1227F" w:rsidRPr="002E282B" w:rsidRDefault="0091227F" w:rsidP="00557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1227F" w:rsidRPr="002E282B" w:rsidRDefault="0091227F" w:rsidP="00557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 -</w:t>
            </w:r>
          </w:p>
        </w:tc>
      </w:tr>
      <w:tr w:rsidR="0091227F" w:rsidRPr="002E282B" w:rsidTr="002D4B85">
        <w:trPr>
          <w:trHeight w:val="423"/>
        </w:trPr>
        <w:tc>
          <w:tcPr>
            <w:tcW w:w="436" w:type="dxa"/>
            <w:vMerge/>
            <w:vAlign w:val="center"/>
            <w:hideMark/>
          </w:tcPr>
          <w:p w:rsidR="0091227F" w:rsidRPr="002E282B" w:rsidRDefault="0091227F" w:rsidP="00557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91227F" w:rsidRPr="002E282B" w:rsidRDefault="0091227F" w:rsidP="00557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:rsidR="0091227F" w:rsidRPr="002E282B" w:rsidRDefault="0091227F" w:rsidP="00557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91227F" w:rsidRPr="002E282B" w:rsidRDefault="0091227F" w:rsidP="00557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91227F" w:rsidRPr="002E282B" w:rsidRDefault="0091227F" w:rsidP="00557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shd w:val="clear" w:color="auto" w:fill="auto"/>
            <w:vAlign w:val="bottom"/>
            <w:hideMark/>
          </w:tcPr>
          <w:p w:rsidR="0091227F" w:rsidRPr="002E282B" w:rsidRDefault="0091227F" w:rsidP="00557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91227F" w:rsidRPr="002E282B" w:rsidRDefault="0091227F" w:rsidP="00602D9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93074,3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1227F" w:rsidRPr="002E282B" w:rsidRDefault="0091227F" w:rsidP="00B40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91227F" w:rsidRPr="002E282B" w:rsidRDefault="0091227F" w:rsidP="00557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1227F" w:rsidRPr="002E282B" w:rsidRDefault="0091227F" w:rsidP="00557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dxa"/>
            <w:gridSpan w:val="2"/>
            <w:shd w:val="clear" w:color="auto" w:fill="auto"/>
            <w:vAlign w:val="bottom"/>
            <w:hideMark/>
          </w:tcPr>
          <w:p w:rsidR="0091227F" w:rsidRPr="002E282B" w:rsidRDefault="0091227F" w:rsidP="00557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91227F" w:rsidRPr="002E282B" w:rsidRDefault="0091227F" w:rsidP="00557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gridSpan w:val="2"/>
            <w:shd w:val="clear" w:color="000000" w:fill="FFFFFF"/>
            <w:vAlign w:val="bottom"/>
            <w:hideMark/>
          </w:tcPr>
          <w:p w:rsidR="0091227F" w:rsidRPr="002E282B" w:rsidRDefault="0091227F" w:rsidP="00557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6" w:type="dxa"/>
            <w:shd w:val="clear" w:color="000000" w:fill="FFFFFF"/>
            <w:hideMark/>
          </w:tcPr>
          <w:p w:rsidR="0091227F" w:rsidRPr="002E282B" w:rsidRDefault="0091227F" w:rsidP="00557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91227F" w:rsidRPr="002E282B" w:rsidRDefault="0091227F" w:rsidP="00557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1227F" w:rsidRPr="002E282B" w:rsidRDefault="0091227F" w:rsidP="00557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000000" w:fill="FFFFFF"/>
            <w:hideMark/>
          </w:tcPr>
          <w:p w:rsidR="0091227F" w:rsidRPr="002E282B" w:rsidRDefault="0091227F" w:rsidP="00557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91227F" w:rsidRPr="002E282B" w:rsidRDefault="0091227F" w:rsidP="00557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1227F" w:rsidRPr="002E282B" w:rsidRDefault="0091227F" w:rsidP="00557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gridSpan w:val="3"/>
            <w:shd w:val="clear" w:color="000000" w:fill="FFFFFF"/>
            <w:hideMark/>
          </w:tcPr>
          <w:p w:rsidR="0091227F" w:rsidRPr="002E282B" w:rsidRDefault="0091227F" w:rsidP="00557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1227F" w:rsidRPr="002E282B" w:rsidRDefault="0091227F" w:rsidP="00557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1227F" w:rsidRPr="002E282B" w:rsidRDefault="0091227F" w:rsidP="00557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- </w:t>
            </w:r>
          </w:p>
        </w:tc>
        <w:tc>
          <w:tcPr>
            <w:tcW w:w="568" w:type="dxa"/>
            <w:shd w:val="clear" w:color="000000" w:fill="FFFFFF"/>
            <w:hideMark/>
          </w:tcPr>
          <w:p w:rsidR="0091227F" w:rsidRPr="002E282B" w:rsidRDefault="0091227F" w:rsidP="00557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1227F" w:rsidRPr="002E282B" w:rsidRDefault="0091227F" w:rsidP="00557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1227F" w:rsidRPr="002E282B" w:rsidRDefault="0091227F" w:rsidP="00557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- </w:t>
            </w:r>
          </w:p>
        </w:tc>
      </w:tr>
      <w:tr w:rsidR="0091227F" w:rsidRPr="002E282B" w:rsidTr="002D4B85">
        <w:trPr>
          <w:trHeight w:val="1692"/>
        </w:trPr>
        <w:tc>
          <w:tcPr>
            <w:tcW w:w="436" w:type="dxa"/>
            <w:vMerge/>
            <w:vAlign w:val="center"/>
            <w:hideMark/>
          </w:tcPr>
          <w:p w:rsidR="0091227F" w:rsidRPr="002E282B" w:rsidRDefault="0091227F" w:rsidP="00557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91227F" w:rsidRPr="002E282B" w:rsidRDefault="0091227F" w:rsidP="00557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:rsidR="0091227F" w:rsidRPr="002E282B" w:rsidRDefault="0091227F" w:rsidP="00557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91227F" w:rsidRPr="002E282B" w:rsidRDefault="0091227F" w:rsidP="00557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91227F" w:rsidRPr="002E282B" w:rsidRDefault="0091227F" w:rsidP="00557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shd w:val="clear" w:color="auto" w:fill="auto"/>
            <w:vAlign w:val="bottom"/>
            <w:hideMark/>
          </w:tcPr>
          <w:p w:rsidR="0091227F" w:rsidRPr="002E282B" w:rsidRDefault="0091227F" w:rsidP="00557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91227F" w:rsidRPr="002E282B" w:rsidRDefault="0091227F" w:rsidP="00602D9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23414,2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1227F" w:rsidRPr="002E282B" w:rsidRDefault="0091227F" w:rsidP="00602D9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91227F" w:rsidRPr="002E282B" w:rsidRDefault="0091227F" w:rsidP="00602D9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1227F" w:rsidRPr="002E282B" w:rsidRDefault="0091227F" w:rsidP="00602D9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dxa"/>
            <w:gridSpan w:val="2"/>
            <w:shd w:val="clear" w:color="auto" w:fill="auto"/>
            <w:vAlign w:val="bottom"/>
            <w:hideMark/>
          </w:tcPr>
          <w:p w:rsidR="0091227F" w:rsidRPr="002E282B" w:rsidRDefault="0091227F" w:rsidP="00602D9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91227F" w:rsidRPr="002E282B" w:rsidRDefault="0091227F" w:rsidP="00602D9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gridSpan w:val="2"/>
            <w:shd w:val="clear" w:color="000000" w:fill="FFFFFF"/>
            <w:vAlign w:val="bottom"/>
            <w:hideMark/>
          </w:tcPr>
          <w:p w:rsidR="0091227F" w:rsidRPr="002E282B" w:rsidRDefault="0091227F" w:rsidP="00602D9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91227F" w:rsidRPr="002E282B" w:rsidRDefault="0091227F" w:rsidP="00602D9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1227F" w:rsidRPr="002E282B" w:rsidRDefault="0091227F" w:rsidP="00602D9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1227F" w:rsidRPr="002E282B" w:rsidRDefault="0091227F" w:rsidP="00602D9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1227F" w:rsidRPr="002E282B" w:rsidRDefault="0091227F" w:rsidP="00602D9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1227F" w:rsidRPr="002E282B" w:rsidRDefault="0091227F" w:rsidP="00602D9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91227F" w:rsidRPr="002E282B" w:rsidRDefault="0091227F" w:rsidP="00602D9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1227F" w:rsidRPr="002E282B" w:rsidRDefault="0091227F" w:rsidP="00602D9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1227F" w:rsidRPr="002E282B" w:rsidRDefault="0091227F" w:rsidP="00602D9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1227F" w:rsidRPr="002E282B" w:rsidRDefault="0091227F" w:rsidP="00602D9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1227F" w:rsidRPr="002E282B" w:rsidRDefault="0091227F" w:rsidP="00602D9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gridSpan w:val="3"/>
            <w:shd w:val="clear" w:color="000000" w:fill="FFFFFF"/>
            <w:vAlign w:val="bottom"/>
            <w:hideMark/>
          </w:tcPr>
          <w:p w:rsidR="0091227F" w:rsidRPr="002E282B" w:rsidRDefault="0091227F" w:rsidP="00602D9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1227F" w:rsidRPr="002E282B" w:rsidRDefault="0091227F" w:rsidP="00602D9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1227F" w:rsidRPr="002E282B" w:rsidRDefault="0091227F" w:rsidP="00602D9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1227F" w:rsidRPr="002E282B" w:rsidRDefault="0091227F" w:rsidP="00602D9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1227F" w:rsidRPr="002E282B" w:rsidRDefault="0091227F" w:rsidP="00602D9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91227F" w:rsidRPr="002E282B" w:rsidRDefault="0091227F" w:rsidP="00602D9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1227F" w:rsidRPr="002E282B" w:rsidRDefault="0091227F" w:rsidP="00602D9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1227F" w:rsidRPr="002E282B" w:rsidRDefault="0091227F" w:rsidP="00602D9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1227F" w:rsidRPr="002E282B" w:rsidRDefault="0091227F" w:rsidP="00602D9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1227F" w:rsidRPr="002E282B" w:rsidRDefault="0091227F" w:rsidP="00602D9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1227F" w:rsidRPr="002E282B" w:rsidTr="002D4B85">
        <w:trPr>
          <w:trHeight w:val="558"/>
        </w:trPr>
        <w:tc>
          <w:tcPr>
            <w:tcW w:w="436" w:type="dxa"/>
            <w:vAlign w:val="center"/>
          </w:tcPr>
          <w:p w:rsidR="0091227F" w:rsidRPr="002E282B" w:rsidRDefault="0091227F" w:rsidP="00557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91227F" w:rsidRPr="002E282B" w:rsidRDefault="0091227F" w:rsidP="00557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91227F" w:rsidRPr="002E282B" w:rsidRDefault="0091227F" w:rsidP="00557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91227F" w:rsidRPr="002E282B" w:rsidRDefault="0091227F" w:rsidP="00557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91227F" w:rsidRPr="002E282B" w:rsidRDefault="0091227F" w:rsidP="00557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shd w:val="clear" w:color="auto" w:fill="auto"/>
            <w:vAlign w:val="bottom"/>
          </w:tcPr>
          <w:p w:rsidR="0091227F" w:rsidRPr="002E282B" w:rsidRDefault="0091227F" w:rsidP="00557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91227F" w:rsidRPr="002E282B" w:rsidRDefault="0091227F" w:rsidP="00602D9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91227F" w:rsidRPr="002E282B" w:rsidRDefault="0091227F" w:rsidP="00602D9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  <w:vAlign w:val="bottom"/>
          </w:tcPr>
          <w:p w:rsidR="0091227F" w:rsidRPr="002E282B" w:rsidRDefault="00AE7993" w:rsidP="00602D9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2266,5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1227F" w:rsidRPr="002E282B" w:rsidRDefault="0091227F" w:rsidP="00602D9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11" w:type="dxa"/>
            <w:gridSpan w:val="2"/>
            <w:shd w:val="clear" w:color="auto" w:fill="auto"/>
            <w:vAlign w:val="bottom"/>
          </w:tcPr>
          <w:p w:rsidR="0091227F" w:rsidRPr="002E282B" w:rsidRDefault="0091227F" w:rsidP="00602D9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000000" w:fill="FFFFFF"/>
            <w:vAlign w:val="bottom"/>
          </w:tcPr>
          <w:p w:rsidR="0091227F" w:rsidRPr="002E282B" w:rsidRDefault="0091227F" w:rsidP="00602D9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shd w:val="clear" w:color="000000" w:fill="FFFFFF"/>
            <w:vAlign w:val="bottom"/>
          </w:tcPr>
          <w:p w:rsidR="0091227F" w:rsidRPr="002E282B" w:rsidRDefault="0091227F" w:rsidP="00602D9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  <w:shd w:val="clear" w:color="000000" w:fill="FFFFFF"/>
            <w:vAlign w:val="bottom"/>
          </w:tcPr>
          <w:p w:rsidR="0091227F" w:rsidRPr="002E282B" w:rsidRDefault="0091227F" w:rsidP="00602D9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  <w:vAlign w:val="bottom"/>
          </w:tcPr>
          <w:p w:rsidR="0091227F" w:rsidRPr="002E282B" w:rsidRDefault="0091227F" w:rsidP="00602D9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3"/>
            <w:shd w:val="clear" w:color="000000" w:fill="FFFFFF"/>
            <w:vAlign w:val="bottom"/>
          </w:tcPr>
          <w:p w:rsidR="0091227F" w:rsidRPr="002E282B" w:rsidRDefault="0091227F" w:rsidP="00602D9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  <w:shd w:val="clear" w:color="000000" w:fill="FFFFFF"/>
            <w:vAlign w:val="bottom"/>
          </w:tcPr>
          <w:p w:rsidR="0091227F" w:rsidRPr="002E282B" w:rsidRDefault="0091227F" w:rsidP="00602D9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625AC" w:rsidRPr="002E282B" w:rsidTr="002D4B85">
        <w:trPr>
          <w:trHeight w:val="343"/>
        </w:trPr>
        <w:tc>
          <w:tcPr>
            <w:tcW w:w="436" w:type="dxa"/>
            <w:vMerge w:val="restart"/>
            <w:shd w:val="clear" w:color="auto" w:fill="auto"/>
          </w:tcPr>
          <w:p w:rsidR="001625AC" w:rsidRPr="002E282B" w:rsidRDefault="001625AC" w:rsidP="001625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1625AC" w:rsidRPr="002E282B" w:rsidRDefault="001625AC" w:rsidP="002D6A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1625AC" w:rsidRPr="002E282B" w:rsidRDefault="001625AC" w:rsidP="00C17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Пусконаладочные работы по объекту Строительство канализационной насосной станции в южной части города (ЗАО "Батайское") и канализационного коллектора от КНС в южной части города (ЗАО "Батайское») до КНС-2 (завершение строительства)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1625AC" w:rsidRPr="002E282B" w:rsidRDefault="001625AC" w:rsidP="002D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1625AC" w:rsidRPr="002E282B" w:rsidRDefault="001625AC" w:rsidP="002D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shd w:val="clear" w:color="auto" w:fill="auto"/>
            <w:vAlign w:val="bottom"/>
          </w:tcPr>
          <w:p w:rsidR="001625AC" w:rsidRPr="002E282B" w:rsidRDefault="001625AC" w:rsidP="00557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25AC" w:rsidRPr="002E282B" w:rsidRDefault="001625AC" w:rsidP="00602D9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1625AC" w:rsidRPr="002E282B" w:rsidRDefault="001625AC" w:rsidP="00602D9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1625AC" w:rsidRPr="002E282B" w:rsidRDefault="00234161" w:rsidP="00602D9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3123,8</w:t>
            </w:r>
          </w:p>
        </w:tc>
        <w:tc>
          <w:tcPr>
            <w:tcW w:w="708" w:type="dxa"/>
            <w:shd w:val="clear" w:color="000000" w:fill="FFFFFF"/>
            <w:vAlign w:val="bottom"/>
          </w:tcPr>
          <w:p w:rsidR="001625AC" w:rsidRPr="002E282B" w:rsidRDefault="001625AC" w:rsidP="00602D9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11" w:type="dxa"/>
            <w:gridSpan w:val="2"/>
            <w:shd w:val="clear" w:color="000000" w:fill="FFFFFF"/>
            <w:vAlign w:val="bottom"/>
          </w:tcPr>
          <w:p w:rsidR="001625AC" w:rsidRPr="002E282B" w:rsidRDefault="001625AC" w:rsidP="00602D9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000000" w:fill="FFFFFF"/>
            <w:vAlign w:val="bottom"/>
          </w:tcPr>
          <w:p w:rsidR="001625AC" w:rsidRPr="002E282B" w:rsidRDefault="001625AC" w:rsidP="00602D9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shd w:val="clear" w:color="000000" w:fill="FFFFFF"/>
            <w:vAlign w:val="bottom"/>
          </w:tcPr>
          <w:p w:rsidR="001625AC" w:rsidRPr="002E282B" w:rsidRDefault="001625AC" w:rsidP="00602D9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  <w:shd w:val="clear" w:color="000000" w:fill="FFFFFF"/>
            <w:vAlign w:val="bottom"/>
          </w:tcPr>
          <w:p w:rsidR="001625AC" w:rsidRPr="002E282B" w:rsidRDefault="001625AC" w:rsidP="00602D9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  <w:vAlign w:val="bottom"/>
          </w:tcPr>
          <w:p w:rsidR="001625AC" w:rsidRPr="002E282B" w:rsidRDefault="001625AC" w:rsidP="00602D9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3"/>
            <w:shd w:val="clear" w:color="000000" w:fill="FFFFFF"/>
            <w:vAlign w:val="bottom"/>
          </w:tcPr>
          <w:p w:rsidR="001625AC" w:rsidRPr="002E282B" w:rsidRDefault="001625AC" w:rsidP="00602D9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  <w:shd w:val="clear" w:color="000000" w:fill="FFFFFF"/>
            <w:vAlign w:val="bottom"/>
          </w:tcPr>
          <w:p w:rsidR="001625AC" w:rsidRPr="002E282B" w:rsidRDefault="001625AC" w:rsidP="00602D9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625AC" w:rsidRPr="002E282B" w:rsidTr="002D4B85">
        <w:trPr>
          <w:trHeight w:val="1303"/>
        </w:trPr>
        <w:tc>
          <w:tcPr>
            <w:tcW w:w="436" w:type="dxa"/>
            <w:vMerge/>
            <w:shd w:val="clear" w:color="auto" w:fill="auto"/>
            <w:vAlign w:val="bottom"/>
          </w:tcPr>
          <w:p w:rsidR="001625AC" w:rsidRPr="002E282B" w:rsidRDefault="001625AC" w:rsidP="00557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1625AC" w:rsidRPr="002E282B" w:rsidRDefault="001625AC" w:rsidP="002D6A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1625AC" w:rsidRPr="002E282B" w:rsidRDefault="001625AC" w:rsidP="00C17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1625AC" w:rsidRPr="002E282B" w:rsidRDefault="001625AC" w:rsidP="002D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1625AC" w:rsidRPr="002E282B" w:rsidRDefault="001625AC" w:rsidP="002D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shd w:val="clear" w:color="auto" w:fill="auto"/>
            <w:vAlign w:val="bottom"/>
          </w:tcPr>
          <w:p w:rsidR="001625AC" w:rsidRPr="002E282B" w:rsidRDefault="001625AC" w:rsidP="00557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25AC" w:rsidRPr="002E282B" w:rsidRDefault="001625AC" w:rsidP="00602D9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1625AC" w:rsidRPr="002E282B" w:rsidRDefault="001625AC" w:rsidP="00602D9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1625AC" w:rsidRPr="002E282B" w:rsidRDefault="00234161" w:rsidP="00602D9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2505,3</w:t>
            </w:r>
          </w:p>
        </w:tc>
        <w:tc>
          <w:tcPr>
            <w:tcW w:w="708" w:type="dxa"/>
            <w:shd w:val="clear" w:color="000000" w:fill="FFFFFF"/>
            <w:vAlign w:val="bottom"/>
          </w:tcPr>
          <w:p w:rsidR="001625AC" w:rsidRPr="002E282B" w:rsidRDefault="001625AC" w:rsidP="00602D9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11" w:type="dxa"/>
            <w:gridSpan w:val="2"/>
            <w:shd w:val="clear" w:color="000000" w:fill="FFFFFF"/>
            <w:vAlign w:val="bottom"/>
          </w:tcPr>
          <w:p w:rsidR="001625AC" w:rsidRPr="002E282B" w:rsidRDefault="001625AC" w:rsidP="00602D9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000000" w:fill="FFFFFF"/>
            <w:vAlign w:val="bottom"/>
          </w:tcPr>
          <w:p w:rsidR="001625AC" w:rsidRPr="002E282B" w:rsidRDefault="001625AC" w:rsidP="00602D9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shd w:val="clear" w:color="000000" w:fill="FFFFFF"/>
            <w:vAlign w:val="bottom"/>
          </w:tcPr>
          <w:p w:rsidR="001625AC" w:rsidRPr="002E282B" w:rsidRDefault="001625AC" w:rsidP="00602D9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  <w:shd w:val="clear" w:color="000000" w:fill="FFFFFF"/>
            <w:vAlign w:val="bottom"/>
          </w:tcPr>
          <w:p w:rsidR="001625AC" w:rsidRPr="002E282B" w:rsidRDefault="001625AC" w:rsidP="00602D9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  <w:vAlign w:val="bottom"/>
          </w:tcPr>
          <w:p w:rsidR="001625AC" w:rsidRPr="002E282B" w:rsidRDefault="001625AC" w:rsidP="00602D9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3"/>
            <w:shd w:val="clear" w:color="000000" w:fill="FFFFFF"/>
            <w:vAlign w:val="bottom"/>
          </w:tcPr>
          <w:p w:rsidR="001625AC" w:rsidRPr="002E282B" w:rsidRDefault="001625AC" w:rsidP="00602D9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  <w:shd w:val="clear" w:color="000000" w:fill="FFFFFF"/>
            <w:vAlign w:val="bottom"/>
          </w:tcPr>
          <w:p w:rsidR="001625AC" w:rsidRPr="002E282B" w:rsidRDefault="001625AC" w:rsidP="00602D9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625AC" w:rsidRPr="002E282B" w:rsidTr="002D4B85">
        <w:trPr>
          <w:trHeight w:val="1232"/>
        </w:trPr>
        <w:tc>
          <w:tcPr>
            <w:tcW w:w="436" w:type="dxa"/>
            <w:vMerge/>
            <w:shd w:val="clear" w:color="auto" w:fill="auto"/>
            <w:vAlign w:val="bottom"/>
          </w:tcPr>
          <w:p w:rsidR="001625AC" w:rsidRPr="002E282B" w:rsidRDefault="001625AC" w:rsidP="00557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1625AC" w:rsidRPr="002E282B" w:rsidRDefault="001625AC" w:rsidP="002D6A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625AC" w:rsidRPr="002E282B" w:rsidRDefault="001625AC" w:rsidP="00C17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625AC" w:rsidRPr="002E282B" w:rsidRDefault="001625AC" w:rsidP="002D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625AC" w:rsidRPr="002E282B" w:rsidRDefault="001625AC" w:rsidP="002D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625AC" w:rsidRPr="002E282B" w:rsidRDefault="001625AC" w:rsidP="00557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1625AC" w:rsidRPr="002E282B" w:rsidRDefault="001625AC" w:rsidP="00602D9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1625AC" w:rsidRPr="002E282B" w:rsidRDefault="001625AC" w:rsidP="00602D9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1625AC" w:rsidRPr="002E282B" w:rsidRDefault="00234161" w:rsidP="00602D9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618,5</w:t>
            </w:r>
          </w:p>
        </w:tc>
        <w:tc>
          <w:tcPr>
            <w:tcW w:w="708" w:type="dxa"/>
            <w:shd w:val="clear" w:color="000000" w:fill="FFFFFF"/>
            <w:vAlign w:val="bottom"/>
          </w:tcPr>
          <w:p w:rsidR="001625AC" w:rsidRPr="002E282B" w:rsidRDefault="001625AC" w:rsidP="00602D9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11" w:type="dxa"/>
            <w:gridSpan w:val="2"/>
            <w:shd w:val="clear" w:color="000000" w:fill="FFFFFF"/>
            <w:vAlign w:val="bottom"/>
          </w:tcPr>
          <w:p w:rsidR="001625AC" w:rsidRPr="002E282B" w:rsidRDefault="001625AC" w:rsidP="00602D9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000000" w:fill="FFFFFF"/>
            <w:vAlign w:val="bottom"/>
          </w:tcPr>
          <w:p w:rsidR="001625AC" w:rsidRPr="002E282B" w:rsidRDefault="001625AC" w:rsidP="00602D9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shd w:val="clear" w:color="000000" w:fill="FFFFFF"/>
            <w:vAlign w:val="bottom"/>
          </w:tcPr>
          <w:p w:rsidR="001625AC" w:rsidRPr="002E282B" w:rsidRDefault="001625AC" w:rsidP="00602D9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  <w:shd w:val="clear" w:color="000000" w:fill="FFFFFF"/>
            <w:vAlign w:val="bottom"/>
          </w:tcPr>
          <w:p w:rsidR="001625AC" w:rsidRPr="002E282B" w:rsidRDefault="001625AC" w:rsidP="00602D9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  <w:vAlign w:val="bottom"/>
          </w:tcPr>
          <w:p w:rsidR="001625AC" w:rsidRPr="002E282B" w:rsidRDefault="001625AC" w:rsidP="00602D9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3"/>
            <w:shd w:val="clear" w:color="000000" w:fill="FFFFFF"/>
            <w:vAlign w:val="bottom"/>
          </w:tcPr>
          <w:p w:rsidR="001625AC" w:rsidRPr="002E282B" w:rsidRDefault="001625AC" w:rsidP="00602D9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  <w:shd w:val="clear" w:color="000000" w:fill="FFFFFF"/>
            <w:vAlign w:val="bottom"/>
          </w:tcPr>
          <w:p w:rsidR="001625AC" w:rsidRPr="002E282B" w:rsidRDefault="001625AC" w:rsidP="00602D9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1227F" w:rsidRPr="002E282B" w:rsidTr="002D4B85">
        <w:trPr>
          <w:cantSplit/>
          <w:trHeight w:val="419"/>
        </w:trPr>
        <w:tc>
          <w:tcPr>
            <w:tcW w:w="436" w:type="dxa"/>
            <w:vMerge w:val="restart"/>
            <w:shd w:val="clear" w:color="auto" w:fill="auto"/>
            <w:hideMark/>
          </w:tcPr>
          <w:p w:rsidR="0091227F" w:rsidRPr="002E282B" w:rsidRDefault="0091227F" w:rsidP="001625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</w:p>
          <w:p w:rsidR="0091227F" w:rsidRPr="002E282B" w:rsidRDefault="0091227F" w:rsidP="001625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tcBorders>
              <w:right w:val="single" w:sz="4" w:space="0" w:color="auto"/>
            </w:tcBorders>
            <w:shd w:val="clear" w:color="auto" w:fill="auto"/>
            <w:hideMark/>
          </w:tcPr>
          <w:p w:rsidR="0091227F" w:rsidRPr="002E282B" w:rsidRDefault="0091227F" w:rsidP="002D6A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УЖКХ </w:t>
            </w:r>
          </w:p>
          <w:p w:rsidR="0091227F" w:rsidRPr="002E282B" w:rsidRDefault="0091227F" w:rsidP="002D6A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г. Батайска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27F" w:rsidRPr="002E282B" w:rsidRDefault="0091227F" w:rsidP="00C17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Реконструкция комплекса водопроводных сооружений г. Батайска и строительство водовода от цеха № 1 (КВС-1) до Южной промышленной зоны (завершение </w:t>
            </w: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строительства)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27F" w:rsidRPr="002E282B" w:rsidRDefault="0091227F" w:rsidP="002D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27F" w:rsidRPr="002E282B" w:rsidRDefault="0091227F" w:rsidP="002D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227F" w:rsidRPr="002E282B" w:rsidRDefault="0091227F" w:rsidP="00557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всего 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:rsidR="0091227F" w:rsidRPr="002E282B" w:rsidRDefault="0091227F" w:rsidP="00602D9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445229,5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1227F" w:rsidRPr="002E282B" w:rsidRDefault="0091227F" w:rsidP="00602D9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1227F" w:rsidRPr="002E282B" w:rsidRDefault="00234161" w:rsidP="00602D9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9800,4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91227F" w:rsidRPr="002E282B" w:rsidRDefault="009621B0" w:rsidP="00602D9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dxa"/>
            <w:gridSpan w:val="2"/>
            <w:shd w:val="clear" w:color="000000" w:fill="FFFFFF"/>
            <w:vAlign w:val="bottom"/>
            <w:hideMark/>
          </w:tcPr>
          <w:p w:rsidR="0091227F" w:rsidRPr="002E282B" w:rsidRDefault="0091227F" w:rsidP="00602D9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91227F" w:rsidRPr="002E282B" w:rsidRDefault="0091227F" w:rsidP="00602D9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gridSpan w:val="2"/>
            <w:shd w:val="clear" w:color="000000" w:fill="FFFFFF"/>
            <w:vAlign w:val="bottom"/>
            <w:hideMark/>
          </w:tcPr>
          <w:p w:rsidR="0091227F" w:rsidRPr="002E282B" w:rsidRDefault="0091227F" w:rsidP="00602D9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91227F" w:rsidRPr="002E282B" w:rsidRDefault="0091227F" w:rsidP="00602D9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1227F" w:rsidRPr="002E282B" w:rsidRDefault="0091227F" w:rsidP="00602D9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1227F" w:rsidRPr="002E282B" w:rsidRDefault="0091227F" w:rsidP="00602D9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91227F" w:rsidRPr="002E282B" w:rsidRDefault="0091227F" w:rsidP="00602D9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1227F" w:rsidRPr="002E282B" w:rsidRDefault="0091227F" w:rsidP="00602D9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1227F" w:rsidRPr="002E282B" w:rsidRDefault="0091227F" w:rsidP="00602D9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gridSpan w:val="3"/>
            <w:shd w:val="clear" w:color="000000" w:fill="FFFFFF"/>
            <w:vAlign w:val="bottom"/>
            <w:hideMark/>
          </w:tcPr>
          <w:p w:rsidR="0091227F" w:rsidRPr="002E282B" w:rsidRDefault="0091227F" w:rsidP="00602D9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1227F" w:rsidRPr="002E282B" w:rsidRDefault="0091227F" w:rsidP="00602D9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1227F" w:rsidRPr="002E282B" w:rsidRDefault="0091227F" w:rsidP="00602D9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91227F" w:rsidRPr="002E282B" w:rsidRDefault="0091227F" w:rsidP="00602D9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1227F" w:rsidRPr="002E282B" w:rsidRDefault="0091227F" w:rsidP="00602D9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1227F" w:rsidRPr="002E282B" w:rsidRDefault="0091227F" w:rsidP="00602D9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1227F" w:rsidRPr="002E282B" w:rsidTr="002D4B85">
        <w:trPr>
          <w:cantSplit/>
          <w:trHeight w:val="557"/>
        </w:trPr>
        <w:tc>
          <w:tcPr>
            <w:tcW w:w="436" w:type="dxa"/>
            <w:vMerge/>
            <w:vAlign w:val="center"/>
            <w:hideMark/>
          </w:tcPr>
          <w:p w:rsidR="0091227F" w:rsidRPr="002E282B" w:rsidRDefault="0091227F" w:rsidP="00557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right w:val="single" w:sz="4" w:space="0" w:color="auto"/>
            </w:tcBorders>
            <w:vAlign w:val="center"/>
            <w:hideMark/>
          </w:tcPr>
          <w:p w:rsidR="0091227F" w:rsidRPr="002E282B" w:rsidRDefault="0091227F" w:rsidP="00557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227F" w:rsidRPr="002E282B" w:rsidRDefault="0091227F" w:rsidP="00557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227F" w:rsidRPr="002E282B" w:rsidRDefault="0091227F" w:rsidP="00557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227F" w:rsidRPr="002E282B" w:rsidRDefault="0091227F" w:rsidP="00557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227F" w:rsidRPr="002E282B" w:rsidRDefault="0091227F" w:rsidP="00557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:rsidR="0091227F" w:rsidRPr="002E282B" w:rsidRDefault="0091227F" w:rsidP="00602D9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355738,4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1227F" w:rsidRPr="002E282B" w:rsidRDefault="0091227F" w:rsidP="00602D9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1227F" w:rsidRPr="002E282B" w:rsidRDefault="0091227F" w:rsidP="00602D9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91227F" w:rsidRPr="002E282B" w:rsidRDefault="0091227F" w:rsidP="00602D9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dxa"/>
            <w:gridSpan w:val="2"/>
            <w:shd w:val="clear" w:color="000000" w:fill="FFFFFF"/>
            <w:vAlign w:val="bottom"/>
            <w:hideMark/>
          </w:tcPr>
          <w:p w:rsidR="0091227F" w:rsidRPr="002E282B" w:rsidRDefault="0091227F" w:rsidP="00602D9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91227F" w:rsidRPr="002E282B" w:rsidRDefault="0091227F" w:rsidP="00602D9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gridSpan w:val="2"/>
            <w:shd w:val="clear" w:color="000000" w:fill="FFFFFF"/>
            <w:vAlign w:val="bottom"/>
            <w:hideMark/>
          </w:tcPr>
          <w:p w:rsidR="0091227F" w:rsidRPr="002E282B" w:rsidRDefault="0091227F" w:rsidP="00602D9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91227F" w:rsidRPr="002E282B" w:rsidRDefault="0091227F" w:rsidP="00602D9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1227F" w:rsidRPr="002E282B" w:rsidRDefault="0091227F" w:rsidP="00602D9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1227F" w:rsidRPr="002E282B" w:rsidRDefault="0091227F" w:rsidP="00602D9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91227F" w:rsidRPr="002E282B" w:rsidRDefault="0091227F" w:rsidP="00602D9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1227F" w:rsidRPr="002E282B" w:rsidRDefault="0091227F" w:rsidP="00602D9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1227F" w:rsidRPr="002E282B" w:rsidRDefault="0091227F" w:rsidP="00602D9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gridSpan w:val="3"/>
            <w:shd w:val="clear" w:color="000000" w:fill="FFFFFF"/>
            <w:vAlign w:val="bottom"/>
            <w:hideMark/>
          </w:tcPr>
          <w:p w:rsidR="0091227F" w:rsidRPr="002E282B" w:rsidRDefault="0091227F" w:rsidP="00602D9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1227F" w:rsidRPr="002E282B" w:rsidRDefault="0091227F" w:rsidP="00602D9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1227F" w:rsidRPr="002E282B" w:rsidRDefault="0091227F" w:rsidP="00602D9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91227F" w:rsidRPr="002E282B" w:rsidRDefault="0091227F" w:rsidP="00602D9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1227F" w:rsidRPr="002E282B" w:rsidRDefault="0091227F" w:rsidP="00602D9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1227F" w:rsidRPr="002E282B" w:rsidRDefault="0091227F" w:rsidP="00602D9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1227F" w:rsidRPr="002E282B" w:rsidTr="002D4B85">
        <w:trPr>
          <w:cantSplit/>
          <w:trHeight w:val="423"/>
        </w:trPr>
        <w:tc>
          <w:tcPr>
            <w:tcW w:w="436" w:type="dxa"/>
            <w:vMerge/>
            <w:shd w:val="clear" w:color="auto" w:fill="auto"/>
            <w:vAlign w:val="bottom"/>
            <w:hideMark/>
          </w:tcPr>
          <w:p w:rsidR="0091227F" w:rsidRPr="002E282B" w:rsidRDefault="0091227F" w:rsidP="00557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right w:val="single" w:sz="4" w:space="0" w:color="auto"/>
            </w:tcBorders>
            <w:vAlign w:val="center"/>
            <w:hideMark/>
          </w:tcPr>
          <w:p w:rsidR="0091227F" w:rsidRPr="002E282B" w:rsidRDefault="0091227F" w:rsidP="00557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227F" w:rsidRPr="002E282B" w:rsidRDefault="0091227F" w:rsidP="00557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227F" w:rsidRPr="002E282B" w:rsidRDefault="0091227F" w:rsidP="00557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227F" w:rsidRPr="002E282B" w:rsidRDefault="0091227F" w:rsidP="00557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227F" w:rsidRPr="002E282B" w:rsidRDefault="0091227F" w:rsidP="00557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:rsidR="0091227F" w:rsidRPr="002E282B" w:rsidRDefault="0091227F" w:rsidP="00602D9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89491,1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1227F" w:rsidRPr="002E282B" w:rsidRDefault="0091227F" w:rsidP="00602D9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91227F" w:rsidRPr="002E282B" w:rsidRDefault="0091227F" w:rsidP="00602D9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1227F" w:rsidRPr="002E282B" w:rsidRDefault="0091227F" w:rsidP="00602D9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dxa"/>
            <w:gridSpan w:val="2"/>
            <w:shd w:val="clear" w:color="auto" w:fill="auto"/>
            <w:vAlign w:val="bottom"/>
            <w:hideMark/>
          </w:tcPr>
          <w:p w:rsidR="0091227F" w:rsidRPr="002E282B" w:rsidRDefault="0091227F" w:rsidP="00602D9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91227F" w:rsidRPr="002E282B" w:rsidRDefault="0091227F" w:rsidP="00602D9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gridSpan w:val="2"/>
            <w:shd w:val="clear" w:color="000000" w:fill="FFFFFF"/>
            <w:vAlign w:val="bottom"/>
            <w:hideMark/>
          </w:tcPr>
          <w:p w:rsidR="0091227F" w:rsidRPr="002E282B" w:rsidRDefault="0091227F" w:rsidP="00602D9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91227F" w:rsidRPr="002E282B" w:rsidRDefault="0091227F" w:rsidP="00602D9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1227F" w:rsidRPr="002E282B" w:rsidRDefault="0091227F" w:rsidP="00602D9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1227F" w:rsidRPr="002E282B" w:rsidRDefault="0091227F" w:rsidP="00602D9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1227F" w:rsidRPr="002E282B" w:rsidRDefault="0091227F" w:rsidP="00602D9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91227F" w:rsidRPr="002E282B" w:rsidRDefault="0091227F" w:rsidP="00602D9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1227F" w:rsidRPr="002E282B" w:rsidRDefault="0091227F" w:rsidP="00602D9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1227F" w:rsidRPr="002E282B" w:rsidRDefault="0091227F" w:rsidP="00602D9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1227F" w:rsidRPr="002E282B" w:rsidRDefault="0091227F" w:rsidP="00602D9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gridSpan w:val="3"/>
            <w:shd w:val="clear" w:color="000000" w:fill="FFFFFF"/>
            <w:vAlign w:val="bottom"/>
            <w:hideMark/>
          </w:tcPr>
          <w:p w:rsidR="0091227F" w:rsidRPr="002E282B" w:rsidRDefault="0091227F" w:rsidP="00602D9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1227F" w:rsidRPr="002E282B" w:rsidRDefault="0091227F" w:rsidP="00602D9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1227F" w:rsidRPr="002E282B" w:rsidRDefault="0091227F" w:rsidP="00602D9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1227F" w:rsidRPr="002E282B" w:rsidRDefault="0091227F" w:rsidP="00602D9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91227F" w:rsidRPr="002E282B" w:rsidRDefault="0091227F" w:rsidP="00602D9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1227F" w:rsidRPr="002E282B" w:rsidRDefault="0091227F" w:rsidP="00602D9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1227F" w:rsidRPr="002E282B" w:rsidRDefault="0091227F" w:rsidP="00602D9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1227F" w:rsidRPr="002E282B" w:rsidRDefault="0091227F" w:rsidP="00602D9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1227F" w:rsidRPr="002E282B" w:rsidTr="002D4B85">
        <w:trPr>
          <w:trHeight w:val="423"/>
        </w:trPr>
        <w:tc>
          <w:tcPr>
            <w:tcW w:w="436" w:type="dxa"/>
            <w:vMerge/>
            <w:shd w:val="clear" w:color="auto" w:fill="auto"/>
            <w:vAlign w:val="bottom"/>
          </w:tcPr>
          <w:p w:rsidR="0091227F" w:rsidRPr="002E282B" w:rsidRDefault="0091227F" w:rsidP="00557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right w:val="single" w:sz="4" w:space="0" w:color="auto"/>
            </w:tcBorders>
            <w:vAlign w:val="center"/>
          </w:tcPr>
          <w:p w:rsidR="0091227F" w:rsidRPr="002E282B" w:rsidRDefault="0091227F" w:rsidP="00557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27F" w:rsidRPr="002E282B" w:rsidRDefault="0091227F" w:rsidP="00557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91227F" w:rsidRPr="002E282B" w:rsidRDefault="0091227F" w:rsidP="00557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</w:tcBorders>
            <w:vAlign w:val="center"/>
          </w:tcPr>
          <w:p w:rsidR="0091227F" w:rsidRPr="002E282B" w:rsidRDefault="0091227F" w:rsidP="00557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91227F" w:rsidRPr="002E282B" w:rsidRDefault="0091227F" w:rsidP="00557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Местный </w:t>
            </w: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бюджет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91227F" w:rsidRPr="002E282B" w:rsidRDefault="0091227F" w:rsidP="00602D9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91227F" w:rsidRPr="002E282B" w:rsidRDefault="0091227F" w:rsidP="00602D9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  <w:vAlign w:val="bottom"/>
          </w:tcPr>
          <w:p w:rsidR="0091227F" w:rsidRPr="002E282B" w:rsidRDefault="00234161" w:rsidP="00602D9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9800,4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1227F" w:rsidRPr="002E282B" w:rsidRDefault="0091227F" w:rsidP="00602D9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11" w:type="dxa"/>
            <w:gridSpan w:val="2"/>
            <w:shd w:val="clear" w:color="auto" w:fill="auto"/>
            <w:vAlign w:val="bottom"/>
          </w:tcPr>
          <w:p w:rsidR="0091227F" w:rsidRPr="002E282B" w:rsidRDefault="0091227F" w:rsidP="00602D9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000000" w:fill="FFFFFF"/>
            <w:vAlign w:val="bottom"/>
          </w:tcPr>
          <w:p w:rsidR="0091227F" w:rsidRPr="002E282B" w:rsidRDefault="0091227F" w:rsidP="00602D9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shd w:val="clear" w:color="000000" w:fill="FFFFFF"/>
            <w:vAlign w:val="bottom"/>
          </w:tcPr>
          <w:p w:rsidR="0091227F" w:rsidRPr="002E282B" w:rsidRDefault="0091227F" w:rsidP="00602D9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  <w:shd w:val="clear" w:color="000000" w:fill="FFFFFF"/>
            <w:vAlign w:val="bottom"/>
          </w:tcPr>
          <w:p w:rsidR="0091227F" w:rsidRPr="002E282B" w:rsidRDefault="0091227F" w:rsidP="00602D9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  <w:vAlign w:val="bottom"/>
          </w:tcPr>
          <w:p w:rsidR="0091227F" w:rsidRPr="002E282B" w:rsidRDefault="0091227F" w:rsidP="00602D9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3"/>
            <w:shd w:val="clear" w:color="000000" w:fill="FFFFFF"/>
            <w:vAlign w:val="bottom"/>
          </w:tcPr>
          <w:p w:rsidR="0091227F" w:rsidRPr="002E282B" w:rsidRDefault="0091227F" w:rsidP="00602D9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  <w:shd w:val="clear" w:color="000000" w:fill="FFFFFF"/>
            <w:vAlign w:val="bottom"/>
          </w:tcPr>
          <w:p w:rsidR="0091227F" w:rsidRPr="002E282B" w:rsidRDefault="0091227F" w:rsidP="00602D9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1227F" w:rsidRPr="002E282B" w:rsidTr="002D4B85">
        <w:trPr>
          <w:trHeight w:val="855"/>
        </w:trPr>
        <w:tc>
          <w:tcPr>
            <w:tcW w:w="436" w:type="dxa"/>
            <w:vMerge w:val="restart"/>
            <w:shd w:val="clear" w:color="auto" w:fill="auto"/>
          </w:tcPr>
          <w:p w:rsidR="0091227F" w:rsidRPr="002E282B" w:rsidRDefault="0091227F" w:rsidP="001625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4.</w:t>
            </w:r>
          </w:p>
          <w:p w:rsidR="0091227F" w:rsidRPr="002E282B" w:rsidRDefault="0091227F" w:rsidP="001625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1227F" w:rsidRPr="002E282B" w:rsidRDefault="0091227F" w:rsidP="001625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1227F" w:rsidRPr="002E282B" w:rsidRDefault="0091227F" w:rsidP="001625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1227F" w:rsidRPr="002E282B" w:rsidRDefault="0091227F" w:rsidP="001625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91227F" w:rsidRPr="002E282B" w:rsidRDefault="0091227F" w:rsidP="00363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vAlign w:val="center"/>
          </w:tcPr>
          <w:p w:rsidR="0091227F" w:rsidRPr="002E282B" w:rsidRDefault="0091227F" w:rsidP="00363CFF">
            <w:pPr>
              <w:spacing w:after="0" w:line="240" w:lineRule="auto"/>
              <w:rPr>
                <w:rFonts w:ascii="Times New Roman" w:eastAsia="Calibri" w:hAnsi="Times New Roman" w:cs="Times New Roman"/>
                <w:kern w:val="2"/>
                <w:sz w:val="20"/>
                <w:szCs w:val="20"/>
              </w:rPr>
            </w:pPr>
            <w:r w:rsidRPr="002E282B">
              <w:rPr>
                <w:rFonts w:ascii="Times New Roman" w:eastAsia="Calibri" w:hAnsi="Times New Roman" w:cs="Times New Roman"/>
                <w:kern w:val="2"/>
                <w:sz w:val="20"/>
                <w:szCs w:val="20"/>
              </w:rPr>
              <w:t>Пусконаладочные работы по объекту Реконструкция комплекса водопроводных сооружений г. Батайска и строительство водовода от цеха № 1 (КВС-1) до Южной промышленной зоны (завершение строительства)</w:t>
            </w:r>
          </w:p>
        </w:tc>
        <w:tc>
          <w:tcPr>
            <w:tcW w:w="1134" w:type="dxa"/>
            <w:vMerge w:val="restart"/>
            <w:vAlign w:val="center"/>
          </w:tcPr>
          <w:p w:rsidR="0091227F" w:rsidRPr="002E282B" w:rsidRDefault="0091227F" w:rsidP="00363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91227F" w:rsidRPr="002E282B" w:rsidRDefault="0091227F" w:rsidP="00363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shd w:val="clear" w:color="auto" w:fill="auto"/>
            <w:vAlign w:val="bottom"/>
          </w:tcPr>
          <w:p w:rsidR="0091227F" w:rsidRPr="002E282B" w:rsidRDefault="0091227F" w:rsidP="00363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</w:t>
            </w:r>
          </w:p>
          <w:p w:rsidR="0091227F" w:rsidRPr="002E282B" w:rsidRDefault="0091227F" w:rsidP="00363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:rsidR="0091227F" w:rsidRPr="002E282B" w:rsidRDefault="0091227F" w:rsidP="00602D9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91227F" w:rsidRPr="002E282B" w:rsidRDefault="0091227F" w:rsidP="00602D9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shd w:val="clear" w:color="000000" w:fill="FFFFFF"/>
            <w:vAlign w:val="bottom"/>
          </w:tcPr>
          <w:p w:rsidR="0091227F" w:rsidRPr="002E282B" w:rsidRDefault="00234161" w:rsidP="00234161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10165,4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1227F" w:rsidRPr="002E282B" w:rsidRDefault="0091227F" w:rsidP="00602D9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11" w:type="dxa"/>
            <w:gridSpan w:val="2"/>
            <w:shd w:val="clear" w:color="auto" w:fill="auto"/>
            <w:vAlign w:val="bottom"/>
          </w:tcPr>
          <w:p w:rsidR="0091227F" w:rsidRPr="002E282B" w:rsidRDefault="0091227F" w:rsidP="00602D9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000000" w:fill="FFFFFF"/>
            <w:vAlign w:val="bottom"/>
          </w:tcPr>
          <w:p w:rsidR="0091227F" w:rsidRPr="002E282B" w:rsidRDefault="0091227F" w:rsidP="00602D9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shd w:val="clear" w:color="000000" w:fill="FFFFFF"/>
            <w:vAlign w:val="bottom"/>
          </w:tcPr>
          <w:p w:rsidR="0091227F" w:rsidRPr="002E282B" w:rsidRDefault="0091227F" w:rsidP="00602D9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  <w:shd w:val="clear" w:color="000000" w:fill="FFFFFF"/>
            <w:vAlign w:val="bottom"/>
          </w:tcPr>
          <w:p w:rsidR="0091227F" w:rsidRPr="002E282B" w:rsidRDefault="0091227F" w:rsidP="00602D9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  <w:vAlign w:val="bottom"/>
          </w:tcPr>
          <w:p w:rsidR="0091227F" w:rsidRPr="002E282B" w:rsidRDefault="0091227F" w:rsidP="00602D9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3"/>
            <w:shd w:val="clear" w:color="000000" w:fill="FFFFFF"/>
            <w:vAlign w:val="bottom"/>
          </w:tcPr>
          <w:p w:rsidR="0091227F" w:rsidRPr="002E282B" w:rsidRDefault="0091227F" w:rsidP="00602D9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  <w:shd w:val="clear" w:color="000000" w:fill="FFFFFF"/>
            <w:vAlign w:val="bottom"/>
          </w:tcPr>
          <w:p w:rsidR="0091227F" w:rsidRPr="002E282B" w:rsidRDefault="0091227F" w:rsidP="00602D9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1227F" w:rsidRPr="002E282B" w:rsidTr="002D4B85">
        <w:trPr>
          <w:trHeight w:val="756"/>
        </w:trPr>
        <w:tc>
          <w:tcPr>
            <w:tcW w:w="436" w:type="dxa"/>
            <w:vMerge/>
            <w:shd w:val="clear" w:color="auto" w:fill="auto"/>
            <w:vAlign w:val="bottom"/>
          </w:tcPr>
          <w:p w:rsidR="0091227F" w:rsidRPr="002E282B" w:rsidRDefault="0091227F" w:rsidP="00363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</w:tcPr>
          <w:p w:rsidR="0091227F" w:rsidRPr="002E282B" w:rsidRDefault="0091227F" w:rsidP="00363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91227F" w:rsidRPr="002E282B" w:rsidRDefault="0091227F" w:rsidP="00363CFF">
            <w:pPr>
              <w:spacing w:after="0" w:line="240" w:lineRule="auto"/>
              <w:rPr>
                <w:rFonts w:ascii="Times New Roman" w:eastAsia="Calibri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91227F" w:rsidRPr="002E282B" w:rsidRDefault="0091227F" w:rsidP="00363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</w:tcPr>
          <w:p w:rsidR="0091227F" w:rsidRPr="002E282B" w:rsidRDefault="0091227F" w:rsidP="00363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shd w:val="clear" w:color="auto" w:fill="auto"/>
            <w:vAlign w:val="bottom"/>
          </w:tcPr>
          <w:p w:rsidR="0091227F" w:rsidRPr="002E282B" w:rsidRDefault="0091227F" w:rsidP="00363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91227F" w:rsidRPr="002E282B" w:rsidRDefault="0091227F" w:rsidP="00602D9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91227F" w:rsidRPr="002E282B" w:rsidRDefault="0091227F" w:rsidP="00602D9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shd w:val="clear" w:color="000000" w:fill="FFFFFF"/>
            <w:vAlign w:val="bottom"/>
          </w:tcPr>
          <w:p w:rsidR="0091227F" w:rsidRPr="002E282B" w:rsidRDefault="00234161" w:rsidP="00602D9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8152,7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1227F" w:rsidRPr="002E282B" w:rsidRDefault="0091227F" w:rsidP="00602D9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11" w:type="dxa"/>
            <w:gridSpan w:val="2"/>
            <w:shd w:val="clear" w:color="auto" w:fill="auto"/>
            <w:vAlign w:val="bottom"/>
          </w:tcPr>
          <w:p w:rsidR="0091227F" w:rsidRPr="002E282B" w:rsidRDefault="0091227F" w:rsidP="00602D9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000000" w:fill="FFFFFF"/>
            <w:vAlign w:val="bottom"/>
          </w:tcPr>
          <w:p w:rsidR="0091227F" w:rsidRPr="002E282B" w:rsidRDefault="0091227F" w:rsidP="00602D9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shd w:val="clear" w:color="000000" w:fill="FFFFFF"/>
            <w:vAlign w:val="bottom"/>
          </w:tcPr>
          <w:p w:rsidR="0091227F" w:rsidRPr="002E282B" w:rsidRDefault="0091227F" w:rsidP="00602D9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  <w:shd w:val="clear" w:color="000000" w:fill="FFFFFF"/>
            <w:vAlign w:val="bottom"/>
          </w:tcPr>
          <w:p w:rsidR="0091227F" w:rsidRPr="002E282B" w:rsidRDefault="0091227F" w:rsidP="00602D9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  <w:vAlign w:val="bottom"/>
          </w:tcPr>
          <w:p w:rsidR="0091227F" w:rsidRPr="002E282B" w:rsidRDefault="0091227F" w:rsidP="00602D9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3"/>
            <w:shd w:val="clear" w:color="000000" w:fill="FFFFFF"/>
            <w:vAlign w:val="bottom"/>
          </w:tcPr>
          <w:p w:rsidR="0091227F" w:rsidRPr="002E282B" w:rsidRDefault="0091227F" w:rsidP="00602D9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  <w:shd w:val="clear" w:color="000000" w:fill="FFFFFF"/>
            <w:vAlign w:val="bottom"/>
          </w:tcPr>
          <w:p w:rsidR="0091227F" w:rsidRPr="002E282B" w:rsidRDefault="0091227F" w:rsidP="00602D9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1227F" w:rsidRPr="002E282B" w:rsidTr="002D4B85">
        <w:trPr>
          <w:trHeight w:val="855"/>
        </w:trPr>
        <w:tc>
          <w:tcPr>
            <w:tcW w:w="436" w:type="dxa"/>
            <w:vMerge/>
            <w:shd w:val="clear" w:color="auto" w:fill="auto"/>
            <w:vAlign w:val="bottom"/>
          </w:tcPr>
          <w:p w:rsidR="0091227F" w:rsidRPr="002E282B" w:rsidRDefault="0091227F" w:rsidP="00363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</w:tcPr>
          <w:p w:rsidR="0091227F" w:rsidRPr="002E282B" w:rsidRDefault="0091227F" w:rsidP="00363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91227F" w:rsidRPr="002E282B" w:rsidRDefault="0091227F" w:rsidP="00363CFF">
            <w:pPr>
              <w:spacing w:after="0" w:line="240" w:lineRule="auto"/>
              <w:rPr>
                <w:rFonts w:ascii="Times New Roman" w:eastAsia="Calibri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91227F" w:rsidRPr="002E282B" w:rsidRDefault="0091227F" w:rsidP="00363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</w:tcPr>
          <w:p w:rsidR="0091227F" w:rsidRPr="002E282B" w:rsidRDefault="0091227F" w:rsidP="00363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shd w:val="clear" w:color="auto" w:fill="auto"/>
            <w:vAlign w:val="bottom"/>
          </w:tcPr>
          <w:p w:rsidR="0091227F" w:rsidRPr="002E282B" w:rsidRDefault="0091227F" w:rsidP="00363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91227F" w:rsidRPr="002E282B" w:rsidRDefault="0091227F" w:rsidP="00602D9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91227F" w:rsidRPr="002E282B" w:rsidRDefault="0091227F" w:rsidP="00602D9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shd w:val="clear" w:color="000000" w:fill="FFFFFF"/>
            <w:vAlign w:val="bottom"/>
          </w:tcPr>
          <w:p w:rsidR="0091227F" w:rsidRPr="002E282B" w:rsidRDefault="0091227F" w:rsidP="00602D9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2012,7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1227F" w:rsidRPr="002E282B" w:rsidRDefault="0091227F" w:rsidP="00602D9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11" w:type="dxa"/>
            <w:gridSpan w:val="2"/>
            <w:shd w:val="clear" w:color="auto" w:fill="auto"/>
            <w:vAlign w:val="bottom"/>
          </w:tcPr>
          <w:p w:rsidR="0091227F" w:rsidRPr="002E282B" w:rsidRDefault="0091227F" w:rsidP="00602D9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000000" w:fill="FFFFFF"/>
            <w:vAlign w:val="bottom"/>
          </w:tcPr>
          <w:p w:rsidR="0091227F" w:rsidRPr="002E282B" w:rsidRDefault="0091227F" w:rsidP="00602D9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shd w:val="clear" w:color="000000" w:fill="FFFFFF"/>
            <w:vAlign w:val="bottom"/>
          </w:tcPr>
          <w:p w:rsidR="0091227F" w:rsidRPr="002E282B" w:rsidRDefault="0091227F" w:rsidP="00602D9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  <w:shd w:val="clear" w:color="000000" w:fill="FFFFFF"/>
            <w:vAlign w:val="bottom"/>
          </w:tcPr>
          <w:p w:rsidR="0091227F" w:rsidRPr="002E282B" w:rsidRDefault="0091227F" w:rsidP="00602D9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  <w:vAlign w:val="bottom"/>
          </w:tcPr>
          <w:p w:rsidR="0091227F" w:rsidRPr="002E282B" w:rsidRDefault="0091227F" w:rsidP="00602D9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3"/>
            <w:shd w:val="clear" w:color="000000" w:fill="FFFFFF"/>
            <w:vAlign w:val="bottom"/>
          </w:tcPr>
          <w:p w:rsidR="0091227F" w:rsidRPr="002E282B" w:rsidRDefault="0091227F" w:rsidP="00602D9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  <w:shd w:val="clear" w:color="000000" w:fill="FFFFFF"/>
            <w:vAlign w:val="bottom"/>
          </w:tcPr>
          <w:p w:rsidR="0091227F" w:rsidRPr="002E282B" w:rsidRDefault="0091227F" w:rsidP="00602D9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1227F" w:rsidRPr="002E282B" w:rsidTr="002D4B85">
        <w:trPr>
          <w:trHeight w:val="375"/>
        </w:trPr>
        <w:tc>
          <w:tcPr>
            <w:tcW w:w="436" w:type="dxa"/>
            <w:vMerge w:val="restart"/>
            <w:shd w:val="clear" w:color="auto" w:fill="auto"/>
            <w:hideMark/>
          </w:tcPr>
          <w:p w:rsidR="0091227F" w:rsidRPr="002E282B" w:rsidRDefault="0091227F" w:rsidP="001625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1418" w:type="dxa"/>
            <w:vMerge w:val="restart"/>
            <w:vAlign w:val="center"/>
            <w:hideMark/>
          </w:tcPr>
          <w:p w:rsidR="0091227F" w:rsidRPr="002E282B" w:rsidRDefault="0091227F" w:rsidP="00557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УЖКХ г. Батайска</w:t>
            </w:r>
          </w:p>
        </w:tc>
        <w:tc>
          <w:tcPr>
            <w:tcW w:w="1559" w:type="dxa"/>
            <w:vMerge w:val="restart"/>
            <w:vAlign w:val="center"/>
            <w:hideMark/>
          </w:tcPr>
          <w:p w:rsidR="00C32024" w:rsidRPr="00C32024" w:rsidRDefault="00693AEA" w:rsidP="00693AEA">
            <w:pPr>
              <w:spacing w:after="0" w:line="240" w:lineRule="auto"/>
              <w:rPr>
                <w:rFonts w:ascii="Times New Roman" w:eastAsia="Calibri" w:hAnsi="Times New Roman" w:cs="Times New Roman"/>
                <w:kern w:val="2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kern w:val="2"/>
                <w:sz w:val="20"/>
                <w:szCs w:val="20"/>
              </w:rPr>
              <w:t xml:space="preserve">Работы по </w:t>
            </w:r>
            <w:r w:rsidR="00C32024">
              <w:rPr>
                <w:rFonts w:ascii="Times New Roman" w:eastAsia="Calibri" w:hAnsi="Times New Roman" w:cs="Times New Roman"/>
                <w:kern w:val="2"/>
                <w:sz w:val="20"/>
                <w:szCs w:val="20"/>
              </w:rPr>
              <w:t>инженерны</w:t>
            </w:r>
            <w:r>
              <w:rPr>
                <w:rFonts w:ascii="Times New Roman" w:eastAsia="Calibri" w:hAnsi="Times New Roman" w:cs="Times New Roman"/>
                <w:kern w:val="2"/>
                <w:sz w:val="20"/>
                <w:szCs w:val="20"/>
              </w:rPr>
              <w:t>м</w:t>
            </w:r>
            <w:r w:rsidR="00C32024">
              <w:rPr>
                <w:rFonts w:ascii="Times New Roman" w:eastAsia="Calibri" w:hAnsi="Times New Roman" w:cs="Times New Roman"/>
                <w:kern w:val="2"/>
                <w:sz w:val="20"/>
                <w:szCs w:val="20"/>
              </w:rPr>
              <w:t xml:space="preserve"> изыскания</w:t>
            </w:r>
            <w:r>
              <w:rPr>
                <w:rFonts w:ascii="Times New Roman" w:eastAsia="Calibri" w:hAnsi="Times New Roman" w:cs="Times New Roman"/>
                <w:kern w:val="2"/>
                <w:sz w:val="20"/>
                <w:szCs w:val="20"/>
              </w:rPr>
              <w:t>м</w:t>
            </w:r>
            <w:r w:rsidR="00C32024">
              <w:rPr>
                <w:rFonts w:ascii="Times New Roman" w:eastAsia="Calibri" w:hAnsi="Times New Roman" w:cs="Times New Roman"/>
                <w:kern w:val="2"/>
                <w:sz w:val="20"/>
                <w:szCs w:val="20"/>
              </w:rPr>
              <w:t xml:space="preserve"> и подготовк</w:t>
            </w:r>
            <w:r>
              <w:rPr>
                <w:rFonts w:ascii="Times New Roman" w:eastAsia="Calibri" w:hAnsi="Times New Roman" w:cs="Times New Roman"/>
                <w:kern w:val="2"/>
                <w:sz w:val="20"/>
                <w:szCs w:val="20"/>
              </w:rPr>
              <w:t>е</w:t>
            </w:r>
            <w:r w:rsidR="00C32024">
              <w:rPr>
                <w:rFonts w:ascii="Times New Roman" w:eastAsia="Calibri" w:hAnsi="Times New Roman" w:cs="Times New Roman"/>
                <w:kern w:val="2"/>
                <w:sz w:val="20"/>
                <w:szCs w:val="20"/>
              </w:rPr>
              <w:t xml:space="preserve"> проектной документации</w:t>
            </w:r>
            <w:r>
              <w:rPr>
                <w:rFonts w:ascii="Times New Roman" w:eastAsia="Calibri" w:hAnsi="Times New Roman" w:cs="Times New Roman"/>
                <w:kern w:val="2"/>
                <w:sz w:val="20"/>
                <w:szCs w:val="20"/>
              </w:rPr>
              <w:t xml:space="preserve"> по объекту: «</w:t>
            </w:r>
            <w:r w:rsidRPr="002E282B">
              <w:rPr>
                <w:rFonts w:ascii="Times New Roman" w:eastAsia="Calibri" w:hAnsi="Times New Roman" w:cs="Times New Roman"/>
                <w:kern w:val="2"/>
                <w:sz w:val="20"/>
                <w:szCs w:val="20"/>
              </w:rPr>
              <w:t>Водоснабжение западной части города Батайска Ростовской области</w:t>
            </w:r>
            <w:r>
              <w:rPr>
                <w:rFonts w:ascii="Times New Roman" w:eastAsia="Calibri" w:hAnsi="Times New Roman" w:cs="Times New Roman"/>
                <w:kern w:val="2"/>
                <w:sz w:val="20"/>
                <w:szCs w:val="20"/>
              </w:rPr>
              <w:t>»</w:t>
            </w:r>
          </w:p>
        </w:tc>
        <w:tc>
          <w:tcPr>
            <w:tcW w:w="1134" w:type="dxa"/>
            <w:vMerge w:val="restart"/>
            <w:vAlign w:val="center"/>
            <w:hideMark/>
          </w:tcPr>
          <w:p w:rsidR="0091227F" w:rsidRPr="002E282B" w:rsidRDefault="0091227F" w:rsidP="00557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  <w:vAlign w:val="center"/>
            <w:hideMark/>
          </w:tcPr>
          <w:p w:rsidR="0091227F" w:rsidRPr="002E282B" w:rsidRDefault="0091227F" w:rsidP="00557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shd w:val="clear" w:color="auto" w:fill="auto"/>
            <w:vAlign w:val="center"/>
            <w:hideMark/>
          </w:tcPr>
          <w:p w:rsidR="0091227F" w:rsidRPr="002E282B" w:rsidRDefault="0091227F" w:rsidP="00086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</w:t>
            </w:r>
          </w:p>
          <w:p w:rsidR="0091227F" w:rsidRPr="002E282B" w:rsidRDefault="0091227F" w:rsidP="00086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91227F" w:rsidRPr="002E282B" w:rsidRDefault="0091227F" w:rsidP="000861A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1227F" w:rsidRPr="002E282B" w:rsidRDefault="0091227F" w:rsidP="000861A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91227F" w:rsidRPr="002E282B" w:rsidRDefault="00234161" w:rsidP="000861A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39000,1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91227F" w:rsidRPr="002E282B" w:rsidRDefault="003558C6" w:rsidP="000861A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31304,3</w:t>
            </w:r>
          </w:p>
        </w:tc>
        <w:tc>
          <w:tcPr>
            <w:tcW w:w="711" w:type="dxa"/>
            <w:gridSpan w:val="2"/>
            <w:shd w:val="clear" w:color="auto" w:fill="auto"/>
            <w:vAlign w:val="center"/>
            <w:hideMark/>
          </w:tcPr>
          <w:p w:rsidR="0091227F" w:rsidRPr="002E282B" w:rsidRDefault="0091227F" w:rsidP="000861A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gridSpan w:val="2"/>
            <w:shd w:val="clear" w:color="000000" w:fill="FFFFFF"/>
            <w:vAlign w:val="center"/>
            <w:hideMark/>
          </w:tcPr>
          <w:p w:rsidR="0091227F" w:rsidRPr="002E282B" w:rsidRDefault="00C32024" w:rsidP="000861A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  <w:hideMark/>
          </w:tcPr>
          <w:p w:rsidR="0091227F" w:rsidRPr="002E282B" w:rsidRDefault="0091227F" w:rsidP="000861A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6" w:type="dxa"/>
            <w:shd w:val="clear" w:color="000000" w:fill="FFFFFF"/>
            <w:vAlign w:val="center"/>
            <w:hideMark/>
          </w:tcPr>
          <w:p w:rsidR="0091227F" w:rsidRPr="002E282B" w:rsidRDefault="0091227F" w:rsidP="000861A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91227F" w:rsidRPr="002E282B" w:rsidRDefault="0091227F" w:rsidP="000861A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gridSpan w:val="3"/>
            <w:shd w:val="clear" w:color="000000" w:fill="FFFFFF"/>
            <w:vAlign w:val="center"/>
            <w:hideMark/>
          </w:tcPr>
          <w:p w:rsidR="0091227F" w:rsidRPr="002E282B" w:rsidRDefault="0091227F" w:rsidP="000861A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91227F" w:rsidRPr="002E282B" w:rsidRDefault="0091227F" w:rsidP="000861A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438EE" w:rsidRPr="002E282B" w:rsidTr="002D4B85">
        <w:trPr>
          <w:trHeight w:val="855"/>
        </w:trPr>
        <w:tc>
          <w:tcPr>
            <w:tcW w:w="436" w:type="dxa"/>
            <w:vMerge/>
            <w:shd w:val="clear" w:color="auto" w:fill="auto"/>
            <w:vAlign w:val="bottom"/>
          </w:tcPr>
          <w:p w:rsidR="008438EE" w:rsidRPr="002E282B" w:rsidRDefault="008438EE" w:rsidP="00557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</w:tcPr>
          <w:p w:rsidR="008438EE" w:rsidRPr="002E282B" w:rsidRDefault="008438EE" w:rsidP="00557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8438EE" w:rsidRPr="002E282B" w:rsidRDefault="008438EE" w:rsidP="00557C9C">
            <w:pPr>
              <w:spacing w:after="0" w:line="240" w:lineRule="auto"/>
              <w:rPr>
                <w:rFonts w:ascii="Times New Roman" w:eastAsia="Calibri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438EE" w:rsidRPr="002E282B" w:rsidRDefault="008438EE" w:rsidP="00557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</w:tcPr>
          <w:p w:rsidR="008438EE" w:rsidRPr="002E282B" w:rsidRDefault="008438EE" w:rsidP="00557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shd w:val="clear" w:color="auto" w:fill="auto"/>
            <w:vAlign w:val="center"/>
          </w:tcPr>
          <w:p w:rsidR="008438EE" w:rsidRPr="002E282B" w:rsidRDefault="008438EE" w:rsidP="00086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438EE" w:rsidRPr="002E282B" w:rsidRDefault="008438EE" w:rsidP="000861A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38EE" w:rsidRPr="002E282B" w:rsidRDefault="008438EE" w:rsidP="000861A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8438EE" w:rsidRPr="002E282B" w:rsidRDefault="008438EE" w:rsidP="000861A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438EE" w:rsidRPr="002E282B" w:rsidRDefault="008438EE" w:rsidP="000861A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dxa"/>
            <w:gridSpan w:val="2"/>
            <w:shd w:val="clear" w:color="auto" w:fill="auto"/>
            <w:vAlign w:val="center"/>
          </w:tcPr>
          <w:p w:rsidR="008438EE" w:rsidRPr="002E282B" w:rsidRDefault="008438EE" w:rsidP="000861A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gridSpan w:val="2"/>
            <w:shd w:val="clear" w:color="000000" w:fill="FFFFFF"/>
            <w:vAlign w:val="center"/>
          </w:tcPr>
          <w:p w:rsidR="008438EE" w:rsidRPr="002E282B" w:rsidRDefault="00C32024" w:rsidP="000861A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8438EE" w:rsidRPr="002E282B" w:rsidRDefault="008438EE" w:rsidP="000861A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  <w:shd w:val="clear" w:color="000000" w:fill="FFFFFF"/>
            <w:vAlign w:val="center"/>
          </w:tcPr>
          <w:p w:rsidR="008438EE" w:rsidRPr="002E282B" w:rsidRDefault="008438EE" w:rsidP="000861A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  <w:vAlign w:val="center"/>
          </w:tcPr>
          <w:p w:rsidR="008438EE" w:rsidRPr="002E282B" w:rsidRDefault="008438EE" w:rsidP="000861A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3"/>
            <w:shd w:val="clear" w:color="000000" w:fill="FFFFFF"/>
            <w:vAlign w:val="center"/>
          </w:tcPr>
          <w:p w:rsidR="008438EE" w:rsidRPr="002E282B" w:rsidRDefault="008438EE" w:rsidP="000861A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8438EE" w:rsidRPr="002E282B" w:rsidRDefault="008438EE" w:rsidP="000861A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1227F" w:rsidRPr="002E282B" w:rsidTr="002D4B85">
        <w:trPr>
          <w:trHeight w:val="465"/>
        </w:trPr>
        <w:tc>
          <w:tcPr>
            <w:tcW w:w="436" w:type="dxa"/>
            <w:vMerge/>
            <w:shd w:val="clear" w:color="auto" w:fill="auto"/>
            <w:vAlign w:val="bottom"/>
            <w:hideMark/>
          </w:tcPr>
          <w:p w:rsidR="0091227F" w:rsidRPr="002E282B" w:rsidRDefault="0091227F" w:rsidP="00557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91227F" w:rsidRPr="002E282B" w:rsidRDefault="0091227F" w:rsidP="00557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:rsidR="0091227F" w:rsidRPr="002E282B" w:rsidRDefault="0091227F" w:rsidP="00557C9C">
            <w:pPr>
              <w:spacing w:after="0" w:line="240" w:lineRule="auto"/>
              <w:rPr>
                <w:rFonts w:ascii="Times New Roman" w:eastAsia="Calibri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91227F" w:rsidRPr="002E282B" w:rsidRDefault="0091227F" w:rsidP="00557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91227F" w:rsidRPr="002E282B" w:rsidRDefault="0091227F" w:rsidP="00557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shd w:val="clear" w:color="auto" w:fill="auto"/>
            <w:vAlign w:val="center"/>
            <w:hideMark/>
          </w:tcPr>
          <w:p w:rsidR="0091227F" w:rsidRPr="002E282B" w:rsidRDefault="0091227F" w:rsidP="00086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91227F" w:rsidRPr="002E282B" w:rsidRDefault="0091227F" w:rsidP="000861A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1227F" w:rsidRPr="002E282B" w:rsidRDefault="0091227F" w:rsidP="000861A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91227F" w:rsidRPr="002E282B" w:rsidRDefault="00234161" w:rsidP="000861A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31278,0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91227F" w:rsidRPr="002E282B" w:rsidRDefault="003558C6" w:rsidP="000861A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25106,0</w:t>
            </w:r>
          </w:p>
        </w:tc>
        <w:tc>
          <w:tcPr>
            <w:tcW w:w="711" w:type="dxa"/>
            <w:gridSpan w:val="2"/>
            <w:shd w:val="clear" w:color="auto" w:fill="auto"/>
            <w:vAlign w:val="center"/>
            <w:hideMark/>
          </w:tcPr>
          <w:p w:rsidR="0091227F" w:rsidRPr="002E282B" w:rsidRDefault="0091227F" w:rsidP="000861A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gridSpan w:val="2"/>
            <w:shd w:val="clear" w:color="000000" w:fill="FFFFFF"/>
            <w:vAlign w:val="center"/>
            <w:hideMark/>
          </w:tcPr>
          <w:p w:rsidR="0091227F" w:rsidRPr="002E282B" w:rsidRDefault="00C32024" w:rsidP="000861A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  <w:hideMark/>
          </w:tcPr>
          <w:p w:rsidR="0091227F" w:rsidRPr="002E282B" w:rsidRDefault="0091227F" w:rsidP="000861A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6" w:type="dxa"/>
            <w:shd w:val="clear" w:color="000000" w:fill="FFFFFF"/>
            <w:vAlign w:val="center"/>
            <w:hideMark/>
          </w:tcPr>
          <w:p w:rsidR="0091227F" w:rsidRPr="002E282B" w:rsidRDefault="0091227F" w:rsidP="000861A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91227F" w:rsidRPr="002E282B" w:rsidRDefault="0091227F" w:rsidP="000861A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gridSpan w:val="3"/>
            <w:shd w:val="clear" w:color="000000" w:fill="FFFFFF"/>
            <w:vAlign w:val="center"/>
            <w:hideMark/>
          </w:tcPr>
          <w:p w:rsidR="0091227F" w:rsidRPr="002E282B" w:rsidRDefault="0091227F" w:rsidP="000861A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91227F" w:rsidRPr="002E282B" w:rsidRDefault="0091227F" w:rsidP="000861A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1227F" w:rsidRPr="00F77BAA" w:rsidTr="002D4B85">
        <w:trPr>
          <w:trHeight w:val="210"/>
        </w:trPr>
        <w:tc>
          <w:tcPr>
            <w:tcW w:w="436" w:type="dxa"/>
            <w:vMerge/>
            <w:shd w:val="clear" w:color="auto" w:fill="auto"/>
            <w:vAlign w:val="bottom"/>
            <w:hideMark/>
          </w:tcPr>
          <w:p w:rsidR="0091227F" w:rsidRPr="002E282B" w:rsidRDefault="0091227F" w:rsidP="00557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91227F" w:rsidRPr="002E282B" w:rsidRDefault="0091227F" w:rsidP="00557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:rsidR="0091227F" w:rsidRPr="002E282B" w:rsidRDefault="0091227F" w:rsidP="00557C9C">
            <w:pPr>
              <w:spacing w:after="0" w:line="240" w:lineRule="auto"/>
              <w:rPr>
                <w:rFonts w:ascii="Times New Roman" w:eastAsia="Calibri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91227F" w:rsidRPr="002E282B" w:rsidRDefault="0091227F" w:rsidP="00557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91227F" w:rsidRPr="002E282B" w:rsidRDefault="0091227F" w:rsidP="00557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shd w:val="clear" w:color="auto" w:fill="auto"/>
            <w:vAlign w:val="center"/>
            <w:hideMark/>
          </w:tcPr>
          <w:p w:rsidR="0091227F" w:rsidRPr="002E282B" w:rsidRDefault="0091227F" w:rsidP="00086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91227F" w:rsidRPr="002E282B" w:rsidRDefault="0091227F" w:rsidP="000861A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1227F" w:rsidRPr="002E282B" w:rsidRDefault="0091227F" w:rsidP="000861A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91227F" w:rsidRPr="002E282B" w:rsidRDefault="00234161" w:rsidP="000861A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7722,1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91227F" w:rsidRPr="002E282B" w:rsidRDefault="003558C6" w:rsidP="000861A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6198,3</w:t>
            </w:r>
          </w:p>
        </w:tc>
        <w:tc>
          <w:tcPr>
            <w:tcW w:w="711" w:type="dxa"/>
            <w:gridSpan w:val="2"/>
            <w:shd w:val="clear" w:color="auto" w:fill="auto"/>
            <w:vAlign w:val="center"/>
            <w:hideMark/>
          </w:tcPr>
          <w:p w:rsidR="0091227F" w:rsidRPr="002E282B" w:rsidRDefault="0091227F" w:rsidP="000861A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gridSpan w:val="2"/>
            <w:shd w:val="clear" w:color="000000" w:fill="FFFFFF"/>
            <w:vAlign w:val="center"/>
          </w:tcPr>
          <w:p w:rsidR="0091227F" w:rsidRPr="002E282B" w:rsidRDefault="00AE2EDD" w:rsidP="000861A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  <w:hideMark/>
          </w:tcPr>
          <w:p w:rsidR="0091227F" w:rsidRPr="002E282B" w:rsidRDefault="0091227F" w:rsidP="000861A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6" w:type="dxa"/>
            <w:shd w:val="clear" w:color="000000" w:fill="FFFFFF"/>
            <w:vAlign w:val="center"/>
            <w:hideMark/>
          </w:tcPr>
          <w:p w:rsidR="0091227F" w:rsidRPr="002E282B" w:rsidRDefault="0091227F" w:rsidP="000861A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91227F" w:rsidRPr="002E282B" w:rsidRDefault="0091227F" w:rsidP="000861A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gridSpan w:val="3"/>
            <w:shd w:val="clear" w:color="000000" w:fill="FFFFFF"/>
            <w:vAlign w:val="center"/>
            <w:hideMark/>
          </w:tcPr>
          <w:p w:rsidR="0091227F" w:rsidRPr="002E282B" w:rsidRDefault="0091227F" w:rsidP="000861A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91227F" w:rsidRPr="00F77BAA" w:rsidRDefault="0091227F" w:rsidP="000861A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32024" w:rsidRPr="002E282B" w:rsidTr="002D4B85">
        <w:trPr>
          <w:trHeight w:val="219"/>
        </w:trPr>
        <w:tc>
          <w:tcPr>
            <w:tcW w:w="436" w:type="dxa"/>
            <w:vMerge w:val="restart"/>
            <w:shd w:val="clear" w:color="auto" w:fill="auto"/>
            <w:hideMark/>
          </w:tcPr>
          <w:p w:rsidR="00C32024" w:rsidRPr="002E282B" w:rsidRDefault="00C32024" w:rsidP="00C32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8" w:type="dxa"/>
            <w:vMerge w:val="restart"/>
            <w:vAlign w:val="center"/>
            <w:hideMark/>
          </w:tcPr>
          <w:p w:rsidR="00C32024" w:rsidRPr="002E282B" w:rsidRDefault="00C32024" w:rsidP="00C320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УЖКХ г. Батайска</w:t>
            </w:r>
          </w:p>
        </w:tc>
        <w:tc>
          <w:tcPr>
            <w:tcW w:w="1559" w:type="dxa"/>
            <w:vMerge w:val="restart"/>
            <w:vAlign w:val="center"/>
            <w:hideMark/>
          </w:tcPr>
          <w:p w:rsidR="00C32024" w:rsidRPr="002E282B" w:rsidRDefault="00C32024" w:rsidP="00C320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Calibri" w:hAnsi="Times New Roman" w:cs="Times New Roman"/>
                <w:kern w:val="2"/>
                <w:sz w:val="20"/>
                <w:szCs w:val="20"/>
              </w:rPr>
              <w:t>Водоснабжение западной части города Батайска Ростовской области</w:t>
            </w:r>
            <w:r>
              <w:rPr>
                <w:rFonts w:ascii="Times New Roman" w:eastAsia="Calibri" w:hAnsi="Times New Roman" w:cs="Times New Roman"/>
                <w:kern w:val="2"/>
                <w:sz w:val="20"/>
                <w:szCs w:val="20"/>
              </w:rPr>
              <w:t xml:space="preserve"> (строительно-монтажные работы)</w:t>
            </w:r>
          </w:p>
        </w:tc>
        <w:tc>
          <w:tcPr>
            <w:tcW w:w="1134" w:type="dxa"/>
            <w:vMerge w:val="restart"/>
            <w:vAlign w:val="center"/>
            <w:hideMark/>
          </w:tcPr>
          <w:p w:rsidR="00C32024" w:rsidRPr="002E282B" w:rsidRDefault="00C32024" w:rsidP="00C320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  <w:vAlign w:val="center"/>
            <w:hideMark/>
          </w:tcPr>
          <w:p w:rsidR="00C32024" w:rsidRPr="002E282B" w:rsidRDefault="00C32024" w:rsidP="00C320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shd w:val="clear" w:color="auto" w:fill="auto"/>
            <w:vAlign w:val="center"/>
            <w:hideMark/>
          </w:tcPr>
          <w:p w:rsidR="00C32024" w:rsidRPr="002E282B" w:rsidRDefault="00C32024" w:rsidP="00086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024" w:rsidRPr="002E282B" w:rsidRDefault="00C32024" w:rsidP="00C3202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32024" w:rsidRPr="002E282B" w:rsidRDefault="00C32024" w:rsidP="00C3202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C32024" w:rsidRPr="002E282B" w:rsidRDefault="00C32024" w:rsidP="00C3202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32024" w:rsidRPr="002E282B" w:rsidRDefault="00C32024" w:rsidP="00C3202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dxa"/>
            <w:gridSpan w:val="2"/>
            <w:shd w:val="clear" w:color="auto" w:fill="auto"/>
            <w:vAlign w:val="center"/>
            <w:hideMark/>
          </w:tcPr>
          <w:p w:rsidR="00C32024" w:rsidRPr="002E282B" w:rsidRDefault="00C32024" w:rsidP="00C3202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gridSpan w:val="2"/>
            <w:shd w:val="clear" w:color="000000" w:fill="FFFFFF"/>
            <w:vAlign w:val="center"/>
            <w:hideMark/>
          </w:tcPr>
          <w:p w:rsidR="00C32024" w:rsidRPr="002E282B" w:rsidRDefault="002D4B85" w:rsidP="000861A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  <w:hideMark/>
          </w:tcPr>
          <w:p w:rsidR="00C32024" w:rsidRPr="002E282B" w:rsidRDefault="002D4B85" w:rsidP="000861A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6" w:type="dxa"/>
            <w:shd w:val="clear" w:color="000000" w:fill="FFFFFF"/>
            <w:vAlign w:val="center"/>
            <w:hideMark/>
          </w:tcPr>
          <w:p w:rsidR="00C32024" w:rsidRPr="002E282B" w:rsidRDefault="00C32024" w:rsidP="000861A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C32024" w:rsidRPr="002E282B" w:rsidRDefault="00C32024" w:rsidP="000861A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gridSpan w:val="3"/>
            <w:shd w:val="clear" w:color="000000" w:fill="FFFFFF"/>
            <w:vAlign w:val="center"/>
            <w:hideMark/>
          </w:tcPr>
          <w:p w:rsidR="00C32024" w:rsidRPr="002E282B" w:rsidRDefault="00C32024" w:rsidP="000861A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C32024" w:rsidRPr="002E282B" w:rsidRDefault="00C32024" w:rsidP="000861A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861AF" w:rsidRPr="002E282B" w:rsidTr="002D4B85">
        <w:trPr>
          <w:trHeight w:val="855"/>
        </w:trPr>
        <w:tc>
          <w:tcPr>
            <w:tcW w:w="436" w:type="dxa"/>
            <w:vMerge/>
            <w:shd w:val="clear" w:color="auto" w:fill="auto"/>
            <w:vAlign w:val="bottom"/>
          </w:tcPr>
          <w:p w:rsidR="000861AF" w:rsidRPr="002E282B" w:rsidRDefault="000861AF" w:rsidP="00C32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</w:tcPr>
          <w:p w:rsidR="000861AF" w:rsidRPr="002E282B" w:rsidRDefault="000861AF" w:rsidP="00C320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0861AF" w:rsidRPr="002E282B" w:rsidRDefault="000861AF" w:rsidP="00C32024">
            <w:pPr>
              <w:spacing w:after="0" w:line="240" w:lineRule="auto"/>
              <w:rPr>
                <w:rFonts w:ascii="Times New Roman" w:eastAsia="Calibri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0861AF" w:rsidRPr="002E282B" w:rsidRDefault="000861AF" w:rsidP="00C320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</w:tcPr>
          <w:p w:rsidR="000861AF" w:rsidRPr="002E282B" w:rsidRDefault="000861AF" w:rsidP="00C320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shd w:val="clear" w:color="auto" w:fill="auto"/>
            <w:vAlign w:val="center"/>
          </w:tcPr>
          <w:p w:rsidR="000861AF" w:rsidRPr="002E282B" w:rsidRDefault="000861AF" w:rsidP="00086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861AF" w:rsidRPr="002E282B" w:rsidRDefault="000861AF" w:rsidP="000861A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861AF" w:rsidRPr="002E282B" w:rsidRDefault="000861AF" w:rsidP="000861A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0861AF" w:rsidRPr="002E282B" w:rsidRDefault="000861AF" w:rsidP="000861A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861AF" w:rsidRPr="002E282B" w:rsidRDefault="000861AF" w:rsidP="000861A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dxa"/>
            <w:gridSpan w:val="2"/>
            <w:shd w:val="clear" w:color="auto" w:fill="auto"/>
            <w:vAlign w:val="center"/>
          </w:tcPr>
          <w:p w:rsidR="000861AF" w:rsidRPr="002E282B" w:rsidRDefault="000861AF" w:rsidP="000861A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gridSpan w:val="2"/>
            <w:shd w:val="clear" w:color="000000" w:fill="FFFFFF"/>
            <w:vAlign w:val="center"/>
          </w:tcPr>
          <w:p w:rsidR="000861AF" w:rsidRPr="002E282B" w:rsidRDefault="002D4B85" w:rsidP="000861A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0861AF" w:rsidRPr="002E282B" w:rsidRDefault="002D4B85" w:rsidP="000861A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6" w:type="dxa"/>
            <w:shd w:val="clear" w:color="000000" w:fill="FFFFFF"/>
            <w:vAlign w:val="center"/>
          </w:tcPr>
          <w:p w:rsidR="000861AF" w:rsidRPr="002E282B" w:rsidRDefault="000861AF" w:rsidP="000861A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  <w:vAlign w:val="center"/>
          </w:tcPr>
          <w:p w:rsidR="000861AF" w:rsidRPr="002E282B" w:rsidRDefault="000861AF" w:rsidP="000861A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3"/>
            <w:shd w:val="clear" w:color="000000" w:fill="FFFFFF"/>
            <w:vAlign w:val="center"/>
          </w:tcPr>
          <w:p w:rsidR="000861AF" w:rsidRPr="002E282B" w:rsidRDefault="000861AF" w:rsidP="000861A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0861AF" w:rsidRPr="002E282B" w:rsidRDefault="000861AF" w:rsidP="000861A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32024" w:rsidRPr="002E282B" w:rsidTr="002D4B85">
        <w:trPr>
          <w:trHeight w:val="465"/>
        </w:trPr>
        <w:tc>
          <w:tcPr>
            <w:tcW w:w="436" w:type="dxa"/>
            <w:vMerge/>
            <w:shd w:val="clear" w:color="auto" w:fill="auto"/>
            <w:vAlign w:val="bottom"/>
            <w:hideMark/>
          </w:tcPr>
          <w:p w:rsidR="00C32024" w:rsidRPr="002E282B" w:rsidRDefault="00C32024" w:rsidP="00C32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C32024" w:rsidRPr="002E282B" w:rsidRDefault="00C32024" w:rsidP="00C320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:rsidR="00C32024" w:rsidRPr="002E282B" w:rsidRDefault="00C32024" w:rsidP="00C32024">
            <w:pPr>
              <w:spacing w:after="0" w:line="240" w:lineRule="auto"/>
              <w:rPr>
                <w:rFonts w:ascii="Times New Roman" w:eastAsia="Calibri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C32024" w:rsidRPr="002E282B" w:rsidRDefault="00C32024" w:rsidP="00C320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C32024" w:rsidRPr="002E282B" w:rsidRDefault="00C32024" w:rsidP="00C320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shd w:val="clear" w:color="auto" w:fill="auto"/>
            <w:vAlign w:val="center"/>
            <w:hideMark/>
          </w:tcPr>
          <w:p w:rsidR="00C32024" w:rsidRPr="002E282B" w:rsidRDefault="00C32024" w:rsidP="00086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024" w:rsidRPr="002E282B" w:rsidRDefault="00C32024" w:rsidP="00C3202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32024" w:rsidRPr="002E282B" w:rsidRDefault="00C32024" w:rsidP="00C3202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C32024" w:rsidRPr="002E282B" w:rsidRDefault="00C32024" w:rsidP="00C3202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32024" w:rsidRPr="002E282B" w:rsidRDefault="00C32024" w:rsidP="00C3202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dxa"/>
            <w:gridSpan w:val="2"/>
            <w:shd w:val="clear" w:color="auto" w:fill="auto"/>
            <w:vAlign w:val="center"/>
            <w:hideMark/>
          </w:tcPr>
          <w:p w:rsidR="00C32024" w:rsidRPr="002E282B" w:rsidRDefault="00C32024" w:rsidP="00C3202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gridSpan w:val="2"/>
            <w:shd w:val="clear" w:color="000000" w:fill="FFFFFF"/>
            <w:vAlign w:val="center"/>
            <w:hideMark/>
          </w:tcPr>
          <w:p w:rsidR="00C32024" w:rsidRPr="002E282B" w:rsidRDefault="002D4B85" w:rsidP="000861A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  <w:hideMark/>
          </w:tcPr>
          <w:p w:rsidR="00C32024" w:rsidRPr="002E282B" w:rsidRDefault="002D4B85" w:rsidP="000861A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6" w:type="dxa"/>
            <w:shd w:val="clear" w:color="000000" w:fill="FFFFFF"/>
            <w:vAlign w:val="center"/>
            <w:hideMark/>
          </w:tcPr>
          <w:p w:rsidR="00C32024" w:rsidRPr="002E282B" w:rsidRDefault="00C32024" w:rsidP="000861A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C32024" w:rsidRPr="002E282B" w:rsidRDefault="00C32024" w:rsidP="000861A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gridSpan w:val="3"/>
            <w:shd w:val="clear" w:color="000000" w:fill="FFFFFF"/>
            <w:vAlign w:val="center"/>
            <w:hideMark/>
          </w:tcPr>
          <w:p w:rsidR="00C32024" w:rsidRPr="002E282B" w:rsidRDefault="00C32024" w:rsidP="000861A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C32024" w:rsidRPr="002E282B" w:rsidRDefault="00C32024" w:rsidP="000861A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32024" w:rsidRPr="00F77BAA" w:rsidTr="002D4B85">
        <w:trPr>
          <w:trHeight w:val="210"/>
        </w:trPr>
        <w:tc>
          <w:tcPr>
            <w:tcW w:w="436" w:type="dxa"/>
            <w:vMerge/>
            <w:shd w:val="clear" w:color="auto" w:fill="auto"/>
            <w:vAlign w:val="bottom"/>
            <w:hideMark/>
          </w:tcPr>
          <w:p w:rsidR="00C32024" w:rsidRPr="002E282B" w:rsidRDefault="00C32024" w:rsidP="00C32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C32024" w:rsidRPr="002E282B" w:rsidRDefault="00C32024" w:rsidP="00C320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:rsidR="00C32024" w:rsidRPr="002E282B" w:rsidRDefault="00C32024" w:rsidP="00C32024">
            <w:pPr>
              <w:spacing w:after="0" w:line="240" w:lineRule="auto"/>
              <w:rPr>
                <w:rFonts w:ascii="Times New Roman" w:eastAsia="Calibri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C32024" w:rsidRPr="002E282B" w:rsidRDefault="00C32024" w:rsidP="00C320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C32024" w:rsidRPr="002E282B" w:rsidRDefault="00C32024" w:rsidP="00C320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shd w:val="clear" w:color="auto" w:fill="auto"/>
            <w:vAlign w:val="center"/>
            <w:hideMark/>
          </w:tcPr>
          <w:p w:rsidR="00C32024" w:rsidRPr="002E282B" w:rsidRDefault="00C32024" w:rsidP="00086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2024" w:rsidRPr="002E282B" w:rsidRDefault="00C32024" w:rsidP="00C3202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32024" w:rsidRPr="002E282B" w:rsidRDefault="00C32024" w:rsidP="00C3202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C32024" w:rsidRPr="002E282B" w:rsidRDefault="00C32024" w:rsidP="00C3202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C32024" w:rsidRPr="002E282B" w:rsidRDefault="00C32024" w:rsidP="00C3202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dxa"/>
            <w:gridSpan w:val="2"/>
            <w:shd w:val="clear" w:color="auto" w:fill="auto"/>
            <w:vAlign w:val="center"/>
            <w:hideMark/>
          </w:tcPr>
          <w:p w:rsidR="00C32024" w:rsidRPr="002E282B" w:rsidRDefault="00C32024" w:rsidP="00C3202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gridSpan w:val="2"/>
            <w:shd w:val="clear" w:color="000000" w:fill="FFFFFF"/>
            <w:vAlign w:val="center"/>
          </w:tcPr>
          <w:p w:rsidR="00C32024" w:rsidRPr="002E282B" w:rsidRDefault="00C32024" w:rsidP="000861A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  <w:hideMark/>
          </w:tcPr>
          <w:p w:rsidR="00C32024" w:rsidRPr="002E282B" w:rsidRDefault="00C32024" w:rsidP="000861A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6" w:type="dxa"/>
            <w:shd w:val="clear" w:color="000000" w:fill="FFFFFF"/>
            <w:vAlign w:val="center"/>
            <w:hideMark/>
          </w:tcPr>
          <w:p w:rsidR="00C32024" w:rsidRPr="002E282B" w:rsidRDefault="00C32024" w:rsidP="000861A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C32024" w:rsidRPr="002E282B" w:rsidRDefault="00C32024" w:rsidP="000861A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gridSpan w:val="3"/>
            <w:shd w:val="clear" w:color="000000" w:fill="FFFFFF"/>
            <w:vAlign w:val="center"/>
            <w:hideMark/>
          </w:tcPr>
          <w:p w:rsidR="00C32024" w:rsidRPr="002E282B" w:rsidRDefault="00C32024" w:rsidP="000861A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C32024" w:rsidRPr="00F77BAA" w:rsidRDefault="00C32024" w:rsidP="000861A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D658D" w:rsidRPr="002E282B" w:rsidTr="002D4B85">
        <w:trPr>
          <w:trHeight w:val="219"/>
        </w:trPr>
        <w:tc>
          <w:tcPr>
            <w:tcW w:w="436" w:type="dxa"/>
            <w:vMerge w:val="restart"/>
            <w:shd w:val="clear" w:color="auto" w:fill="auto"/>
            <w:hideMark/>
          </w:tcPr>
          <w:p w:rsidR="006D658D" w:rsidRPr="002E282B" w:rsidRDefault="006D658D" w:rsidP="00DB5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8" w:type="dxa"/>
            <w:vMerge w:val="restart"/>
            <w:vAlign w:val="center"/>
            <w:hideMark/>
          </w:tcPr>
          <w:p w:rsidR="006D658D" w:rsidRPr="002E282B" w:rsidRDefault="006D658D" w:rsidP="00DB5E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УЖКХ г. </w:t>
            </w: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Батайска</w:t>
            </w:r>
          </w:p>
        </w:tc>
        <w:tc>
          <w:tcPr>
            <w:tcW w:w="1559" w:type="dxa"/>
            <w:vMerge w:val="restart"/>
            <w:vAlign w:val="center"/>
            <w:hideMark/>
          </w:tcPr>
          <w:p w:rsidR="006D658D" w:rsidRPr="002E282B" w:rsidRDefault="006D658D" w:rsidP="00DB5EFF">
            <w:pPr>
              <w:spacing w:after="0" w:line="240" w:lineRule="auto"/>
              <w:rPr>
                <w:rFonts w:ascii="Times New Roman" w:eastAsia="Calibri" w:hAnsi="Times New Roman" w:cs="Times New Roman"/>
                <w:kern w:val="2"/>
                <w:sz w:val="20"/>
                <w:szCs w:val="20"/>
              </w:rPr>
            </w:pPr>
            <w:r w:rsidRPr="00800149">
              <w:rPr>
                <w:rFonts w:ascii="Times New Roman" w:eastAsia="Calibri" w:hAnsi="Times New Roman" w:cs="Times New Roman"/>
                <w:kern w:val="2"/>
                <w:sz w:val="20"/>
                <w:szCs w:val="20"/>
              </w:rPr>
              <w:lastRenderedPageBreak/>
              <w:t>«Технологичес</w:t>
            </w:r>
            <w:r w:rsidRPr="00800149">
              <w:rPr>
                <w:rFonts w:ascii="Times New Roman" w:eastAsia="Calibri" w:hAnsi="Times New Roman" w:cs="Times New Roman"/>
                <w:kern w:val="2"/>
                <w:sz w:val="20"/>
                <w:szCs w:val="20"/>
              </w:rPr>
              <w:lastRenderedPageBreak/>
              <w:t>кое присоединение к централизованной системе холодного водоснабжения жилой застройки п. Залесье г. Батайска»</w:t>
            </w:r>
          </w:p>
        </w:tc>
        <w:tc>
          <w:tcPr>
            <w:tcW w:w="1134" w:type="dxa"/>
            <w:vMerge w:val="restart"/>
            <w:vAlign w:val="center"/>
            <w:hideMark/>
          </w:tcPr>
          <w:p w:rsidR="006D658D" w:rsidRPr="002E282B" w:rsidRDefault="006D658D" w:rsidP="00DB5E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  <w:vAlign w:val="center"/>
            <w:hideMark/>
          </w:tcPr>
          <w:p w:rsidR="006D658D" w:rsidRPr="002E282B" w:rsidRDefault="006D658D" w:rsidP="00DB5E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shd w:val="clear" w:color="auto" w:fill="auto"/>
            <w:vAlign w:val="center"/>
            <w:hideMark/>
          </w:tcPr>
          <w:p w:rsidR="006D658D" w:rsidRPr="002E282B" w:rsidRDefault="006D658D" w:rsidP="00DB5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D658D" w:rsidRPr="002E282B" w:rsidRDefault="006D658D" w:rsidP="00DB5EF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D658D" w:rsidRPr="002E282B" w:rsidRDefault="006D658D" w:rsidP="00DB5EF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6D658D" w:rsidRPr="002E282B" w:rsidRDefault="006D658D" w:rsidP="00DB5EF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6D658D" w:rsidRPr="002E282B" w:rsidRDefault="006D658D" w:rsidP="00DB5EF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dxa"/>
            <w:gridSpan w:val="2"/>
            <w:shd w:val="clear" w:color="auto" w:fill="auto"/>
            <w:vAlign w:val="center"/>
            <w:hideMark/>
          </w:tcPr>
          <w:p w:rsidR="006D658D" w:rsidRPr="002E282B" w:rsidRDefault="00DB5EFF" w:rsidP="00DB5EF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20325,7</w:t>
            </w:r>
          </w:p>
        </w:tc>
        <w:tc>
          <w:tcPr>
            <w:tcW w:w="709" w:type="dxa"/>
            <w:gridSpan w:val="2"/>
            <w:shd w:val="clear" w:color="000000" w:fill="FFFFFF"/>
            <w:vAlign w:val="center"/>
            <w:hideMark/>
          </w:tcPr>
          <w:p w:rsidR="006D658D" w:rsidRPr="002E282B" w:rsidRDefault="008166EB" w:rsidP="00DB5EF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3586,9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  <w:hideMark/>
          </w:tcPr>
          <w:p w:rsidR="006D658D" w:rsidRPr="002E282B" w:rsidRDefault="008166EB" w:rsidP="00DB5EF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6" w:type="dxa"/>
            <w:shd w:val="clear" w:color="000000" w:fill="FFFFFF"/>
            <w:vAlign w:val="center"/>
            <w:hideMark/>
          </w:tcPr>
          <w:p w:rsidR="006D658D" w:rsidRPr="002E282B" w:rsidRDefault="006D658D" w:rsidP="00DB5EF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6D658D" w:rsidRPr="002E282B" w:rsidRDefault="006D658D" w:rsidP="00DB5EF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gridSpan w:val="3"/>
            <w:shd w:val="clear" w:color="000000" w:fill="FFFFFF"/>
            <w:vAlign w:val="center"/>
            <w:hideMark/>
          </w:tcPr>
          <w:p w:rsidR="006D658D" w:rsidRPr="002E282B" w:rsidRDefault="006D658D" w:rsidP="00DB5EF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6D658D" w:rsidRPr="002E282B" w:rsidRDefault="006D658D" w:rsidP="00DB5EF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D658D" w:rsidRPr="002E282B" w:rsidTr="002D4B85">
        <w:trPr>
          <w:trHeight w:val="855"/>
        </w:trPr>
        <w:tc>
          <w:tcPr>
            <w:tcW w:w="436" w:type="dxa"/>
            <w:vMerge/>
            <w:shd w:val="clear" w:color="auto" w:fill="auto"/>
            <w:vAlign w:val="bottom"/>
          </w:tcPr>
          <w:p w:rsidR="006D658D" w:rsidRPr="002E282B" w:rsidRDefault="006D658D" w:rsidP="00DB5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</w:tcPr>
          <w:p w:rsidR="006D658D" w:rsidRPr="002E282B" w:rsidRDefault="006D658D" w:rsidP="00DB5E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6D658D" w:rsidRPr="002E282B" w:rsidRDefault="006D658D" w:rsidP="00DB5EFF">
            <w:pPr>
              <w:spacing w:after="0" w:line="240" w:lineRule="auto"/>
              <w:rPr>
                <w:rFonts w:ascii="Times New Roman" w:eastAsia="Calibri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6D658D" w:rsidRPr="002E282B" w:rsidRDefault="006D658D" w:rsidP="00DB5E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</w:tcPr>
          <w:p w:rsidR="006D658D" w:rsidRPr="002E282B" w:rsidRDefault="006D658D" w:rsidP="00DB5E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shd w:val="clear" w:color="auto" w:fill="auto"/>
            <w:vAlign w:val="center"/>
          </w:tcPr>
          <w:p w:rsidR="006D658D" w:rsidRPr="002E282B" w:rsidRDefault="006D658D" w:rsidP="00DB5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D658D" w:rsidRPr="002E282B" w:rsidRDefault="006D658D" w:rsidP="00DB5EF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D658D" w:rsidRPr="002E282B" w:rsidRDefault="006D658D" w:rsidP="00DB5EF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6D658D" w:rsidRPr="002E282B" w:rsidRDefault="006D658D" w:rsidP="00DB5EF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D658D" w:rsidRPr="002E282B" w:rsidRDefault="006D658D" w:rsidP="00DB5EF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dxa"/>
            <w:gridSpan w:val="2"/>
            <w:shd w:val="clear" w:color="auto" w:fill="auto"/>
            <w:vAlign w:val="center"/>
          </w:tcPr>
          <w:p w:rsidR="006D658D" w:rsidRPr="00DB5EFF" w:rsidRDefault="006D658D" w:rsidP="00DB5EF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DB5EF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gridSpan w:val="2"/>
            <w:shd w:val="clear" w:color="000000" w:fill="FFFFFF"/>
            <w:vAlign w:val="center"/>
          </w:tcPr>
          <w:p w:rsidR="006D658D" w:rsidRPr="002E282B" w:rsidRDefault="008166EB" w:rsidP="00DB5EF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</w:tcPr>
          <w:p w:rsidR="006D658D" w:rsidRPr="002E282B" w:rsidRDefault="006D658D" w:rsidP="00DB5EF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  <w:shd w:val="clear" w:color="000000" w:fill="FFFFFF"/>
            <w:vAlign w:val="center"/>
          </w:tcPr>
          <w:p w:rsidR="006D658D" w:rsidRPr="002E282B" w:rsidRDefault="006D658D" w:rsidP="00DB5EF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000000" w:fill="FFFFFF"/>
            <w:vAlign w:val="center"/>
          </w:tcPr>
          <w:p w:rsidR="006D658D" w:rsidRPr="002E282B" w:rsidRDefault="006D658D" w:rsidP="00DB5EF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3"/>
            <w:shd w:val="clear" w:color="000000" w:fill="FFFFFF"/>
            <w:vAlign w:val="center"/>
          </w:tcPr>
          <w:p w:rsidR="006D658D" w:rsidRPr="002E282B" w:rsidRDefault="006D658D" w:rsidP="00DB5EF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6D658D" w:rsidRPr="002E282B" w:rsidRDefault="006D658D" w:rsidP="00DB5EF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D658D" w:rsidRPr="002E282B" w:rsidTr="002D4B85">
        <w:trPr>
          <w:trHeight w:val="465"/>
        </w:trPr>
        <w:tc>
          <w:tcPr>
            <w:tcW w:w="436" w:type="dxa"/>
            <w:vMerge/>
            <w:shd w:val="clear" w:color="auto" w:fill="auto"/>
            <w:vAlign w:val="bottom"/>
            <w:hideMark/>
          </w:tcPr>
          <w:p w:rsidR="006D658D" w:rsidRPr="002E282B" w:rsidRDefault="006D658D" w:rsidP="00DB5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6D658D" w:rsidRPr="002E282B" w:rsidRDefault="006D658D" w:rsidP="00DB5E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:rsidR="006D658D" w:rsidRPr="002E282B" w:rsidRDefault="006D658D" w:rsidP="00DB5EFF">
            <w:pPr>
              <w:spacing w:after="0" w:line="240" w:lineRule="auto"/>
              <w:rPr>
                <w:rFonts w:ascii="Times New Roman" w:eastAsia="Calibri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6D658D" w:rsidRPr="002E282B" w:rsidRDefault="006D658D" w:rsidP="00DB5E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6D658D" w:rsidRPr="002E282B" w:rsidRDefault="006D658D" w:rsidP="00DB5E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shd w:val="clear" w:color="auto" w:fill="auto"/>
            <w:vAlign w:val="center"/>
            <w:hideMark/>
          </w:tcPr>
          <w:p w:rsidR="006D658D" w:rsidRPr="002E282B" w:rsidRDefault="006D658D" w:rsidP="00DB5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D658D" w:rsidRPr="002E282B" w:rsidRDefault="006D658D" w:rsidP="00DB5EF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D658D" w:rsidRPr="002E282B" w:rsidRDefault="006D658D" w:rsidP="00DB5EF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6D658D" w:rsidRPr="002E282B" w:rsidRDefault="006D658D" w:rsidP="00DB5EF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6D658D" w:rsidRPr="002E282B" w:rsidRDefault="006D658D" w:rsidP="00DB5EF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dxa"/>
            <w:gridSpan w:val="2"/>
            <w:shd w:val="clear" w:color="auto" w:fill="auto"/>
            <w:vAlign w:val="center"/>
            <w:hideMark/>
          </w:tcPr>
          <w:p w:rsidR="006D658D" w:rsidRPr="00DB5EFF" w:rsidRDefault="00DB5EFF" w:rsidP="00DB5EF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DB5EFF">
              <w:rPr>
                <w:rFonts w:ascii="Times New Roman" w:eastAsia="Times New Roman" w:hAnsi="Times New Roman" w:cs="Times New Roman"/>
                <w:sz w:val="20"/>
                <w:szCs w:val="20"/>
              </w:rPr>
              <w:t>16382,5</w:t>
            </w:r>
          </w:p>
        </w:tc>
        <w:tc>
          <w:tcPr>
            <w:tcW w:w="709" w:type="dxa"/>
            <w:gridSpan w:val="2"/>
            <w:shd w:val="clear" w:color="000000" w:fill="FFFFFF"/>
            <w:vAlign w:val="center"/>
            <w:hideMark/>
          </w:tcPr>
          <w:p w:rsidR="006D658D" w:rsidRPr="002E282B" w:rsidRDefault="008166EB" w:rsidP="00DB5EF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2891,0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  <w:hideMark/>
          </w:tcPr>
          <w:p w:rsidR="006D658D" w:rsidRPr="002E282B" w:rsidRDefault="008166EB" w:rsidP="00DB5EF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6" w:type="dxa"/>
            <w:shd w:val="clear" w:color="000000" w:fill="FFFFFF"/>
            <w:vAlign w:val="center"/>
            <w:hideMark/>
          </w:tcPr>
          <w:p w:rsidR="006D658D" w:rsidRPr="002E282B" w:rsidRDefault="006D658D" w:rsidP="00DB5EF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6D658D" w:rsidRPr="002E282B" w:rsidRDefault="006D658D" w:rsidP="00DB5EF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gridSpan w:val="3"/>
            <w:shd w:val="clear" w:color="000000" w:fill="FFFFFF"/>
            <w:vAlign w:val="center"/>
            <w:hideMark/>
          </w:tcPr>
          <w:p w:rsidR="006D658D" w:rsidRPr="002E282B" w:rsidRDefault="006D658D" w:rsidP="00DB5EF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6D658D" w:rsidRPr="002E282B" w:rsidRDefault="006D658D" w:rsidP="00DB5EF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D658D" w:rsidRPr="00F77BAA" w:rsidTr="002D4B85">
        <w:trPr>
          <w:trHeight w:val="210"/>
        </w:trPr>
        <w:tc>
          <w:tcPr>
            <w:tcW w:w="436" w:type="dxa"/>
            <w:vMerge/>
            <w:shd w:val="clear" w:color="auto" w:fill="auto"/>
            <w:vAlign w:val="bottom"/>
            <w:hideMark/>
          </w:tcPr>
          <w:p w:rsidR="006D658D" w:rsidRPr="002E282B" w:rsidRDefault="006D658D" w:rsidP="00DB5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6D658D" w:rsidRPr="002E282B" w:rsidRDefault="006D658D" w:rsidP="00DB5E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:rsidR="006D658D" w:rsidRPr="002E282B" w:rsidRDefault="006D658D" w:rsidP="00DB5EFF">
            <w:pPr>
              <w:spacing w:after="0" w:line="240" w:lineRule="auto"/>
              <w:rPr>
                <w:rFonts w:ascii="Times New Roman" w:eastAsia="Calibri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6D658D" w:rsidRPr="002E282B" w:rsidRDefault="006D658D" w:rsidP="00DB5E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6D658D" w:rsidRPr="002E282B" w:rsidRDefault="006D658D" w:rsidP="00DB5E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shd w:val="clear" w:color="auto" w:fill="auto"/>
            <w:vAlign w:val="center"/>
            <w:hideMark/>
          </w:tcPr>
          <w:p w:rsidR="006D658D" w:rsidRPr="002E282B" w:rsidRDefault="006D658D" w:rsidP="00DB5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D658D" w:rsidRPr="002E282B" w:rsidRDefault="006D658D" w:rsidP="00DB5EF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D658D" w:rsidRPr="002E282B" w:rsidRDefault="006D658D" w:rsidP="00DB5EF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6D658D" w:rsidRPr="002E282B" w:rsidRDefault="006D658D" w:rsidP="00DB5EF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6D658D" w:rsidRPr="002E282B" w:rsidRDefault="006D658D" w:rsidP="00DB5EF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dxa"/>
            <w:gridSpan w:val="2"/>
            <w:shd w:val="clear" w:color="auto" w:fill="auto"/>
            <w:vAlign w:val="center"/>
            <w:hideMark/>
          </w:tcPr>
          <w:p w:rsidR="006D658D" w:rsidRPr="002E282B" w:rsidRDefault="00DB5EFF" w:rsidP="00DB5EF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3943,2</w:t>
            </w:r>
          </w:p>
        </w:tc>
        <w:tc>
          <w:tcPr>
            <w:tcW w:w="709" w:type="dxa"/>
            <w:gridSpan w:val="2"/>
            <w:shd w:val="clear" w:color="000000" w:fill="FFFFFF"/>
            <w:vAlign w:val="center"/>
          </w:tcPr>
          <w:p w:rsidR="006D658D" w:rsidRPr="002E282B" w:rsidRDefault="008166EB" w:rsidP="00DB5EF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695,9</w:t>
            </w:r>
          </w:p>
        </w:tc>
        <w:tc>
          <w:tcPr>
            <w:tcW w:w="992" w:type="dxa"/>
            <w:gridSpan w:val="2"/>
            <w:shd w:val="clear" w:color="000000" w:fill="FFFFFF"/>
            <w:vAlign w:val="center"/>
            <w:hideMark/>
          </w:tcPr>
          <w:p w:rsidR="006D658D" w:rsidRPr="002E282B" w:rsidRDefault="006D658D" w:rsidP="00DB5EF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6" w:type="dxa"/>
            <w:shd w:val="clear" w:color="000000" w:fill="FFFFFF"/>
            <w:vAlign w:val="center"/>
            <w:hideMark/>
          </w:tcPr>
          <w:p w:rsidR="006D658D" w:rsidRPr="002E282B" w:rsidRDefault="006D658D" w:rsidP="00DB5EF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6D658D" w:rsidRPr="002E282B" w:rsidRDefault="006D658D" w:rsidP="00DB5EF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gridSpan w:val="3"/>
            <w:shd w:val="clear" w:color="000000" w:fill="FFFFFF"/>
            <w:vAlign w:val="center"/>
            <w:hideMark/>
          </w:tcPr>
          <w:p w:rsidR="006D658D" w:rsidRPr="002E282B" w:rsidRDefault="006D658D" w:rsidP="00DB5EF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6D658D" w:rsidRPr="00F77BAA" w:rsidRDefault="006D658D" w:rsidP="00DB5EF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282B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65049D" w:rsidRPr="00F77BAA" w:rsidRDefault="0065049D" w:rsidP="00D14CA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65049D" w:rsidRPr="00F77BAA" w:rsidSect="00B53864">
      <w:headerReference w:type="default" r:id="rId8"/>
      <w:pgSz w:w="16838" w:h="11906" w:orient="landscape" w:code="9"/>
      <w:pgMar w:top="851" w:right="567" w:bottom="709" w:left="1134" w:header="720" w:footer="720" w:gutter="0"/>
      <w:pgNumType w:start="6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6760" w:rsidRDefault="00086760" w:rsidP="006C66B1">
      <w:pPr>
        <w:spacing w:after="0" w:line="240" w:lineRule="auto"/>
      </w:pPr>
      <w:r>
        <w:separator/>
      </w:r>
    </w:p>
  </w:endnote>
  <w:endnote w:type="continuationSeparator" w:id="0">
    <w:p w:rsidR="00086760" w:rsidRDefault="00086760" w:rsidP="006C66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6760" w:rsidRDefault="00086760" w:rsidP="006C66B1">
      <w:pPr>
        <w:spacing w:after="0" w:line="240" w:lineRule="auto"/>
      </w:pPr>
      <w:r>
        <w:separator/>
      </w:r>
    </w:p>
  </w:footnote>
  <w:footnote w:type="continuationSeparator" w:id="0">
    <w:p w:rsidR="00086760" w:rsidRDefault="00086760" w:rsidP="006C66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52009872"/>
      <w:docPartObj>
        <w:docPartGallery w:val="Page Numbers (Top of Page)"/>
        <w:docPartUnique/>
      </w:docPartObj>
    </w:sdtPr>
    <w:sdtEndPr/>
    <w:sdtContent>
      <w:p w:rsidR="00172585" w:rsidRDefault="00086760" w:rsidP="009C464F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A412A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gutterAtTop/>
  <w:hideSpellingErrors/>
  <w:hideGrammaticalErrors/>
  <w:defaultTabStop w:val="708"/>
  <w:drawingGridHorizontalSpacing w:val="11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58C5"/>
    <w:rsid w:val="00000760"/>
    <w:rsid w:val="00000CDC"/>
    <w:rsid w:val="00001A5C"/>
    <w:rsid w:val="00007ABF"/>
    <w:rsid w:val="00007B94"/>
    <w:rsid w:val="00011CBA"/>
    <w:rsid w:val="00012810"/>
    <w:rsid w:val="00012889"/>
    <w:rsid w:val="00013EF5"/>
    <w:rsid w:val="00024929"/>
    <w:rsid w:val="000314A3"/>
    <w:rsid w:val="0003171B"/>
    <w:rsid w:val="00035B0A"/>
    <w:rsid w:val="0003737B"/>
    <w:rsid w:val="0003780D"/>
    <w:rsid w:val="00041850"/>
    <w:rsid w:val="00045A21"/>
    <w:rsid w:val="000576C3"/>
    <w:rsid w:val="000631F8"/>
    <w:rsid w:val="00065887"/>
    <w:rsid w:val="000658C5"/>
    <w:rsid w:val="00067CDD"/>
    <w:rsid w:val="0007320C"/>
    <w:rsid w:val="00082D89"/>
    <w:rsid w:val="00083651"/>
    <w:rsid w:val="000861AF"/>
    <w:rsid w:val="00086760"/>
    <w:rsid w:val="00087380"/>
    <w:rsid w:val="00095F42"/>
    <w:rsid w:val="000A412A"/>
    <w:rsid w:val="000A553F"/>
    <w:rsid w:val="000A5765"/>
    <w:rsid w:val="000B05FF"/>
    <w:rsid w:val="000B1041"/>
    <w:rsid w:val="000B151D"/>
    <w:rsid w:val="000B2348"/>
    <w:rsid w:val="000C1371"/>
    <w:rsid w:val="000C261A"/>
    <w:rsid w:val="000C3B19"/>
    <w:rsid w:val="000C4791"/>
    <w:rsid w:val="000C5D23"/>
    <w:rsid w:val="000E214E"/>
    <w:rsid w:val="000E4640"/>
    <w:rsid w:val="000E685D"/>
    <w:rsid w:val="000F36F4"/>
    <w:rsid w:val="000F3B52"/>
    <w:rsid w:val="000F6566"/>
    <w:rsid w:val="000F7497"/>
    <w:rsid w:val="00101B60"/>
    <w:rsid w:val="00104FC2"/>
    <w:rsid w:val="00110852"/>
    <w:rsid w:val="00110B82"/>
    <w:rsid w:val="001110FD"/>
    <w:rsid w:val="00111AB7"/>
    <w:rsid w:val="00115A76"/>
    <w:rsid w:val="00122062"/>
    <w:rsid w:val="00122DDA"/>
    <w:rsid w:val="00123A77"/>
    <w:rsid w:val="00133909"/>
    <w:rsid w:val="00133914"/>
    <w:rsid w:val="001355A2"/>
    <w:rsid w:val="001407E2"/>
    <w:rsid w:val="00141B6A"/>
    <w:rsid w:val="001423A8"/>
    <w:rsid w:val="00143EC6"/>
    <w:rsid w:val="00145AB9"/>
    <w:rsid w:val="00146FFA"/>
    <w:rsid w:val="00147D50"/>
    <w:rsid w:val="00150CF5"/>
    <w:rsid w:val="00161314"/>
    <w:rsid w:val="001625AC"/>
    <w:rsid w:val="0016341E"/>
    <w:rsid w:val="00172585"/>
    <w:rsid w:val="00174710"/>
    <w:rsid w:val="00175739"/>
    <w:rsid w:val="001757A1"/>
    <w:rsid w:val="001820AC"/>
    <w:rsid w:val="001859A7"/>
    <w:rsid w:val="00187D20"/>
    <w:rsid w:val="00193518"/>
    <w:rsid w:val="00193936"/>
    <w:rsid w:val="001961EE"/>
    <w:rsid w:val="001A0A3E"/>
    <w:rsid w:val="001A5743"/>
    <w:rsid w:val="001A5C6C"/>
    <w:rsid w:val="001B2867"/>
    <w:rsid w:val="001B5438"/>
    <w:rsid w:val="001B61E7"/>
    <w:rsid w:val="001D1F31"/>
    <w:rsid w:val="001D2017"/>
    <w:rsid w:val="001D54C0"/>
    <w:rsid w:val="001D68F5"/>
    <w:rsid w:val="001D782A"/>
    <w:rsid w:val="001E0ABB"/>
    <w:rsid w:val="001E1CDD"/>
    <w:rsid w:val="001E2333"/>
    <w:rsid w:val="001F0B7F"/>
    <w:rsid w:val="001F1BAA"/>
    <w:rsid w:val="00210CDF"/>
    <w:rsid w:val="00214093"/>
    <w:rsid w:val="002158B0"/>
    <w:rsid w:val="00221798"/>
    <w:rsid w:val="00222C12"/>
    <w:rsid w:val="002317A2"/>
    <w:rsid w:val="0023222F"/>
    <w:rsid w:val="00234161"/>
    <w:rsid w:val="0024572A"/>
    <w:rsid w:val="0024595B"/>
    <w:rsid w:val="002469F0"/>
    <w:rsid w:val="00251A1B"/>
    <w:rsid w:val="00252180"/>
    <w:rsid w:val="002541FE"/>
    <w:rsid w:val="0025636E"/>
    <w:rsid w:val="00257ADA"/>
    <w:rsid w:val="00261417"/>
    <w:rsid w:val="002629C3"/>
    <w:rsid w:val="00265A63"/>
    <w:rsid w:val="002674C3"/>
    <w:rsid w:val="00273575"/>
    <w:rsid w:val="00281AB0"/>
    <w:rsid w:val="002872FA"/>
    <w:rsid w:val="00293209"/>
    <w:rsid w:val="002A0A66"/>
    <w:rsid w:val="002A1A80"/>
    <w:rsid w:val="002A1BE5"/>
    <w:rsid w:val="002A26A0"/>
    <w:rsid w:val="002A2701"/>
    <w:rsid w:val="002A2A88"/>
    <w:rsid w:val="002A2CF9"/>
    <w:rsid w:val="002A4CF9"/>
    <w:rsid w:val="002A69CC"/>
    <w:rsid w:val="002B0027"/>
    <w:rsid w:val="002B3EB3"/>
    <w:rsid w:val="002C110B"/>
    <w:rsid w:val="002C2A9D"/>
    <w:rsid w:val="002C41CC"/>
    <w:rsid w:val="002C5359"/>
    <w:rsid w:val="002C66F9"/>
    <w:rsid w:val="002D13DF"/>
    <w:rsid w:val="002D24EF"/>
    <w:rsid w:val="002D4B85"/>
    <w:rsid w:val="002D6A4F"/>
    <w:rsid w:val="002E110C"/>
    <w:rsid w:val="002E282B"/>
    <w:rsid w:val="002E6B06"/>
    <w:rsid w:val="002F2443"/>
    <w:rsid w:val="002F3E50"/>
    <w:rsid w:val="002F7965"/>
    <w:rsid w:val="003042C0"/>
    <w:rsid w:val="003063A4"/>
    <w:rsid w:val="0031584D"/>
    <w:rsid w:val="0031687B"/>
    <w:rsid w:val="003262F5"/>
    <w:rsid w:val="0032694D"/>
    <w:rsid w:val="0033061F"/>
    <w:rsid w:val="00335A85"/>
    <w:rsid w:val="00341169"/>
    <w:rsid w:val="003415B1"/>
    <w:rsid w:val="00341A6F"/>
    <w:rsid w:val="00342AAE"/>
    <w:rsid w:val="00351AD2"/>
    <w:rsid w:val="00352473"/>
    <w:rsid w:val="00353706"/>
    <w:rsid w:val="003558C6"/>
    <w:rsid w:val="0036151A"/>
    <w:rsid w:val="00363BD2"/>
    <w:rsid w:val="00363CFF"/>
    <w:rsid w:val="00365932"/>
    <w:rsid w:val="00371362"/>
    <w:rsid w:val="003719FF"/>
    <w:rsid w:val="003744E1"/>
    <w:rsid w:val="00374BAC"/>
    <w:rsid w:val="003755EA"/>
    <w:rsid w:val="00377498"/>
    <w:rsid w:val="0038014F"/>
    <w:rsid w:val="003868EB"/>
    <w:rsid w:val="00391874"/>
    <w:rsid w:val="003955D6"/>
    <w:rsid w:val="00397601"/>
    <w:rsid w:val="003A5D40"/>
    <w:rsid w:val="003A709B"/>
    <w:rsid w:val="003A7777"/>
    <w:rsid w:val="003B2749"/>
    <w:rsid w:val="003B4705"/>
    <w:rsid w:val="003B550C"/>
    <w:rsid w:val="003B55D1"/>
    <w:rsid w:val="003C2B4C"/>
    <w:rsid w:val="003C553B"/>
    <w:rsid w:val="003C608E"/>
    <w:rsid w:val="003D0C1B"/>
    <w:rsid w:val="003D4153"/>
    <w:rsid w:val="003D5954"/>
    <w:rsid w:val="003D61C4"/>
    <w:rsid w:val="003D68AE"/>
    <w:rsid w:val="003D7BAB"/>
    <w:rsid w:val="003E0C51"/>
    <w:rsid w:val="003E4C76"/>
    <w:rsid w:val="003E5CFF"/>
    <w:rsid w:val="003F1686"/>
    <w:rsid w:val="003F2C87"/>
    <w:rsid w:val="00401A68"/>
    <w:rsid w:val="00406602"/>
    <w:rsid w:val="00406703"/>
    <w:rsid w:val="00412BCC"/>
    <w:rsid w:val="004144F5"/>
    <w:rsid w:val="00421CB6"/>
    <w:rsid w:val="00426F32"/>
    <w:rsid w:val="00434407"/>
    <w:rsid w:val="00436122"/>
    <w:rsid w:val="00441AB6"/>
    <w:rsid w:val="00444364"/>
    <w:rsid w:val="004610EE"/>
    <w:rsid w:val="00464BE4"/>
    <w:rsid w:val="00466601"/>
    <w:rsid w:val="004706FD"/>
    <w:rsid w:val="0048038A"/>
    <w:rsid w:val="004830B0"/>
    <w:rsid w:val="00485627"/>
    <w:rsid w:val="004926A4"/>
    <w:rsid w:val="0049507A"/>
    <w:rsid w:val="00495481"/>
    <w:rsid w:val="004A19D8"/>
    <w:rsid w:val="004A473E"/>
    <w:rsid w:val="004A6630"/>
    <w:rsid w:val="004A6740"/>
    <w:rsid w:val="004A6A68"/>
    <w:rsid w:val="004B353B"/>
    <w:rsid w:val="004B61B2"/>
    <w:rsid w:val="004B64A4"/>
    <w:rsid w:val="004B6F55"/>
    <w:rsid w:val="004B7D80"/>
    <w:rsid w:val="004C0B47"/>
    <w:rsid w:val="004C1EDA"/>
    <w:rsid w:val="004C267D"/>
    <w:rsid w:val="004C4855"/>
    <w:rsid w:val="004C4CE3"/>
    <w:rsid w:val="004C599B"/>
    <w:rsid w:val="004D13C9"/>
    <w:rsid w:val="004D3667"/>
    <w:rsid w:val="004E18EC"/>
    <w:rsid w:val="004E478E"/>
    <w:rsid w:val="004F00C6"/>
    <w:rsid w:val="004F01EB"/>
    <w:rsid w:val="004F379A"/>
    <w:rsid w:val="004F793A"/>
    <w:rsid w:val="005025CE"/>
    <w:rsid w:val="00502CB2"/>
    <w:rsid w:val="00504562"/>
    <w:rsid w:val="0051119D"/>
    <w:rsid w:val="00512F41"/>
    <w:rsid w:val="00517CF2"/>
    <w:rsid w:val="005228BE"/>
    <w:rsid w:val="00522F4D"/>
    <w:rsid w:val="0052309B"/>
    <w:rsid w:val="00525330"/>
    <w:rsid w:val="00525A27"/>
    <w:rsid w:val="005266B4"/>
    <w:rsid w:val="00527F70"/>
    <w:rsid w:val="005333D2"/>
    <w:rsid w:val="00533AAC"/>
    <w:rsid w:val="0053508A"/>
    <w:rsid w:val="00544BDF"/>
    <w:rsid w:val="00545E2A"/>
    <w:rsid w:val="00547C59"/>
    <w:rsid w:val="00551FB4"/>
    <w:rsid w:val="00555035"/>
    <w:rsid w:val="00556775"/>
    <w:rsid w:val="00557C9C"/>
    <w:rsid w:val="00574458"/>
    <w:rsid w:val="0057527E"/>
    <w:rsid w:val="005754D3"/>
    <w:rsid w:val="005758DF"/>
    <w:rsid w:val="00577549"/>
    <w:rsid w:val="00582505"/>
    <w:rsid w:val="00585138"/>
    <w:rsid w:val="0058527F"/>
    <w:rsid w:val="00587D30"/>
    <w:rsid w:val="00592FF9"/>
    <w:rsid w:val="0059602B"/>
    <w:rsid w:val="00597299"/>
    <w:rsid w:val="00597442"/>
    <w:rsid w:val="00597B42"/>
    <w:rsid w:val="005A5B1A"/>
    <w:rsid w:val="005B0B34"/>
    <w:rsid w:val="005B202C"/>
    <w:rsid w:val="005B4438"/>
    <w:rsid w:val="005B74C1"/>
    <w:rsid w:val="005C00CE"/>
    <w:rsid w:val="005C1144"/>
    <w:rsid w:val="005C3C1E"/>
    <w:rsid w:val="005C4349"/>
    <w:rsid w:val="005C63CA"/>
    <w:rsid w:val="005E54D2"/>
    <w:rsid w:val="005F09F8"/>
    <w:rsid w:val="005F3203"/>
    <w:rsid w:val="00601533"/>
    <w:rsid w:val="00602D93"/>
    <w:rsid w:val="00604D35"/>
    <w:rsid w:val="0060540C"/>
    <w:rsid w:val="006102BB"/>
    <w:rsid w:val="00611691"/>
    <w:rsid w:val="00611FD5"/>
    <w:rsid w:val="006220F9"/>
    <w:rsid w:val="006222DC"/>
    <w:rsid w:val="006236C6"/>
    <w:rsid w:val="00631216"/>
    <w:rsid w:val="00640A92"/>
    <w:rsid w:val="0064694F"/>
    <w:rsid w:val="0065049D"/>
    <w:rsid w:val="00652622"/>
    <w:rsid w:val="00653864"/>
    <w:rsid w:val="00654C91"/>
    <w:rsid w:val="006564A7"/>
    <w:rsid w:val="00656916"/>
    <w:rsid w:val="00657BB4"/>
    <w:rsid w:val="00660A88"/>
    <w:rsid w:val="006612D8"/>
    <w:rsid w:val="0066213B"/>
    <w:rsid w:val="00663B7A"/>
    <w:rsid w:val="006677CA"/>
    <w:rsid w:val="006714C8"/>
    <w:rsid w:val="006775FA"/>
    <w:rsid w:val="006808AB"/>
    <w:rsid w:val="00690C46"/>
    <w:rsid w:val="00691332"/>
    <w:rsid w:val="006916F9"/>
    <w:rsid w:val="00693AEA"/>
    <w:rsid w:val="00695A26"/>
    <w:rsid w:val="006967E1"/>
    <w:rsid w:val="00697AF7"/>
    <w:rsid w:val="00697F58"/>
    <w:rsid w:val="006A08EB"/>
    <w:rsid w:val="006A0941"/>
    <w:rsid w:val="006A1292"/>
    <w:rsid w:val="006A1D79"/>
    <w:rsid w:val="006A3302"/>
    <w:rsid w:val="006A49BF"/>
    <w:rsid w:val="006A501C"/>
    <w:rsid w:val="006A642E"/>
    <w:rsid w:val="006A78B8"/>
    <w:rsid w:val="006C264D"/>
    <w:rsid w:val="006C66B1"/>
    <w:rsid w:val="006D1252"/>
    <w:rsid w:val="006D658D"/>
    <w:rsid w:val="006D6E43"/>
    <w:rsid w:val="006E14DC"/>
    <w:rsid w:val="006E209C"/>
    <w:rsid w:val="006E321E"/>
    <w:rsid w:val="006E7686"/>
    <w:rsid w:val="006F3134"/>
    <w:rsid w:val="006F4074"/>
    <w:rsid w:val="006F5E91"/>
    <w:rsid w:val="0070073B"/>
    <w:rsid w:val="00702C33"/>
    <w:rsid w:val="00703FB5"/>
    <w:rsid w:val="00705F48"/>
    <w:rsid w:val="00711568"/>
    <w:rsid w:val="00716515"/>
    <w:rsid w:val="00716C02"/>
    <w:rsid w:val="0072642E"/>
    <w:rsid w:val="007309D7"/>
    <w:rsid w:val="007373C1"/>
    <w:rsid w:val="00740759"/>
    <w:rsid w:val="0074142B"/>
    <w:rsid w:val="0074429F"/>
    <w:rsid w:val="00744FDE"/>
    <w:rsid w:val="007452B6"/>
    <w:rsid w:val="00746D50"/>
    <w:rsid w:val="00750150"/>
    <w:rsid w:val="00750317"/>
    <w:rsid w:val="00750EA7"/>
    <w:rsid w:val="007612F7"/>
    <w:rsid w:val="00761732"/>
    <w:rsid w:val="007619D5"/>
    <w:rsid w:val="00766504"/>
    <w:rsid w:val="0076658A"/>
    <w:rsid w:val="00772D77"/>
    <w:rsid w:val="007730B1"/>
    <w:rsid w:val="00780AB9"/>
    <w:rsid w:val="00782470"/>
    <w:rsid w:val="00787145"/>
    <w:rsid w:val="007934A3"/>
    <w:rsid w:val="007938B2"/>
    <w:rsid w:val="00795B2A"/>
    <w:rsid w:val="007A00D6"/>
    <w:rsid w:val="007A35CD"/>
    <w:rsid w:val="007A5F19"/>
    <w:rsid w:val="007B0772"/>
    <w:rsid w:val="007B3776"/>
    <w:rsid w:val="007C6E36"/>
    <w:rsid w:val="007D3469"/>
    <w:rsid w:val="007D6A44"/>
    <w:rsid w:val="007E7A8C"/>
    <w:rsid w:val="007E7D1D"/>
    <w:rsid w:val="007F0022"/>
    <w:rsid w:val="007F020B"/>
    <w:rsid w:val="007F54B7"/>
    <w:rsid w:val="00800149"/>
    <w:rsid w:val="008028E3"/>
    <w:rsid w:val="00802A86"/>
    <w:rsid w:val="008101BE"/>
    <w:rsid w:val="008102B5"/>
    <w:rsid w:val="00813D13"/>
    <w:rsid w:val="0081593D"/>
    <w:rsid w:val="0081623A"/>
    <w:rsid w:val="00816604"/>
    <w:rsid w:val="008166EB"/>
    <w:rsid w:val="00821554"/>
    <w:rsid w:val="008226B6"/>
    <w:rsid w:val="00823B55"/>
    <w:rsid w:val="008438EE"/>
    <w:rsid w:val="00843CF0"/>
    <w:rsid w:val="00853E5E"/>
    <w:rsid w:val="00862FE2"/>
    <w:rsid w:val="00864EC3"/>
    <w:rsid w:val="00867481"/>
    <w:rsid w:val="00867AE8"/>
    <w:rsid w:val="00873F8E"/>
    <w:rsid w:val="00876B4A"/>
    <w:rsid w:val="00877481"/>
    <w:rsid w:val="00880F73"/>
    <w:rsid w:val="00883016"/>
    <w:rsid w:val="00883095"/>
    <w:rsid w:val="0088330F"/>
    <w:rsid w:val="00883FC2"/>
    <w:rsid w:val="00883FEF"/>
    <w:rsid w:val="00883FF3"/>
    <w:rsid w:val="00887B83"/>
    <w:rsid w:val="00887F76"/>
    <w:rsid w:val="00891F71"/>
    <w:rsid w:val="00893D50"/>
    <w:rsid w:val="0089445D"/>
    <w:rsid w:val="00897774"/>
    <w:rsid w:val="008A2E2B"/>
    <w:rsid w:val="008B4B8E"/>
    <w:rsid w:val="008B670D"/>
    <w:rsid w:val="008B7BA1"/>
    <w:rsid w:val="008C130C"/>
    <w:rsid w:val="008C18A5"/>
    <w:rsid w:val="008C1E86"/>
    <w:rsid w:val="008C2886"/>
    <w:rsid w:val="008C6DB1"/>
    <w:rsid w:val="008D2858"/>
    <w:rsid w:val="008E03F5"/>
    <w:rsid w:val="008E0941"/>
    <w:rsid w:val="008E1FB8"/>
    <w:rsid w:val="008E24BA"/>
    <w:rsid w:val="008E3F9E"/>
    <w:rsid w:val="008F29AD"/>
    <w:rsid w:val="008F36D3"/>
    <w:rsid w:val="008F522D"/>
    <w:rsid w:val="0090004E"/>
    <w:rsid w:val="009028F4"/>
    <w:rsid w:val="00902BCA"/>
    <w:rsid w:val="00906297"/>
    <w:rsid w:val="00911C1A"/>
    <w:rsid w:val="0091227F"/>
    <w:rsid w:val="009172F4"/>
    <w:rsid w:val="00920AE9"/>
    <w:rsid w:val="00923568"/>
    <w:rsid w:val="009262FE"/>
    <w:rsid w:val="00931CB5"/>
    <w:rsid w:val="009351C6"/>
    <w:rsid w:val="00935587"/>
    <w:rsid w:val="00937E51"/>
    <w:rsid w:val="00943767"/>
    <w:rsid w:val="009454DC"/>
    <w:rsid w:val="009522FB"/>
    <w:rsid w:val="00960718"/>
    <w:rsid w:val="00960B79"/>
    <w:rsid w:val="009621B0"/>
    <w:rsid w:val="0096233A"/>
    <w:rsid w:val="00962542"/>
    <w:rsid w:val="00964C7D"/>
    <w:rsid w:val="00973A19"/>
    <w:rsid w:val="00980CC9"/>
    <w:rsid w:val="00981355"/>
    <w:rsid w:val="00982356"/>
    <w:rsid w:val="00983452"/>
    <w:rsid w:val="009846B1"/>
    <w:rsid w:val="00987178"/>
    <w:rsid w:val="00987416"/>
    <w:rsid w:val="0099038C"/>
    <w:rsid w:val="00991985"/>
    <w:rsid w:val="00992AD0"/>
    <w:rsid w:val="009976E3"/>
    <w:rsid w:val="009A30F6"/>
    <w:rsid w:val="009A3738"/>
    <w:rsid w:val="009A46B0"/>
    <w:rsid w:val="009A60B0"/>
    <w:rsid w:val="009B39CB"/>
    <w:rsid w:val="009B4E0D"/>
    <w:rsid w:val="009B5DEF"/>
    <w:rsid w:val="009C0DD9"/>
    <w:rsid w:val="009C464F"/>
    <w:rsid w:val="009C4B8B"/>
    <w:rsid w:val="009D0887"/>
    <w:rsid w:val="009D2320"/>
    <w:rsid w:val="009E081F"/>
    <w:rsid w:val="009E0C23"/>
    <w:rsid w:val="009E2FDA"/>
    <w:rsid w:val="009F09EB"/>
    <w:rsid w:val="009F43A5"/>
    <w:rsid w:val="009F5C96"/>
    <w:rsid w:val="009F6382"/>
    <w:rsid w:val="00A03668"/>
    <w:rsid w:val="00A113E1"/>
    <w:rsid w:val="00A15149"/>
    <w:rsid w:val="00A26483"/>
    <w:rsid w:val="00A34CE1"/>
    <w:rsid w:val="00A3598C"/>
    <w:rsid w:val="00A3673C"/>
    <w:rsid w:val="00A377BF"/>
    <w:rsid w:val="00A40693"/>
    <w:rsid w:val="00A45BC2"/>
    <w:rsid w:val="00A4660C"/>
    <w:rsid w:val="00A46D4E"/>
    <w:rsid w:val="00A47BA9"/>
    <w:rsid w:val="00A502A1"/>
    <w:rsid w:val="00A53D63"/>
    <w:rsid w:val="00A54033"/>
    <w:rsid w:val="00A568EE"/>
    <w:rsid w:val="00A5691F"/>
    <w:rsid w:val="00A6297A"/>
    <w:rsid w:val="00A63529"/>
    <w:rsid w:val="00A64ED4"/>
    <w:rsid w:val="00A70BE8"/>
    <w:rsid w:val="00A72CB2"/>
    <w:rsid w:val="00A808A7"/>
    <w:rsid w:val="00A864E5"/>
    <w:rsid w:val="00A9064C"/>
    <w:rsid w:val="00A92E93"/>
    <w:rsid w:val="00A9332C"/>
    <w:rsid w:val="00A93ADA"/>
    <w:rsid w:val="00A968FF"/>
    <w:rsid w:val="00AA1B68"/>
    <w:rsid w:val="00AA3177"/>
    <w:rsid w:val="00AA412D"/>
    <w:rsid w:val="00AA6A59"/>
    <w:rsid w:val="00AA6F2B"/>
    <w:rsid w:val="00AB24DA"/>
    <w:rsid w:val="00AB3E8B"/>
    <w:rsid w:val="00AB5D9C"/>
    <w:rsid w:val="00AC0994"/>
    <w:rsid w:val="00AC0A40"/>
    <w:rsid w:val="00AD27BF"/>
    <w:rsid w:val="00AD37FB"/>
    <w:rsid w:val="00AE0FAD"/>
    <w:rsid w:val="00AE2EDD"/>
    <w:rsid w:val="00AE3EEE"/>
    <w:rsid w:val="00AE5C51"/>
    <w:rsid w:val="00AE5E9A"/>
    <w:rsid w:val="00AE741B"/>
    <w:rsid w:val="00AE7993"/>
    <w:rsid w:val="00AF047E"/>
    <w:rsid w:val="00AF5341"/>
    <w:rsid w:val="00AF7522"/>
    <w:rsid w:val="00B01F7D"/>
    <w:rsid w:val="00B064DE"/>
    <w:rsid w:val="00B0796E"/>
    <w:rsid w:val="00B106EB"/>
    <w:rsid w:val="00B11951"/>
    <w:rsid w:val="00B124B8"/>
    <w:rsid w:val="00B15E82"/>
    <w:rsid w:val="00B17651"/>
    <w:rsid w:val="00B25EB5"/>
    <w:rsid w:val="00B26989"/>
    <w:rsid w:val="00B31BB2"/>
    <w:rsid w:val="00B31D18"/>
    <w:rsid w:val="00B32597"/>
    <w:rsid w:val="00B32740"/>
    <w:rsid w:val="00B344EA"/>
    <w:rsid w:val="00B4048D"/>
    <w:rsid w:val="00B414F4"/>
    <w:rsid w:val="00B4236F"/>
    <w:rsid w:val="00B463C4"/>
    <w:rsid w:val="00B465EE"/>
    <w:rsid w:val="00B467FC"/>
    <w:rsid w:val="00B53864"/>
    <w:rsid w:val="00B55093"/>
    <w:rsid w:val="00B5590E"/>
    <w:rsid w:val="00B60D5E"/>
    <w:rsid w:val="00B60F1D"/>
    <w:rsid w:val="00B66EED"/>
    <w:rsid w:val="00B722AD"/>
    <w:rsid w:val="00B80848"/>
    <w:rsid w:val="00B817C1"/>
    <w:rsid w:val="00B83976"/>
    <w:rsid w:val="00B95ADC"/>
    <w:rsid w:val="00B96AFD"/>
    <w:rsid w:val="00BA10BF"/>
    <w:rsid w:val="00BA4556"/>
    <w:rsid w:val="00BA4CC1"/>
    <w:rsid w:val="00BA536F"/>
    <w:rsid w:val="00BA5405"/>
    <w:rsid w:val="00BA68AB"/>
    <w:rsid w:val="00BA6A47"/>
    <w:rsid w:val="00BB063C"/>
    <w:rsid w:val="00BB0DD1"/>
    <w:rsid w:val="00BB62D8"/>
    <w:rsid w:val="00BC0636"/>
    <w:rsid w:val="00BC3555"/>
    <w:rsid w:val="00BC4041"/>
    <w:rsid w:val="00BC5A62"/>
    <w:rsid w:val="00BD0B52"/>
    <w:rsid w:val="00BD27D0"/>
    <w:rsid w:val="00BD34CB"/>
    <w:rsid w:val="00BD37B7"/>
    <w:rsid w:val="00BD4D15"/>
    <w:rsid w:val="00BE5707"/>
    <w:rsid w:val="00BE7A77"/>
    <w:rsid w:val="00BF17F1"/>
    <w:rsid w:val="00BF61D6"/>
    <w:rsid w:val="00BF72D4"/>
    <w:rsid w:val="00C0020A"/>
    <w:rsid w:val="00C048BE"/>
    <w:rsid w:val="00C0620A"/>
    <w:rsid w:val="00C06E8D"/>
    <w:rsid w:val="00C070A8"/>
    <w:rsid w:val="00C0796B"/>
    <w:rsid w:val="00C119C1"/>
    <w:rsid w:val="00C13C07"/>
    <w:rsid w:val="00C178B6"/>
    <w:rsid w:val="00C21573"/>
    <w:rsid w:val="00C22FD8"/>
    <w:rsid w:val="00C249B1"/>
    <w:rsid w:val="00C253B3"/>
    <w:rsid w:val="00C32024"/>
    <w:rsid w:val="00C33168"/>
    <w:rsid w:val="00C34739"/>
    <w:rsid w:val="00C448BD"/>
    <w:rsid w:val="00C514D0"/>
    <w:rsid w:val="00C537AC"/>
    <w:rsid w:val="00C543B5"/>
    <w:rsid w:val="00C54798"/>
    <w:rsid w:val="00C62B2D"/>
    <w:rsid w:val="00C63FA7"/>
    <w:rsid w:val="00C64FEA"/>
    <w:rsid w:val="00C74925"/>
    <w:rsid w:val="00C8196E"/>
    <w:rsid w:val="00C871C2"/>
    <w:rsid w:val="00C92ACE"/>
    <w:rsid w:val="00C95730"/>
    <w:rsid w:val="00C95B81"/>
    <w:rsid w:val="00CA0FEF"/>
    <w:rsid w:val="00CA20A1"/>
    <w:rsid w:val="00CB4719"/>
    <w:rsid w:val="00CB5C92"/>
    <w:rsid w:val="00CB61BE"/>
    <w:rsid w:val="00CB661F"/>
    <w:rsid w:val="00CB70BC"/>
    <w:rsid w:val="00CC0F23"/>
    <w:rsid w:val="00CC4F3E"/>
    <w:rsid w:val="00CC54EA"/>
    <w:rsid w:val="00CC7C5A"/>
    <w:rsid w:val="00CD01D1"/>
    <w:rsid w:val="00CD52FE"/>
    <w:rsid w:val="00CD5AFB"/>
    <w:rsid w:val="00CD7089"/>
    <w:rsid w:val="00CD7391"/>
    <w:rsid w:val="00CE0906"/>
    <w:rsid w:val="00CE1668"/>
    <w:rsid w:val="00CE4AD9"/>
    <w:rsid w:val="00CE671E"/>
    <w:rsid w:val="00CF15EE"/>
    <w:rsid w:val="00CF2D3C"/>
    <w:rsid w:val="00D00526"/>
    <w:rsid w:val="00D00ED0"/>
    <w:rsid w:val="00D05919"/>
    <w:rsid w:val="00D101D4"/>
    <w:rsid w:val="00D1432E"/>
    <w:rsid w:val="00D14CAB"/>
    <w:rsid w:val="00D15463"/>
    <w:rsid w:val="00D25027"/>
    <w:rsid w:val="00D272BD"/>
    <w:rsid w:val="00D275B6"/>
    <w:rsid w:val="00D30CEE"/>
    <w:rsid w:val="00D316D5"/>
    <w:rsid w:val="00D33D06"/>
    <w:rsid w:val="00D3415B"/>
    <w:rsid w:val="00D4023A"/>
    <w:rsid w:val="00D45615"/>
    <w:rsid w:val="00D4751A"/>
    <w:rsid w:val="00D503B0"/>
    <w:rsid w:val="00D50E9E"/>
    <w:rsid w:val="00D53A64"/>
    <w:rsid w:val="00D62EF4"/>
    <w:rsid w:val="00D65613"/>
    <w:rsid w:val="00D660B5"/>
    <w:rsid w:val="00D67AF7"/>
    <w:rsid w:val="00D727A1"/>
    <w:rsid w:val="00D76D9F"/>
    <w:rsid w:val="00D839F3"/>
    <w:rsid w:val="00D83CC2"/>
    <w:rsid w:val="00D841A7"/>
    <w:rsid w:val="00D915E2"/>
    <w:rsid w:val="00D9439E"/>
    <w:rsid w:val="00DA2AE1"/>
    <w:rsid w:val="00DA362A"/>
    <w:rsid w:val="00DB25E4"/>
    <w:rsid w:val="00DB4340"/>
    <w:rsid w:val="00DB482E"/>
    <w:rsid w:val="00DB5EFF"/>
    <w:rsid w:val="00DC18CA"/>
    <w:rsid w:val="00DC5BE8"/>
    <w:rsid w:val="00DC7CF2"/>
    <w:rsid w:val="00DD32E2"/>
    <w:rsid w:val="00DD64BE"/>
    <w:rsid w:val="00DE03B9"/>
    <w:rsid w:val="00DE2BCF"/>
    <w:rsid w:val="00DE39DA"/>
    <w:rsid w:val="00DE3D74"/>
    <w:rsid w:val="00DF2EEF"/>
    <w:rsid w:val="00DF3EF4"/>
    <w:rsid w:val="00E0300B"/>
    <w:rsid w:val="00E06725"/>
    <w:rsid w:val="00E07033"/>
    <w:rsid w:val="00E15595"/>
    <w:rsid w:val="00E229A8"/>
    <w:rsid w:val="00E23879"/>
    <w:rsid w:val="00E241E7"/>
    <w:rsid w:val="00E26A12"/>
    <w:rsid w:val="00E2746E"/>
    <w:rsid w:val="00E304FB"/>
    <w:rsid w:val="00E30C81"/>
    <w:rsid w:val="00E31C39"/>
    <w:rsid w:val="00E33055"/>
    <w:rsid w:val="00E356F2"/>
    <w:rsid w:val="00E366EA"/>
    <w:rsid w:val="00E36860"/>
    <w:rsid w:val="00E60F61"/>
    <w:rsid w:val="00E646EB"/>
    <w:rsid w:val="00E65EDE"/>
    <w:rsid w:val="00E678BD"/>
    <w:rsid w:val="00E72949"/>
    <w:rsid w:val="00E8034F"/>
    <w:rsid w:val="00E806CD"/>
    <w:rsid w:val="00E81290"/>
    <w:rsid w:val="00E81363"/>
    <w:rsid w:val="00E81634"/>
    <w:rsid w:val="00E81B7C"/>
    <w:rsid w:val="00E87C69"/>
    <w:rsid w:val="00E90CEE"/>
    <w:rsid w:val="00E91089"/>
    <w:rsid w:val="00E9615B"/>
    <w:rsid w:val="00EA5667"/>
    <w:rsid w:val="00EA76BE"/>
    <w:rsid w:val="00EB4395"/>
    <w:rsid w:val="00EB5599"/>
    <w:rsid w:val="00EB6F3C"/>
    <w:rsid w:val="00EB7B1C"/>
    <w:rsid w:val="00EC2E39"/>
    <w:rsid w:val="00EC3A69"/>
    <w:rsid w:val="00ED18A3"/>
    <w:rsid w:val="00ED510A"/>
    <w:rsid w:val="00ED7970"/>
    <w:rsid w:val="00EE5722"/>
    <w:rsid w:val="00EE77ED"/>
    <w:rsid w:val="00EF1982"/>
    <w:rsid w:val="00EF4BA3"/>
    <w:rsid w:val="00EF5A71"/>
    <w:rsid w:val="00F03CBF"/>
    <w:rsid w:val="00F04E47"/>
    <w:rsid w:val="00F06C16"/>
    <w:rsid w:val="00F07F5E"/>
    <w:rsid w:val="00F113E7"/>
    <w:rsid w:val="00F16353"/>
    <w:rsid w:val="00F17CF5"/>
    <w:rsid w:val="00F22FDB"/>
    <w:rsid w:val="00F23715"/>
    <w:rsid w:val="00F349E9"/>
    <w:rsid w:val="00F35E96"/>
    <w:rsid w:val="00F36E91"/>
    <w:rsid w:val="00F41C1F"/>
    <w:rsid w:val="00F420FC"/>
    <w:rsid w:val="00F433DB"/>
    <w:rsid w:val="00F44796"/>
    <w:rsid w:val="00F46DC3"/>
    <w:rsid w:val="00F52B75"/>
    <w:rsid w:val="00F574E9"/>
    <w:rsid w:val="00F60E1E"/>
    <w:rsid w:val="00F657C9"/>
    <w:rsid w:val="00F677AC"/>
    <w:rsid w:val="00F719D6"/>
    <w:rsid w:val="00F72B53"/>
    <w:rsid w:val="00F77BAA"/>
    <w:rsid w:val="00F80460"/>
    <w:rsid w:val="00F837D5"/>
    <w:rsid w:val="00F845C9"/>
    <w:rsid w:val="00F8642D"/>
    <w:rsid w:val="00F8787B"/>
    <w:rsid w:val="00F87D9B"/>
    <w:rsid w:val="00F87DD3"/>
    <w:rsid w:val="00F907B5"/>
    <w:rsid w:val="00F9402E"/>
    <w:rsid w:val="00FA0119"/>
    <w:rsid w:val="00FA0443"/>
    <w:rsid w:val="00FA2821"/>
    <w:rsid w:val="00FA2C44"/>
    <w:rsid w:val="00FA3B6F"/>
    <w:rsid w:val="00FA4527"/>
    <w:rsid w:val="00FB10D4"/>
    <w:rsid w:val="00FB64DF"/>
    <w:rsid w:val="00FB666A"/>
    <w:rsid w:val="00FC14FE"/>
    <w:rsid w:val="00FC5C8C"/>
    <w:rsid w:val="00FD0675"/>
    <w:rsid w:val="00FD0F54"/>
    <w:rsid w:val="00FD35F4"/>
    <w:rsid w:val="00FE045C"/>
    <w:rsid w:val="00FF10A1"/>
    <w:rsid w:val="00FF4091"/>
    <w:rsid w:val="00FF6417"/>
    <w:rsid w:val="00FF7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C66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C66B1"/>
  </w:style>
  <w:style w:type="paragraph" w:styleId="a5">
    <w:name w:val="footer"/>
    <w:basedOn w:val="a"/>
    <w:link w:val="a6"/>
    <w:uiPriority w:val="99"/>
    <w:semiHidden/>
    <w:unhideWhenUsed/>
    <w:rsid w:val="006C66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C66B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C66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C66B1"/>
  </w:style>
  <w:style w:type="paragraph" w:styleId="a5">
    <w:name w:val="footer"/>
    <w:basedOn w:val="a"/>
    <w:link w:val="a6"/>
    <w:uiPriority w:val="99"/>
    <w:semiHidden/>
    <w:unhideWhenUsed/>
    <w:rsid w:val="006C66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C66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47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5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9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2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621435-5D52-4C8D-AF32-97C309C0D4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1801</Words>
  <Characters>10269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Boiko</cp:lastModifiedBy>
  <cp:revision>2</cp:revision>
  <cp:lastPrinted>2023-08-16T12:06:00Z</cp:lastPrinted>
  <dcterms:created xsi:type="dcterms:W3CDTF">2024-04-01T14:24:00Z</dcterms:created>
  <dcterms:modified xsi:type="dcterms:W3CDTF">2024-04-01T14:24:00Z</dcterms:modified>
</cp:coreProperties>
</file>